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558DB" w14:textId="2134E8E9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347B2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347B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E8D72" w14:textId="77777777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47B2D">
        <w:rPr>
          <w:rFonts w:ascii="Times New Roman" w:hAnsi="Times New Roman" w:cs="Times New Roman"/>
          <w:sz w:val="28"/>
          <w:szCs w:val="28"/>
        </w:rPr>
        <w:t xml:space="preserve">к постановлению Брянской </w:t>
      </w:r>
    </w:p>
    <w:p w14:paraId="5445179E" w14:textId="77777777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347B2D">
        <w:rPr>
          <w:rFonts w:ascii="Times New Roman" w:hAnsi="Times New Roman" w:cs="Times New Roman"/>
          <w:sz w:val="28"/>
          <w:szCs w:val="28"/>
        </w:rPr>
        <w:t xml:space="preserve">городской администрации </w:t>
      </w:r>
    </w:p>
    <w:p w14:paraId="1AE6D711" w14:textId="54108186" w:rsidR="00764816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764816">
        <w:rPr>
          <w:rFonts w:ascii="Times New Roman" w:hAnsi="Times New Roman" w:cs="Times New Roman"/>
          <w:sz w:val="28"/>
          <w:szCs w:val="28"/>
        </w:rPr>
        <w:t>от___________№</w:t>
      </w:r>
    </w:p>
    <w:p w14:paraId="49A5F317" w14:textId="77777777" w:rsidR="00764816" w:rsidRPr="00764816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739B6F" w14:textId="423F8BE6" w:rsidR="00C306CC" w:rsidRPr="00350492" w:rsidRDefault="00C306CC" w:rsidP="00350492">
      <w:pPr>
        <w:widowControl w:val="0"/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14:paraId="141EC8C5" w14:textId="77777777" w:rsidR="00C42FBC" w:rsidRDefault="00C306CC" w:rsidP="00C42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мероприятий (проектов)</w:t>
      </w:r>
    </w:p>
    <w:p w14:paraId="7B88D659" w14:textId="77777777" w:rsidR="002A4783" w:rsidRPr="00335E51" w:rsidRDefault="002A4783" w:rsidP="00335E5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1701"/>
        <w:gridCol w:w="1561"/>
        <w:gridCol w:w="1563"/>
        <w:gridCol w:w="1696"/>
        <w:gridCol w:w="1701"/>
        <w:gridCol w:w="1701"/>
      </w:tblGrid>
      <w:tr w:rsidR="00D50D00" w:rsidRPr="003C76E7" w14:paraId="782057E1" w14:textId="77777777" w:rsidTr="00AA52B8">
        <w:trPr>
          <w:trHeight w:val="410"/>
        </w:trPr>
        <w:tc>
          <w:tcPr>
            <w:tcW w:w="4644" w:type="dxa"/>
            <w:vMerge w:val="restart"/>
            <w:vAlign w:val="center"/>
          </w:tcPr>
          <w:p w14:paraId="4B93FD02" w14:textId="77777777" w:rsidR="00D50D00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075E0621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vAlign w:val="center"/>
          </w:tcPr>
          <w:p w14:paraId="3D1DCFA5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gramStart"/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9923" w:type="dxa"/>
            <w:gridSpan w:val="6"/>
            <w:vAlign w:val="center"/>
          </w:tcPr>
          <w:p w14:paraId="3BB3B480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CC07EA" w:rsidRPr="003C76E7" w14:paraId="22901634" w14:textId="77777777" w:rsidTr="00AA52B8">
        <w:trPr>
          <w:trHeight w:val="557"/>
        </w:trPr>
        <w:tc>
          <w:tcPr>
            <w:tcW w:w="4644" w:type="dxa"/>
            <w:vMerge/>
          </w:tcPr>
          <w:p w14:paraId="773E17C1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4224179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3462F4DF" w14:textId="09F967E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563" w:type="dxa"/>
            <w:vMerge w:val="restart"/>
            <w:vAlign w:val="center"/>
          </w:tcPr>
          <w:p w14:paraId="4D818928" w14:textId="77777777" w:rsidR="009F42F9" w:rsidRPr="009D6C41" w:rsidRDefault="009F42F9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14:paraId="4622BA73" w14:textId="5A646D2F" w:rsidR="009B698E" w:rsidRDefault="009B698E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14:paraId="5358E242" w14:textId="0C564FF2" w:rsidR="00CC07EA" w:rsidRDefault="00CC07EA" w:rsidP="00522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14:paraId="4F03DBC1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CD040" w14:textId="56E8503D" w:rsidR="00CC07EA" w:rsidRDefault="005E546A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14:paraId="731E5426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B31A4" w14:textId="51E4819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5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FDEBA8" w14:textId="2E295DD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71DFED2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EF0C" w14:textId="2D69F3E3" w:rsidR="00CC07EA" w:rsidRPr="007A23E1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23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E468603" w14:textId="0114B715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7EA" w:rsidRPr="003C76E7" w14:paraId="32C306F3" w14:textId="77777777" w:rsidTr="00AA52B8">
        <w:trPr>
          <w:trHeight w:val="557"/>
          <w:tblHeader/>
        </w:trPr>
        <w:tc>
          <w:tcPr>
            <w:tcW w:w="4644" w:type="dxa"/>
            <w:vMerge/>
          </w:tcPr>
          <w:p w14:paraId="0BD85A96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617EC1C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B24896" w14:textId="446A5E9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8480E0" w14:textId="0097522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1" w:type="dxa"/>
            <w:vAlign w:val="center"/>
          </w:tcPr>
          <w:p w14:paraId="0B200C2C" w14:textId="075C0CD1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1B73A19" w14:textId="677FBA9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3" w:type="dxa"/>
            <w:vMerge/>
            <w:vAlign w:val="center"/>
          </w:tcPr>
          <w:p w14:paraId="65AAB423" w14:textId="616D10B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14:paraId="48974995" w14:textId="799625D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54A5C4" w14:textId="29990B1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F163A30" w14:textId="04760AE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D00" w:rsidRPr="003C76E7" w14:paraId="1AA5B134" w14:textId="77777777" w:rsidTr="00AA52B8">
        <w:tc>
          <w:tcPr>
            <w:tcW w:w="15843" w:type="dxa"/>
            <w:gridSpan w:val="8"/>
          </w:tcPr>
          <w:p w14:paraId="7EEE6500" w14:textId="77777777" w:rsidR="00D50D00" w:rsidRPr="00457646" w:rsidRDefault="00D50D00" w:rsidP="00D50D00">
            <w:pPr>
              <w:tabs>
                <w:tab w:val="center" w:pos="4118"/>
                <w:tab w:val="left" w:pos="73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64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5E546A" w:rsidRPr="003C76E7" w14:paraId="188921A5" w14:textId="77777777" w:rsidTr="00AA52B8">
        <w:tc>
          <w:tcPr>
            <w:tcW w:w="4644" w:type="dxa"/>
          </w:tcPr>
          <w:p w14:paraId="618BE9A3" w14:textId="7831DB5E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дошкольных образовательных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F8EF29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9FCBB8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2FB2365B" w14:textId="147324B5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1" w:type="dxa"/>
          </w:tcPr>
          <w:p w14:paraId="62DC0983" w14:textId="2DA763DB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2E65D93B" w14:textId="1EF55162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144B82D4" w14:textId="2D02D909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2FE6C30D" w14:textId="615916A7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42D5A0DD" w14:textId="11FCABFC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5E546A" w:rsidRPr="003C76E7" w14:paraId="450A3D8E" w14:textId="77777777" w:rsidTr="00AA52B8">
        <w:tc>
          <w:tcPr>
            <w:tcW w:w="4644" w:type="dxa"/>
          </w:tcPr>
          <w:p w14:paraId="5FDC64DF" w14:textId="2BB98E0D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общеобразовательных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516A61D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0EF7DF9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2EC0B8B0" w14:textId="4EB50A47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279FBE6" w14:textId="09AE83FB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3" w:type="dxa"/>
          </w:tcPr>
          <w:p w14:paraId="0CC176BB" w14:textId="3C6199A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6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74F4A50B" w14:textId="013680D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86C9147" w14:textId="738AAC46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80E3B6B" w14:textId="6F371809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546A" w:rsidRPr="003C76E7" w14:paraId="54D073B9" w14:textId="77777777" w:rsidTr="00AA52B8">
        <w:tc>
          <w:tcPr>
            <w:tcW w:w="4644" w:type="dxa"/>
          </w:tcPr>
          <w:p w14:paraId="34E84794" w14:textId="6EC36980" w:rsidR="005E546A" w:rsidRPr="005D3369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дополнительного образования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для получения в них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lastRenderedPageBreak/>
              <w:t>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E0ECE2F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</w:p>
          <w:p w14:paraId="2908BD9D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4F5EF006" w14:textId="58BFA729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082AF4AB" w14:textId="0709E93D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72F8F978" w14:textId="5F57DE59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54875705" w14:textId="63008E8F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7224058" w14:textId="76F4A144" w:rsidR="005E546A" w:rsidRPr="00530686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80B4E88" w14:textId="1D092588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0F84" w:rsidRPr="003C76E7" w14:paraId="707C7448" w14:textId="77777777" w:rsidTr="00AA52B8">
        <w:tc>
          <w:tcPr>
            <w:tcW w:w="4644" w:type="dxa"/>
          </w:tcPr>
          <w:p w14:paraId="60A65FA1" w14:textId="77777777" w:rsidR="00770F84" w:rsidRPr="00E321CA" w:rsidRDefault="00770F84" w:rsidP="00770F84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Внедрение федеральных государственных образовательных стандартов</w:t>
            </w:r>
          </w:p>
          <w:p w14:paraId="5BF46283" w14:textId="6376D6F5" w:rsidR="00E321CA" w:rsidRPr="00E321CA" w:rsidRDefault="00E321CA" w:rsidP="00E321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14:paraId="4974216B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процент/</w:t>
            </w:r>
          </w:p>
          <w:p w14:paraId="0732D9F2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возрастная группа учащихся</w:t>
            </w:r>
          </w:p>
        </w:tc>
        <w:tc>
          <w:tcPr>
            <w:tcW w:w="1701" w:type="dxa"/>
          </w:tcPr>
          <w:p w14:paraId="5ED08F80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021E1412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56F49F99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C3E64DF" w14:textId="019B9F1C" w:rsidR="00770F84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1" w:type="dxa"/>
          </w:tcPr>
          <w:p w14:paraId="4C446220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6754A7A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0CB716E5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116EAE42" w14:textId="66F60A4F" w:rsidR="00770F84" w:rsidRPr="003E3F23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3" w:type="dxa"/>
          </w:tcPr>
          <w:p w14:paraId="24EB65EE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5B21D9F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4D274583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7A7E56E" w14:textId="76A28A07" w:rsidR="00770F84" w:rsidRDefault="009F42F9" w:rsidP="009F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696" w:type="dxa"/>
          </w:tcPr>
          <w:p w14:paraId="0F00856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220A2F1D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BBE209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3A41E529" w14:textId="47F4E50C" w:rsidR="00770F84" w:rsidRDefault="008F44ED" w:rsidP="008F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414A0A97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5085144D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1C68B8D3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9556B87" w14:textId="78872AE0" w:rsidR="00770F84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73164403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383C192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49CF28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8D4A2F5" w14:textId="4410582B" w:rsidR="00770F84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</w:tr>
      <w:tr w:rsidR="00BB37F9" w:rsidRPr="003C76E7" w14:paraId="46B3E440" w14:textId="77777777" w:rsidTr="00AA52B8">
        <w:tc>
          <w:tcPr>
            <w:tcW w:w="4644" w:type="dxa"/>
          </w:tcPr>
          <w:p w14:paraId="1F91C380" w14:textId="6A0C4F63" w:rsidR="00BB37F9" w:rsidRP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7F9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установленных соглашением значений результатов использования субсидии</w:t>
            </w:r>
          </w:p>
        </w:tc>
        <w:tc>
          <w:tcPr>
            <w:tcW w:w="1276" w:type="dxa"/>
          </w:tcPr>
          <w:p w14:paraId="3605BBAD" w14:textId="36E7347C" w:rsidR="00BB37F9" w:rsidRPr="00BB37F9" w:rsidRDefault="00BB37F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4FD9BD7" w14:textId="7FC63615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0503F3A" w14:textId="7215B52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01966FC9" w14:textId="3E06C1C8" w:rsidR="00BB37F9" w:rsidRPr="006A1BA9" w:rsidRDefault="009D6C41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696" w:type="dxa"/>
          </w:tcPr>
          <w:p w14:paraId="034B3216" w14:textId="485DE9C9" w:rsidR="00BB37F9" w:rsidRPr="006A1BA9" w:rsidRDefault="008F44ED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6CD3514" w14:textId="3EA70AB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D7E05DD" w14:textId="7725CA13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B37F9" w:rsidRPr="003C76E7" w14:paraId="383606B1" w14:textId="77777777" w:rsidTr="00AA52B8">
        <w:tc>
          <w:tcPr>
            <w:tcW w:w="15843" w:type="dxa"/>
            <w:gridSpan w:val="8"/>
          </w:tcPr>
          <w:p w14:paraId="7185E1D8" w14:textId="77777777" w:rsidR="00BB37F9" w:rsidRPr="00F4367D" w:rsidRDefault="00BB37F9" w:rsidP="00BB3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67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BB37F9" w:rsidRPr="003C76E7" w14:paraId="6B10385B" w14:textId="77777777" w:rsidTr="00AA52B8">
        <w:tc>
          <w:tcPr>
            <w:tcW w:w="15843" w:type="dxa"/>
            <w:gridSpan w:val="8"/>
          </w:tcPr>
          <w:p w14:paraId="4E13DCF3" w14:textId="30FBB2F6" w:rsidR="00BB37F9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сети дошкольных образовательных организаций</w:t>
            </w:r>
          </w:p>
        </w:tc>
      </w:tr>
      <w:tr w:rsidR="00BB37F9" w:rsidRPr="003C76E7" w14:paraId="32A4124B" w14:textId="77777777" w:rsidTr="00AA52B8">
        <w:tc>
          <w:tcPr>
            <w:tcW w:w="4644" w:type="dxa"/>
          </w:tcPr>
          <w:p w14:paraId="57A49DC8" w14:textId="48638763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Проведение предпроектных и проектных работ, начало строительства объектов (дошкольное образование)</w:t>
            </w:r>
          </w:p>
        </w:tc>
        <w:tc>
          <w:tcPr>
            <w:tcW w:w="1276" w:type="dxa"/>
          </w:tcPr>
          <w:p w14:paraId="49B2B480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6145F26C" w14:textId="77777777" w:rsidR="00BB37F9" w:rsidRPr="00BF5BD0" w:rsidRDefault="00BB37F9" w:rsidP="00BB37F9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72013C" w14:textId="381699CB" w:rsidR="00BB37F9" w:rsidRDefault="00C26FBF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7A63921" w14:textId="1269D5A0" w:rsidR="00BB37F9" w:rsidRDefault="00494CA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EEA9B21" w14:textId="3F8F8C41" w:rsidR="00BB37F9" w:rsidRDefault="009F42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294E094C" w14:textId="5100DFB2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C766F3" w14:textId="29927F51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C556E9" w14:textId="742AFD1F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FD3BFD0" w14:textId="77777777" w:rsidTr="00AA52B8">
        <w:tc>
          <w:tcPr>
            <w:tcW w:w="4644" w:type="dxa"/>
          </w:tcPr>
          <w:p w14:paraId="684EF258" w14:textId="382C46CD" w:rsidR="00BB37F9" w:rsidRPr="00D07BC3" w:rsidRDefault="00BB37F9" w:rsidP="00BB37F9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3"/>
                <w:szCs w:val="23"/>
              </w:rPr>
            </w:pPr>
            <w:r w:rsidRPr="005F6B69">
              <w:rPr>
                <w:rFonts w:ascii="Times New Roman" w:hAnsi="Times New Roman" w:cs="Times New Roman"/>
              </w:rPr>
              <w:t xml:space="preserve">Увеличение количества функционирующих </w:t>
            </w:r>
            <w:r w:rsidR="005F6B69" w:rsidRPr="005F6B69">
              <w:rPr>
                <w:rFonts w:ascii="Times New Roman" w:hAnsi="Times New Roman" w:cs="Times New Roman"/>
              </w:rPr>
              <w:t xml:space="preserve">муниципальных </w:t>
            </w:r>
            <w:r w:rsidRPr="005F6B69">
              <w:rPr>
                <w:rFonts w:ascii="Times New Roman" w:hAnsi="Times New Roman" w:cs="Times New Roman"/>
              </w:rPr>
              <w:t>дошкольных образовательных организаций города Брянска в рамках реализации инфраструктурного проекта</w:t>
            </w:r>
            <w:r w:rsidRPr="005F6B6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F6B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F6B69">
              <w:rPr>
                <w:rFonts w:ascii="Times New Roman" w:hAnsi="Times New Roman" w:cs="Times New Roman"/>
                <w:sz w:val="20"/>
                <w:szCs w:val="20"/>
              </w:rPr>
              <w:t>Деснаград</w:t>
            </w:r>
            <w:proofErr w:type="spellEnd"/>
            <w:r w:rsidR="00A12330" w:rsidRPr="005F6B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6B69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 набережных (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троительство 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улично-дорожной сети и 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детского сада 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в микрорайоне 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A12330">
              <w:rPr>
                <w:rFonts w:ascii="Times New Roman" w:hAnsi="Times New Roman" w:cs="Times New Roman"/>
                <w:sz w:val="20"/>
                <w:szCs w:val="20"/>
              </w:rPr>
              <w:t>ул.Флотской</w:t>
            </w:r>
            <w:proofErr w:type="spellEnd"/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 в Бежицком районе города Брянска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</w:tcPr>
          <w:p w14:paraId="37B3FA67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0E9A127E" w14:textId="77777777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C433C8" w14:textId="65C2417D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D03487C" w14:textId="68574C79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200AC2B" w14:textId="3FDADB26" w:rsidR="00BB37F9" w:rsidRDefault="006206A3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ED9AF69" w14:textId="23D4BFB5" w:rsidR="00BB37F9" w:rsidRDefault="003261F7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2B150E" w14:textId="6C38DDE4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FD37F9E" w14:textId="67A41D94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D19F24" w14:textId="77777777" w:rsidTr="00AA52B8">
        <w:tc>
          <w:tcPr>
            <w:tcW w:w="4644" w:type="dxa"/>
          </w:tcPr>
          <w:p w14:paraId="79729295" w14:textId="6876FE60" w:rsidR="00BB37F9" w:rsidRPr="00382B8B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82B8B">
              <w:rPr>
                <w:rFonts w:ascii="Times New Roman" w:hAnsi="Times New Roman" w:cs="Times New Roman"/>
              </w:rPr>
              <w:t xml:space="preserve">Увеличение количества функционирующих </w:t>
            </w:r>
            <w:r w:rsidR="005F6B69" w:rsidRPr="00382B8B">
              <w:rPr>
                <w:rFonts w:ascii="Times New Roman" w:hAnsi="Times New Roman" w:cs="Times New Roman"/>
              </w:rPr>
              <w:t xml:space="preserve">муниципальных </w:t>
            </w:r>
            <w:r w:rsidRPr="00382B8B">
              <w:rPr>
                <w:rFonts w:ascii="Times New Roman" w:hAnsi="Times New Roman" w:cs="Times New Roman"/>
              </w:rPr>
              <w:t xml:space="preserve">дошкольных образовательных организаций города Брянска </w:t>
            </w:r>
          </w:p>
        </w:tc>
        <w:tc>
          <w:tcPr>
            <w:tcW w:w="1276" w:type="dxa"/>
          </w:tcPr>
          <w:p w14:paraId="3B6E606E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14763102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42D36D" w14:textId="4425F12D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3FB5AAD4" w14:textId="013518F2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76763A1" w14:textId="62D026F7" w:rsidR="00BB37F9" w:rsidRPr="009308C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40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465DE73" w14:textId="530B31A9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31395C8" w14:textId="7EA6906A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65CF61" w14:textId="1E0FAF2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9776EEA" w14:textId="77777777" w:rsidTr="00AA52B8">
        <w:tc>
          <w:tcPr>
            <w:tcW w:w="4644" w:type="dxa"/>
          </w:tcPr>
          <w:p w14:paraId="79D31F49" w14:textId="7EC72F28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Увеличение количества мест в муниципальных дошкольных образовательных организациях</w:t>
            </w:r>
          </w:p>
        </w:tc>
        <w:tc>
          <w:tcPr>
            <w:tcW w:w="1276" w:type="dxa"/>
          </w:tcPr>
          <w:p w14:paraId="3364336C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701" w:type="dxa"/>
          </w:tcPr>
          <w:p w14:paraId="26159279" w14:textId="7EF25413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1" w:type="dxa"/>
          </w:tcPr>
          <w:p w14:paraId="24A0F670" w14:textId="6D0AA9C5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1AEF4B" w14:textId="560CDAFF" w:rsidR="00BB37F9" w:rsidRPr="009308CC" w:rsidRDefault="006206A3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A5AEA75" w14:textId="29AF936B" w:rsidR="00BB37F9" w:rsidRPr="00AA4078" w:rsidRDefault="003261F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</w:tcPr>
          <w:p w14:paraId="0CE17F05" w14:textId="54B336AD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D2A7AD" w14:textId="5AC02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5AE721C" w14:textId="77777777" w:rsidTr="00AA52B8">
        <w:tc>
          <w:tcPr>
            <w:tcW w:w="15843" w:type="dxa"/>
            <w:gridSpan w:val="8"/>
          </w:tcPr>
          <w:p w14:paraId="05E6E366" w14:textId="498B1E1B" w:rsidR="00BB37F9" w:rsidRPr="00B40198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Увеличение сети общеобразовательных организаций</w:t>
            </w:r>
          </w:p>
        </w:tc>
      </w:tr>
      <w:tr w:rsidR="00BB37F9" w:rsidRPr="003C76E7" w14:paraId="36000B25" w14:textId="77777777" w:rsidTr="00AA52B8">
        <w:tc>
          <w:tcPr>
            <w:tcW w:w="4644" w:type="dxa"/>
          </w:tcPr>
          <w:p w14:paraId="105C5C8A" w14:textId="58FF7F06" w:rsidR="00BB37F9" w:rsidRPr="00B415C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предпроектных и проектных работ, начало строительства объектов (общее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образование)</w:t>
            </w:r>
          </w:p>
        </w:tc>
        <w:tc>
          <w:tcPr>
            <w:tcW w:w="1276" w:type="dxa"/>
          </w:tcPr>
          <w:p w14:paraId="62DD7DEA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lastRenderedPageBreak/>
              <w:t>количество учреждений</w:t>
            </w:r>
          </w:p>
          <w:p w14:paraId="4256CEBC" w14:textId="636C5BAB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45C968" w14:textId="6634696D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B4C5CB7" w14:textId="4D1FCAB3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6B8DD2B0" w14:textId="15C9977D" w:rsidR="00BB37F9" w:rsidRPr="00B40198" w:rsidRDefault="001E4A2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14:paraId="3AD88DAB" w14:textId="593FA81F" w:rsidR="00BB37F9" w:rsidRPr="00B40198" w:rsidRDefault="00B02BF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0BFA9F9" w14:textId="1C160E7F" w:rsidR="00BB37F9" w:rsidRPr="00B40198" w:rsidRDefault="00886B5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3E8688E" w14:textId="77EBA22E" w:rsidR="00BB37F9" w:rsidRDefault="002154A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2C05F20" w14:textId="77777777" w:rsidTr="00AA52B8">
        <w:tc>
          <w:tcPr>
            <w:tcW w:w="15843" w:type="dxa"/>
            <w:gridSpan w:val="8"/>
          </w:tcPr>
          <w:p w14:paraId="6B032571" w14:textId="1A96D69D" w:rsidR="00BB37F9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BB37F9" w:rsidRPr="003C76E7" w14:paraId="1826A5CB" w14:textId="77777777" w:rsidTr="00AA52B8">
        <w:tc>
          <w:tcPr>
            <w:tcW w:w="4644" w:type="dxa"/>
          </w:tcPr>
          <w:p w14:paraId="4D74C65C" w14:textId="757EFB38" w:rsidR="00BB37F9" w:rsidRPr="00EE67E1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E67E1">
              <w:rPr>
                <w:rFonts w:ascii="Times New Roman" w:hAnsi="Times New Roman" w:cs="Times New Roman"/>
              </w:rPr>
              <w:t>Увеличение количества мест в муниципальных общеобразовательных организациях города Брянска в рамках реализации регионального проекта «Современная школа (Брянская область)»</w:t>
            </w:r>
          </w:p>
        </w:tc>
        <w:tc>
          <w:tcPr>
            <w:tcW w:w="1276" w:type="dxa"/>
          </w:tcPr>
          <w:p w14:paraId="27EB2341" w14:textId="58F31BBA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мест</w:t>
            </w:r>
          </w:p>
          <w:p w14:paraId="13EA87E6" w14:textId="623BB712" w:rsidR="00BB37F9" w:rsidRPr="00152789" w:rsidRDefault="00BB37F9" w:rsidP="00BB3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6C392E" w14:textId="04FB2DA4" w:rsidR="00BB37F9" w:rsidRPr="00EA3543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DDA5D25" w14:textId="264345E0" w:rsidR="00BB37F9" w:rsidRPr="00B4019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563" w:type="dxa"/>
          </w:tcPr>
          <w:p w14:paraId="3D344090" w14:textId="5D0B939B" w:rsidR="00BB37F9" w:rsidRPr="00B40198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89DB25A" w14:textId="34989D56" w:rsidR="00BB37F9" w:rsidRPr="00B40198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701" w:type="dxa"/>
          </w:tcPr>
          <w:p w14:paraId="74CFD898" w14:textId="50353FC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B0B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14:paraId="64B53E5F" w14:textId="393CFC58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AF211AB" w14:textId="77777777" w:rsidTr="00AA52B8">
        <w:trPr>
          <w:trHeight w:val="619"/>
        </w:trPr>
        <w:tc>
          <w:tcPr>
            <w:tcW w:w="4644" w:type="dxa"/>
          </w:tcPr>
          <w:p w14:paraId="4FD6E0DE" w14:textId="77777777" w:rsid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общеобразовательных организаций</w:t>
            </w:r>
          </w:p>
          <w:p w14:paraId="71F331BC" w14:textId="3C381DAA" w:rsidR="00BB37F9" w:rsidRPr="00913F8C" w:rsidRDefault="00BB37F9" w:rsidP="00BB37F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C7F262" w14:textId="7C953EAC" w:rsidR="00BB37F9" w:rsidRPr="00072CF2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AA6176" w14:textId="5C321F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169A6C2" w14:textId="0A01761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2F57D5" w14:textId="50208B43" w:rsidR="00BB37F9" w:rsidRDefault="00E70CD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1C499438" w14:textId="506DAF64" w:rsidR="00BB37F9" w:rsidRDefault="00332DB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4DC7FC56" w14:textId="73A99521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019DAF8" w14:textId="498C467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C344F20" w14:textId="77777777" w:rsidTr="00AA52B8">
        <w:tc>
          <w:tcPr>
            <w:tcW w:w="15843" w:type="dxa"/>
            <w:gridSpan w:val="8"/>
          </w:tcPr>
          <w:p w14:paraId="3AB85226" w14:textId="3F7147CA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сфере дошкольного образования на территории города Брянска</w:t>
            </w:r>
          </w:p>
        </w:tc>
      </w:tr>
      <w:tr w:rsidR="00BB37F9" w:rsidRPr="003C76E7" w14:paraId="3D90375D" w14:textId="77777777" w:rsidTr="00AA52B8">
        <w:tc>
          <w:tcPr>
            <w:tcW w:w="4644" w:type="dxa"/>
          </w:tcPr>
          <w:p w14:paraId="28427BB3" w14:textId="73AC85A1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дошкольных образовательных организаций города к новому учебному году</w:t>
            </w:r>
          </w:p>
        </w:tc>
        <w:tc>
          <w:tcPr>
            <w:tcW w:w="1276" w:type="dxa"/>
          </w:tcPr>
          <w:p w14:paraId="19905A5F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51E7A7E8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3F214E5E" w14:textId="5E68E29F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14:paraId="7BC832E1" w14:textId="3FEC7E78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4A54CD8F" w14:textId="4C19FA95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325ECF7A" w14:textId="54B15F82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7A4A3DB4" w14:textId="0A33D74E" w:rsidR="00BB37F9" w:rsidRPr="00EA3543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0D2E200C" w14:textId="0FAD4915" w:rsidR="00BB37F9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BB37F9" w:rsidRPr="003C76E7" w14:paraId="28E34EE9" w14:textId="77777777" w:rsidTr="00AA52B8">
        <w:tc>
          <w:tcPr>
            <w:tcW w:w="4644" w:type="dxa"/>
          </w:tcPr>
          <w:p w14:paraId="60A8BDCE" w14:textId="3DD0E1A8" w:rsidR="00BB37F9" w:rsidRPr="00181C85" w:rsidRDefault="00A1484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44866B9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3D96A72" w14:textId="70A69F5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14:paraId="76D59045" w14:textId="350360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63" w:type="dxa"/>
          </w:tcPr>
          <w:p w14:paraId="7A0CA6D1" w14:textId="032776C3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52689497" w14:textId="75B0CD29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11937A8" w14:textId="3E37BB30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78D07F" w14:textId="526C5A5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4E674A0" w14:textId="77777777" w:rsidTr="00AA52B8">
        <w:tc>
          <w:tcPr>
            <w:tcW w:w="4644" w:type="dxa"/>
          </w:tcPr>
          <w:p w14:paraId="33571205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E5B075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5352696" w14:textId="0B2486A8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316391D" w14:textId="436F81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</w:tcPr>
          <w:p w14:paraId="5699C14F" w14:textId="6C6E6403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6399E13E" w14:textId="23E32D38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62F6CB" w14:textId="5D4A91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CA29978" w14:textId="21D3DE02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174ACB47" w14:textId="77777777" w:rsidTr="00AA52B8">
        <w:tc>
          <w:tcPr>
            <w:tcW w:w="4644" w:type="dxa"/>
          </w:tcPr>
          <w:p w14:paraId="0814E47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48E3207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E220D3B" w14:textId="69B49836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7B6296B4" w14:textId="46591D07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563" w:type="dxa"/>
          </w:tcPr>
          <w:p w14:paraId="103C646A" w14:textId="61FFC0D9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E4F512" w14:textId="2784C199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59AA715" w14:textId="2B03C015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90887B4" w14:textId="57F8B0F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A7179F1" w14:textId="77777777" w:rsidTr="00AA52B8">
        <w:tc>
          <w:tcPr>
            <w:tcW w:w="4644" w:type="dxa"/>
          </w:tcPr>
          <w:p w14:paraId="2B650FD4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F1CF1D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4776773" w14:textId="4BA81AF7" w:rsidR="00BB37F9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23C8A183" w14:textId="205C9372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</w:tcPr>
          <w:p w14:paraId="62E8E672" w14:textId="3DBF4824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1BDD84AC" w14:textId="1ABB8E97" w:rsidR="00BB37F9" w:rsidRPr="006518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C378B7C" w14:textId="0F60FB5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EED516" w14:textId="7AAAD7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6F9DD0" w14:textId="77777777" w:rsidTr="00AA52B8">
        <w:tc>
          <w:tcPr>
            <w:tcW w:w="4644" w:type="dxa"/>
          </w:tcPr>
          <w:p w14:paraId="09DA707C" w14:textId="77777777" w:rsidR="00C16F8E" w:rsidRDefault="00BB37F9" w:rsidP="00C16F8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Количество выплат по компенсации части родительской платы в образовательных организациях, реализующих образовательную программу дошкольного образования</w:t>
            </w:r>
          </w:p>
          <w:p w14:paraId="6E60014B" w14:textId="25924FA7" w:rsidR="00C16F8E" w:rsidRPr="00C16F8E" w:rsidRDefault="00C16F8E" w:rsidP="00C16F8E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741E8611" w14:textId="77777777" w:rsidR="00BB37F9" w:rsidRPr="00594FB5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94FB5">
              <w:rPr>
                <w:rFonts w:ascii="Times New Roman" w:hAnsi="Times New Roman" w:cs="Times New Roman"/>
              </w:rPr>
              <w:t>оличество выплат</w:t>
            </w:r>
          </w:p>
        </w:tc>
        <w:tc>
          <w:tcPr>
            <w:tcW w:w="1701" w:type="dxa"/>
          </w:tcPr>
          <w:p w14:paraId="520A22B3" w14:textId="5D996594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494C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561" w:type="dxa"/>
          </w:tcPr>
          <w:p w14:paraId="69E215DA" w14:textId="433CEB48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9F4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1563" w:type="dxa"/>
          </w:tcPr>
          <w:p w14:paraId="216D2A75" w14:textId="633D4E4B" w:rsidR="00BB37F9" w:rsidRPr="00F5324A" w:rsidRDefault="00EE6B0B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192 735</w:t>
            </w:r>
          </w:p>
        </w:tc>
        <w:tc>
          <w:tcPr>
            <w:tcW w:w="1696" w:type="dxa"/>
          </w:tcPr>
          <w:p w14:paraId="7402914F" w14:textId="551ADC23" w:rsidR="00BB37F9" w:rsidRPr="00717635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2741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</w:tcPr>
          <w:p w14:paraId="218D767E" w14:textId="4728EE7E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  <w:tc>
          <w:tcPr>
            <w:tcW w:w="1701" w:type="dxa"/>
          </w:tcPr>
          <w:p w14:paraId="4B077DBD" w14:textId="4591CB31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</w:tr>
      <w:tr w:rsidR="00BB37F9" w:rsidRPr="003C76E7" w14:paraId="1E3BA9DF" w14:textId="77777777" w:rsidTr="00AA52B8">
        <w:tc>
          <w:tcPr>
            <w:tcW w:w="4644" w:type="dxa"/>
          </w:tcPr>
          <w:p w14:paraId="4A0632D1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6AD8584F" w14:textId="77777777" w:rsidR="00BB37F9" w:rsidRPr="000643A7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08C0CD7B" w14:textId="7428AB60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6797A80B" w14:textId="60DAC1E5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016AF53" w14:textId="553A3492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6" w:type="dxa"/>
          </w:tcPr>
          <w:p w14:paraId="4150CA42" w14:textId="0DC3BCEF" w:rsidR="00BB37F9" w:rsidRDefault="00115C7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536C2E47" w14:textId="387A00F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8382DA2" w14:textId="072AFFF6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64F7D49" w14:textId="77777777" w:rsidTr="00AA52B8">
        <w:tc>
          <w:tcPr>
            <w:tcW w:w="15843" w:type="dxa"/>
            <w:gridSpan w:val="8"/>
          </w:tcPr>
          <w:p w14:paraId="71F099F7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общего образования на территории города Брянска</w:t>
            </w:r>
          </w:p>
        </w:tc>
      </w:tr>
      <w:tr w:rsidR="00BB37F9" w:rsidRPr="003C76E7" w14:paraId="64C9B3A3" w14:textId="77777777" w:rsidTr="00AA52B8">
        <w:tc>
          <w:tcPr>
            <w:tcW w:w="4644" w:type="dxa"/>
          </w:tcPr>
          <w:p w14:paraId="22862A5F" w14:textId="1C8CFD24" w:rsidR="00BB37F9" w:rsidRPr="00530940" w:rsidRDefault="00530940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530940">
              <w:rPr>
                <w:rFonts w:ascii="Times New Roman" w:hAnsi="Times New Roman"/>
                <w:sz w:val="23"/>
                <w:szCs w:val="23"/>
              </w:rPr>
              <w:t xml:space="preserve">Доля обучающихся среднего и старшего звена, получающих общее образование в муниципальных образовательных организациях города, обеспеченных питанием </w:t>
            </w:r>
            <w:r w:rsidRPr="00530940">
              <w:rPr>
                <w:rFonts w:ascii="Times New Roman" w:hAnsi="Times New Roman"/>
                <w:color w:val="000000"/>
                <w:sz w:val="23"/>
                <w:szCs w:val="23"/>
              </w:rPr>
              <w:t>в рамках установленных нормативов, к общему количеству обучающихся среднего и старшего звена, получающих общее 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014319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1C0293A" w14:textId="486764B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3FA8410" w14:textId="1F63C7C6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6CA94C86" w14:textId="26D62E2D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35E9B47B" w14:textId="01B6304B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1BD99A4" w14:textId="45676CB6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1BC02F1" w14:textId="3BC00F90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0E23670A" w14:textId="77777777" w:rsidTr="00AA52B8">
        <w:tc>
          <w:tcPr>
            <w:tcW w:w="4644" w:type="dxa"/>
          </w:tcPr>
          <w:p w14:paraId="28FD571F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обще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города к новому учебному году</w:t>
            </w:r>
          </w:p>
        </w:tc>
        <w:tc>
          <w:tcPr>
            <w:tcW w:w="1276" w:type="dxa"/>
          </w:tcPr>
          <w:p w14:paraId="1A04111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291138A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14B69A69" w14:textId="2BC25631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C4E75C7" w14:textId="0D4D18E7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3" w:type="dxa"/>
          </w:tcPr>
          <w:p w14:paraId="29091FA6" w14:textId="0FA44AD5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14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5E0FDA4D" w14:textId="4F9DA254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136A241" w14:textId="7D673EEE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47FB48C4" w14:textId="27332C8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37F9" w:rsidRPr="003C76E7" w14:paraId="7BCAADD9" w14:textId="77777777" w:rsidTr="00AA52B8">
        <w:tc>
          <w:tcPr>
            <w:tcW w:w="4644" w:type="dxa"/>
          </w:tcPr>
          <w:p w14:paraId="71479A52" w14:textId="31ADE843" w:rsidR="00BB37F9" w:rsidRPr="00F4367D" w:rsidRDefault="004F3144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общеобразовательных организаций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>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62F82BF4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5BB2CB2" w14:textId="47D27AA4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1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1" w:type="dxa"/>
          </w:tcPr>
          <w:p w14:paraId="58AE8892" w14:textId="233DF4D6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63" w:type="dxa"/>
          </w:tcPr>
          <w:p w14:paraId="3ABA360F" w14:textId="50A026B0" w:rsidR="00BB37F9" w:rsidRPr="00F4367D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551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696" w:type="dxa"/>
          </w:tcPr>
          <w:p w14:paraId="14B8C24E" w14:textId="4A5B5EFC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02F08C" w14:textId="2E57B38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ED2E5E6" w14:textId="30D84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1EACE73" w14:textId="77777777" w:rsidTr="00AA52B8">
        <w:tc>
          <w:tcPr>
            <w:tcW w:w="4644" w:type="dxa"/>
          </w:tcPr>
          <w:p w14:paraId="297C636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3FF47B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136EAEF1" w14:textId="4B6FD0DA" w:rsidR="00BB37F9" w:rsidRPr="00530686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83A1245" w14:textId="63C16847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3" w:type="dxa"/>
          </w:tcPr>
          <w:p w14:paraId="06DB95D2" w14:textId="41550116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10F47F8" w14:textId="2E482D2B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48D527" w14:textId="21F98D62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260DC3" w14:textId="7430C525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671A63A" w14:textId="77777777" w:rsidTr="00AA52B8">
        <w:tc>
          <w:tcPr>
            <w:tcW w:w="4644" w:type="dxa"/>
          </w:tcPr>
          <w:p w14:paraId="07FEFF1A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C8D3C72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3154BD81" w14:textId="4828B005" w:rsidR="00BB37F9" w:rsidRPr="00494CA9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1" w:type="dxa"/>
          </w:tcPr>
          <w:p w14:paraId="1AF6BA68" w14:textId="262B6F03" w:rsidR="00BB37F9" w:rsidRPr="00494CA9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3" w:type="dxa"/>
          </w:tcPr>
          <w:p w14:paraId="0659F8A2" w14:textId="751773B1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4A411F4" w14:textId="2E8ECF41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55192D5" w14:textId="37B1C8F4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7AE361" w14:textId="0E08172D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3CDE9CA" w14:textId="77777777" w:rsidTr="00AA52B8">
        <w:tc>
          <w:tcPr>
            <w:tcW w:w="4644" w:type="dxa"/>
          </w:tcPr>
          <w:p w14:paraId="346D00A9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4BF2EBB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4570A5E2" w14:textId="16DB2878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0D98A2CD" w14:textId="2D743574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3AA41D4" w14:textId="7AD33616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25AC3410" w14:textId="7F40BC8E" w:rsidR="00BB37F9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A561FAE" w14:textId="08987C7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50A3632" w14:textId="7D65692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0C159FC" w14:textId="77777777" w:rsidTr="00AA52B8">
        <w:tc>
          <w:tcPr>
            <w:tcW w:w="4644" w:type="dxa"/>
          </w:tcPr>
          <w:p w14:paraId="6D8ECB1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A13047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69FC0B7" w14:textId="5661EBE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19B12B1D" w14:textId="303D6FC0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3CCFA9F6" w14:textId="2795EEC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5B82593" w14:textId="3DF505EE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4863EC4" w14:textId="7BF14E8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D2287D2" w14:textId="1529203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A392395" w14:textId="77777777" w:rsidTr="00AA52B8">
        <w:tc>
          <w:tcPr>
            <w:tcW w:w="4644" w:type="dxa"/>
          </w:tcPr>
          <w:p w14:paraId="34A5D21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276" w:type="dxa"/>
          </w:tcPr>
          <w:p w14:paraId="5879A960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4E63ACBA" w14:textId="735F884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60E64824" w14:textId="2C3884A8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D6A6E7B" w14:textId="0E2ADBE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771D69FA" w14:textId="1D441639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77A16B" w14:textId="58155D9A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E785A9E" w14:textId="33EFAA2B" w:rsidR="00BB37F9" w:rsidRPr="00DB7B0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B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7405FB50" w14:textId="77777777" w:rsidTr="00AA52B8">
        <w:tc>
          <w:tcPr>
            <w:tcW w:w="4644" w:type="dxa"/>
          </w:tcPr>
          <w:p w14:paraId="7D16574C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276" w:type="dxa"/>
          </w:tcPr>
          <w:p w14:paraId="5D1FF286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2DA7D885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1B2A37FE" w14:textId="7E060641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1" w:type="dxa"/>
          </w:tcPr>
          <w:p w14:paraId="3DB2BE4D" w14:textId="23991D6C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0D3B5E34" w14:textId="6949B518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6" w:type="dxa"/>
          </w:tcPr>
          <w:p w14:paraId="39999648" w14:textId="778371AB" w:rsidR="00BB37F9" w:rsidRPr="00C26D70" w:rsidRDefault="0046422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4271422" w14:textId="6C790BE3" w:rsidR="00BB37F9" w:rsidRPr="00C26D70" w:rsidRDefault="00BB293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A3C3D3B" w14:textId="454C2680" w:rsidR="00BB37F9" w:rsidRPr="00C26D70" w:rsidRDefault="003D43A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9DB5324" w14:textId="77777777" w:rsidTr="00AA52B8">
        <w:tc>
          <w:tcPr>
            <w:tcW w:w="4644" w:type="dxa"/>
          </w:tcPr>
          <w:p w14:paraId="24872812" w14:textId="77777777" w:rsidR="00BB37F9" w:rsidRPr="00EF1D58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F1D58">
              <w:rPr>
                <w:rFonts w:ascii="Times New Roman" w:hAnsi="Times New Roman" w:cs="Times New Roman"/>
                <w:sz w:val="23"/>
                <w:szCs w:val="23"/>
              </w:rPr>
              <w:t>Количество муниципальных образовательных организаций, в которых проведена 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1276" w:type="dxa"/>
          </w:tcPr>
          <w:p w14:paraId="701905B1" w14:textId="77777777" w:rsidR="00BB37F9" w:rsidRPr="002764E4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AFC3843" w14:textId="57FDA51E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561" w:type="dxa"/>
          </w:tcPr>
          <w:p w14:paraId="0907179E" w14:textId="2B5AFEE0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3" w:type="dxa"/>
          </w:tcPr>
          <w:p w14:paraId="7021C17E" w14:textId="75F77138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5A08E859" w14:textId="41D360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2C675A0" w14:textId="653BF6E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9B460E" w14:textId="321319B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763E9F7" w14:textId="77777777" w:rsidTr="00AA52B8">
        <w:tc>
          <w:tcPr>
            <w:tcW w:w="4644" w:type="dxa"/>
          </w:tcPr>
          <w:p w14:paraId="32AE3E39" w14:textId="54A54A6D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6195E1B4" w14:textId="2EDBC3F2" w:rsidR="00BB37F9" w:rsidRPr="000643A7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4E009DCB" w14:textId="3D4655EC" w:rsidR="00BB37F9" w:rsidRDefault="00FA4E9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08B241B3" w14:textId="7265B3A8" w:rsidR="00BB37F9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398F3869" w14:textId="758080CB" w:rsidR="00BB37F9" w:rsidRDefault="0061297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4673D974" w14:textId="2D151241" w:rsidR="00BB37F9" w:rsidRDefault="002B644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14:paraId="656A11A7" w14:textId="09F45F0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341DB1" w14:textId="7EEDA03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A8B00B" w14:textId="77777777" w:rsidTr="00AA52B8">
        <w:tc>
          <w:tcPr>
            <w:tcW w:w="15843" w:type="dxa"/>
            <w:gridSpan w:val="8"/>
          </w:tcPr>
          <w:p w14:paraId="7CB0B8A6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дополнительного образования на территории города Брянска</w:t>
            </w:r>
          </w:p>
        </w:tc>
      </w:tr>
      <w:tr w:rsidR="00BB37F9" w:rsidRPr="003C76E7" w14:paraId="65D82606" w14:textId="77777777" w:rsidTr="00AA52B8">
        <w:tc>
          <w:tcPr>
            <w:tcW w:w="4644" w:type="dxa"/>
          </w:tcPr>
          <w:p w14:paraId="3C7653AA" w14:textId="023DDBDA" w:rsidR="00BB37F9" w:rsidRPr="00D64F26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Доля детей в возрасте 5-18 лет, получающих услуги дополнительного образования в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муниципальных организациях дополнительного образования детей</w:t>
            </w:r>
          </w:p>
        </w:tc>
        <w:tc>
          <w:tcPr>
            <w:tcW w:w="1276" w:type="dxa"/>
          </w:tcPr>
          <w:p w14:paraId="2274670B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701" w:type="dxa"/>
          </w:tcPr>
          <w:p w14:paraId="66A1D302" w14:textId="17727095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1" w:type="dxa"/>
          </w:tcPr>
          <w:p w14:paraId="6928CE8A" w14:textId="0C6934DC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3" w:type="dxa"/>
          </w:tcPr>
          <w:p w14:paraId="5D8863AA" w14:textId="451BF43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8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6" w:type="dxa"/>
          </w:tcPr>
          <w:p w14:paraId="5464614D" w14:textId="5C748917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29F59A12" w14:textId="7DBC3083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4E2468E0" w14:textId="34FE8F28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37F9" w:rsidRPr="003C76E7" w14:paraId="2494A085" w14:textId="77777777" w:rsidTr="00AA52B8">
        <w:tc>
          <w:tcPr>
            <w:tcW w:w="4644" w:type="dxa"/>
          </w:tcPr>
          <w:p w14:paraId="4F0AC0A8" w14:textId="77777777" w:rsidR="00BB37F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организаций города дополнительного образования детей к новому учебному году</w:t>
            </w:r>
          </w:p>
          <w:p w14:paraId="3037AD6A" w14:textId="77777777" w:rsidR="005D5E62" w:rsidRPr="00F4367D" w:rsidRDefault="005D5E62" w:rsidP="005D5E62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304914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41470FFD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5E3D2EA8" w14:textId="379E06C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6C33C363" w14:textId="3B1D97A4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18DB9D6F" w14:textId="1F19965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3C337787" w14:textId="33A91EC2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D7D4578" w14:textId="7A0DD72F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9DED4BF" w14:textId="6604AA5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37F9" w:rsidRPr="003C76E7" w14:paraId="6F649B05" w14:textId="77777777" w:rsidTr="00AA52B8">
        <w:tc>
          <w:tcPr>
            <w:tcW w:w="4644" w:type="dxa"/>
          </w:tcPr>
          <w:p w14:paraId="1062F72C" w14:textId="036A036C" w:rsidR="00BB37F9" w:rsidRPr="00F4367D" w:rsidRDefault="008A5E6E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3FB0FBE5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03BC60C7" w14:textId="12D02EA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14:paraId="6CD96AF0" w14:textId="79A52EF8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63" w:type="dxa"/>
          </w:tcPr>
          <w:p w14:paraId="6BE85F50" w14:textId="792865F7" w:rsidR="00BB37F9" w:rsidRPr="009308CC" w:rsidRDefault="009F42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F60B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696" w:type="dxa"/>
          </w:tcPr>
          <w:p w14:paraId="4C9D7014" w14:textId="0E1C7249" w:rsidR="00BB37F9" w:rsidRPr="005306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EE19E62" w14:textId="7E2FF14B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085FDC1" w14:textId="1039B79C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C60280A" w14:textId="77777777" w:rsidTr="00AA52B8">
        <w:tc>
          <w:tcPr>
            <w:tcW w:w="4644" w:type="dxa"/>
          </w:tcPr>
          <w:p w14:paraId="019BFAB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7EE0789" w14:textId="77777777" w:rsidR="00BB37F9" w:rsidRPr="00B21E5A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21E5A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61A3F06E" w14:textId="1048C91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94B9336" w14:textId="3496A7FB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35B6400" w14:textId="4D6867E3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417FE43" w14:textId="7974CE15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8214E7" w14:textId="11130726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4689D1C" w14:textId="1145937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44718E5" w14:textId="77777777" w:rsidTr="00AA52B8">
        <w:tc>
          <w:tcPr>
            <w:tcW w:w="4644" w:type="dxa"/>
          </w:tcPr>
          <w:p w14:paraId="3FED04F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02E53368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2DF1D9ED" w14:textId="27D2CABD" w:rsidR="00BB37F9" w:rsidRPr="00530686" w:rsidRDefault="003C288D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324214F8" w14:textId="021082DF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14:paraId="2C2B3D98" w14:textId="39665A8A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1E6BF59" w14:textId="00BE43B8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47659D" w14:textId="1E38AAC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121F49" w14:textId="35382EFA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5DC" w:rsidRPr="003C76E7" w14:paraId="1A882E24" w14:textId="77777777" w:rsidTr="00AA52B8">
        <w:tc>
          <w:tcPr>
            <w:tcW w:w="4644" w:type="dxa"/>
          </w:tcPr>
          <w:p w14:paraId="3AD15B86" w14:textId="46A8CDD9" w:rsidR="004415DC" w:rsidRPr="00F4367D" w:rsidRDefault="004415DC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0CB0E997" w14:textId="2EBBE38D" w:rsidR="004415DC" w:rsidRPr="002A4E39" w:rsidRDefault="004415DC" w:rsidP="004415DC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7"/>
                <w:szCs w:val="17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79FE0B63" w14:textId="7915670B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2207C463" w14:textId="451F147F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F05C157" w14:textId="54621D95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AD6E300" w14:textId="788C3A5B" w:rsidR="004415DC" w:rsidRPr="00924F6B" w:rsidRDefault="00F63B1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0CF39E9" w14:textId="05A59C6A" w:rsidR="004415DC" w:rsidRPr="00924F6B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8ED815B" w14:textId="3D6E32C6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07B6C13" w14:textId="77777777" w:rsidTr="00AA52B8">
        <w:tc>
          <w:tcPr>
            <w:tcW w:w="15843" w:type="dxa"/>
            <w:gridSpan w:val="8"/>
          </w:tcPr>
          <w:p w14:paraId="423E70D5" w14:textId="5F7DACED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5.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образования на территории города Брянска</w:t>
            </w:r>
          </w:p>
        </w:tc>
      </w:tr>
      <w:tr w:rsidR="00BB37F9" w:rsidRPr="003C76E7" w14:paraId="3CA85F18" w14:textId="77777777" w:rsidTr="00AA52B8">
        <w:tc>
          <w:tcPr>
            <w:tcW w:w="4644" w:type="dxa"/>
          </w:tcPr>
          <w:p w14:paraId="49EE06CB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нормативных условий для сохранения сети муниципальных оздоровительных учреждений</w:t>
            </w:r>
          </w:p>
        </w:tc>
        <w:tc>
          <w:tcPr>
            <w:tcW w:w="1276" w:type="dxa"/>
          </w:tcPr>
          <w:p w14:paraId="4B87772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F40CF5" w14:textId="564817C1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7BA1E665" w14:textId="614140E1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0D10B744" w14:textId="32AEA289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555367DF" w14:textId="709E3E01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BC4AA61" w14:textId="01BD9D36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2C9394F" w14:textId="064BE523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03B7D809" w14:textId="77777777" w:rsidTr="00AA52B8">
        <w:tc>
          <w:tcPr>
            <w:tcW w:w="4644" w:type="dxa"/>
          </w:tcPr>
          <w:p w14:paraId="2254FBE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работы лагерей с дневным пребыванием детей</w:t>
            </w:r>
          </w:p>
        </w:tc>
        <w:tc>
          <w:tcPr>
            <w:tcW w:w="1276" w:type="dxa"/>
          </w:tcPr>
          <w:p w14:paraId="315195A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количество учащихся</w:t>
            </w:r>
          </w:p>
        </w:tc>
        <w:tc>
          <w:tcPr>
            <w:tcW w:w="1701" w:type="dxa"/>
          </w:tcPr>
          <w:p w14:paraId="6817A394" w14:textId="77777777" w:rsidR="00FE10C5" w:rsidRPr="009308CC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  <w:p w14:paraId="21E615DC" w14:textId="1E56195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2E160A2" w14:textId="1298CD33" w:rsidR="00BB37F9" w:rsidRPr="00530686" w:rsidRDefault="00165927" w:rsidP="00FE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563" w:type="dxa"/>
          </w:tcPr>
          <w:p w14:paraId="4DA693A6" w14:textId="77777777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  <w:p w14:paraId="4A7E8570" w14:textId="7777777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D66BD78" w14:textId="0A7B2A2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697F9236" w14:textId="320C61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5E1917ED" w14:textId="3300D91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</w:tr>
      <w:tr w:rsidR="00BB37F9" w:rsidRPr="003C76E7" w14:paraId="598449E5" w14:textId="77777777" w:rsidTr="00AA52B8">
        <w:trPr>
          <w:trHeight w:val="621"/>
        </w:trPr>
        <w:tc>
          <w:tcPr>
            <w:tcW w:w="4644" w:type="dxa"/>
          </w:tcPr>
          <w:p w14:paraId="3EE78B31" w14:textId="771EA058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именных муниципальных стипендий города Брянска</w:t>
            </w:r>
          </w:p>
        </w:tc>
        <w:tc>
          <w:tcPr>
            <w:tcW w:w="1276" w:type="dxa"/>
          </w:tcPr>
          <w:p w14:paraId="53D399F0" w14:textId="77777777" w:rsidR="00BB37F9" w:rsidRPr="00F05E1E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E1E">
              <w:rPr>
                <w:rFonts w:ascii="Times New Roman" w:hAnsi="Times New Roman" w:cs="Times New Roman"/>
                <w:sz w:val="20"/>
                <w:szCs w:val="20"/>
              </w:rPr>
              <w:t>количество стипендиатов</w:t>
            </w:r>
          </w:p>
        </w:tc>
        <w:tc>
          <w:tcPr>
            <w:tcW w:w="1701" w:type="dxa"/>
          </w:tcPr>
          <w:p w14:paraId="77C55C6F" w14:textId="734F607F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1561" w:type="dxa"/>
          </w:tcPr>
          <w:p w14:paraId="6977FCC4" w14:textId="18A132B5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3" w:type="dxa"/>
          </w:tcPr>
          <w:p w14:paraId="3B28E184" w14:textId="7839636E" w:rsidR="00BB37F9" w:rsidRPr="00147DE7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62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96" w:type="dxa"/>
          </w:tcPr>
          <w:p w14:paraId="2A605787" w14:textId="4CA87350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4D0A8FF6" w14:textId="755CA3BE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2941B9DE" w14:textId="74C3D466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B37F9" w:rsidRPr="003C76E7" w14:paraId="4B1AF23A" w14:textId="77777777" w:rsidTr="00AA52B8">
        <w:tc>
          <w:tcPr>
            <w:tcW w:w="4644" w:type="dxa"/>
          </w:tcPr>
          <w:p w14:paraId="4313C4A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мероприятий по профилактике безнадзорности и правонарушений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несовершеннолетних</w:t>
            </w:r>
          </w:p>
        </w:tc>
        <w:tc>
          <w:tcPr>
            <w:tcW w:w="1276" w:type="dxa"/>
          </w:tcPr>
          <w:p w14:paraId="686B710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</w:p>
          <w:p w14:paraId="7CDB6B16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детей и подростков</w:t>
            </w:r>
          </w:p>
        </w:tc>
        <w:tc>
          <w:tcPr>
            <w:tcW w:w="1701" w:type="dxa"/>
          </w:tcPr>
          <w:p w14:paraId="08A81385" w14:textId="39C464FB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561" w:type="dxa"/>
          </w:tcPr>
          <w:p w14:paraId="330197C7" w14:textId="01008563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563" w:type="dxa"/>
          </w:tcPr>
          <w:p w14:paraId="5F288B8D" w14:textId="76FE390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696" w:type="dxa"/>
          </w:tcPr>
          <w:p w14:paraId="317E8D65" w14:textId="11DDA7F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5F03281E" w14:textId="7F8094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1726EB3B" w14:textId="676CF68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BB37F9" w:rsidRPr="003C76E7" w14:paraId="0E159D17" w14:textId="77777777" w:rsidTr="00AA52B8">
        <w:tc>
          <w:tcPr>
            <w:tcW w:w="4644" w:type="dxa"/>
          </w:tcPr>
          <w:p w14:paraId="79939BA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прочих муниципальных 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города Брянска 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EC766E1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2C2A07A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6F9340E2" w14:textId="0D7D35F6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7F2D12C3" w14:textId="0C09D56D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F35BBFF" w14:textId="69E71E2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4B7A1AE6" w14:textId="627D785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6CDBC" w14:textId="027E9333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0EF7984" w14:textId="17B8540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1C0B02AF" w14:textId="77777777" w:rsidTr="00AA52B8">
        <w:tc>
          <w:tcPr>
            <w:tcW w:w="4644" w:type="dxa"/>
          </w:tcPr>
          <w:p w14:paraId="6E38308D" w14:textId="5503047E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Исполнение функций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возложенных на управление образования Брянской городской администрации</w:t>
            </w:r>
          </w:p>
        </w:tc>
        <w:tc>
          <w:tcPr>
            <w:tcW w:w="1276" w:type="dxa"/>
          </w:tcPr>
          <w:p w14:paraId="7CAB901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CC316AC" w14:textId="4CE1CD1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4349A25F" w14:textId="40EA0668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AE6E0D6" w14:textId="5F8C1C1B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64C7924" w14:textId="1D1F1D0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D0163F" w14:textId="4DA9CB52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FF24341" w14:textId="25A2EA0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13EEEBB5" w14:textId="77777777" w:rsidTr="00AA52B8">
        <w:tc>
          <w:tcPr>
            <w:tcW w:w="4644" w:type="dxa"/>
          </w:tcPr>
          <w:p w14:paraId="6D72C6E4" w14:textId="77777777" w:rsidR="00BB37F9" w:rsidRPr="000E7284" w:rsidRDefault="00BB37F9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0E7284">
              <w:rPr>
                <w:rFonts w:ascii="Times New Roman" w:hAnsi="Times New Roman" w:cs="Times New Roman"/>
                <w:color w:val="000000"/>
              </w:rPr>
              <w:t xml:space="preserve">Доля обучающихся по программам общего образования, участвующих в </w:t>
            </w:r>
            <w:r w:rsidRPr="000E7284">
              <w:rPr>
                <w:rFonts w:ascii="Times New Roman" w:hAnsi="Times New Roman" w:cs="Times New Roman"/>
              </w:rPr>
              <w:t xml:space="preserve">муниципальном этапе </w:t>
            </w:r>
            <w:r w:rsidRPr="000E7284">
              <w:rPr>
                <w:rFonts w:ascii="Times New Roman" w:hAnsi="Times New Roman" w:cs="Times New Roman"/>
                <w:color w:val="000000"/>
              </w:rPr>
              <w:t>Всероссийской олимпиады школьников</w:t>
            </w:r>
          </w:p>
        </w:tc>
        <w:tc>
          <w:tcPr>
            <w:tcW w:w="1276" w:type="dxa"/>
          </w:tcPr>
          <w:p w14:paraId="6745186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0C71AB0" w14:textId="60BAF01D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1" w:type="dxa"/>
          </w:tcPr>
          <w:p w14:paraId="5157ACE6" w14:textId="6755F4F4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2B90E107" w14:textId="6E0B614E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6" w:type="dxa"/>
          </w:tcPr>
          <w:p w14:paraId="70158B7A" w14:textId="45A0ED8A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0594C188" w14:textId="49C598E1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36D13BC6" w14:textId="4112E321" w:rsidR="00BB37F9" w:rsidRPr="00380C1A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B37F9" w:rsidRPr="003C76E7" w14:paraId="11B74C7C" w14:textId="77777777" w:rsidTr="00AA52B8">
        <w:trPr>
          <w:trHeight w:val="1129"/>
        </w:trPr>
        <w:tc>
          <w:tcPr>
            <w:tcW w:w="4644" w:type="dxa"/>
          </w:tcPr>
          <w:p w14:paraId="4FD52AE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и проведение городских праздничных и других мероприятий с участием обучающихся и работников 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</w:p>
        </w:tc>
        <w:tc>
          <w:tcPr>
            <w:tcW w:w="1276" w:type="dxa"/>
          </w:tcPr>
          <w:p w14:paraId="3FDB1FC8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  <w:r w:rsidRPr="00167F8E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701" w:type="dxa"/>
          </w:tcPr>
          <w:p w14:paraId="7B4DBD0C" w14:textId="77777777" w:rsidR="00FE10C5" w:rsidRPr="006A58CD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45F02EA" w14:textId="53E7B669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9ED19E3" w14:textId="7834CAF7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5BFF9AE1" w14:textId="330810B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B46C4D1" w14:textId="1656D0FD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54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F93CA1" w14:textId="7777777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D4EC9" w14:textId="6897908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14:paraId="6B1625DC" w14:textId="1AF0197B" w:rsidR="00BB37F9" w:rsidRPr="005306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4BB74F59" w14:textId="353158B7" w:rsidR="00BB37F9" w:rsidRPr="00530686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26BEEDC" w14:textId="33AA2F23" w:rsidR="00BB37F9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7BDE06C" w14:textId="77777777" w:rsidTr="00AA52B8">
        <w:trPr>
          <w:trHeight w:val="869"/>
        </w:trPr>
        <w:tc>
          <w:tcPr>
            <w:tcW w:w="4644" w:type="dxa"/>
          </w:tcPr>
          <w:p w14:paraId="3FFDED5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Развитие и укрепление материально-технической базы муниципальных учреждений</w:t>
            </w:r>
          </w:p>
        </w:tc>
        <w:tc>
          <w:tcPr>
            <w:tcW w:w="1276" w:type="dxa"/>
          </w:tcPr>
          <w:p w14:paraId="0B87EB18" w14:textId="77777777" w:rsidR="00BB37F9" w:rsidRPr="00754F5C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754F5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14:paraId="7852B72E" w14:textId="77777777" w:rsidR="00BB37F9" w:rsidRPr="00754F5C" w:rsidRDefault="00BB37F9" w:rsidP="00BB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4A5A26" w14:textId="3BFDB8D8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7710FC9" w14:textId="46783C35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77783C3" w14:textId="39CC99F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F069F7D" w14:textId="793AB78C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C215B78" w14:textId="5CA05F82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6BEFB5D" w14:textId="6A2F201E" w:rsidR="00BB37F9" w:rsidRPr="00440651" w:rsidRDefault="007319E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730027" w14:textId="77777777" w:rsidTr="00AA52B8">
        <w:trPr>
          <w:trHeight w:val="869"/>
        </w:trPr>
        <w:tc>
          <w:tcPr>
            <w:tcW w:w="4644" w:type="dxa"/>
          </w:tcPr>
          <w:p w14:paraId="2A576D92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денежного поощрения лучшим педагогическим работникам города Брянска</w:t>
            </w:r>
          </w:p>
        </w:tc>
        <w:tc>
          <w:tcPr>
            <w:tcW w:w="1276" w:type="dxa"/>
          </w:tcPr>
          <w:p w14:paraId="771347D0" w14:textId="77777777" w:rsidR="00BB37F9" w:rsidRPr="00721ED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8"/>
                <w:szCs w:val="18"/>
              </w:rPr>
            </w:pPr>
            <w:r w:rsidRPr="00721ED9">
              <w:rPr>
                <w:rFonts w:ascii="Times New Roman" w:hAnsi="Times New Roman" w:cs="Times New Roman"/>
                <w:sz w:val="18"/>
                <w:szCs w:val="18"/>
              </w:rPr>
              <w:t>количество педагогических работников</w:t>
            </w:r>
          </w:p>
        </w:tc>
        <w:tc>
          <w:tcPr>
            <w:tcW w:w="1701" w:type="dxa"/>
          </w:tcPr>
          <w:p w14:paraId="39B6E53B" w14:textId="67C53681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</w:tcPr>
          <w:p w14:paraId="3884ED37" w14:textId="61CCE3E9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3" w:type="dxa"/>
          </w:tcPr>
          <w:p w14:paraId="5E8D1638" w14:textId="44264E1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96" w:type="dxa"/>
          </w:tcPr>
          <w:p w14:paraId="659A47DF" w14:textId="4EBEFE8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AC41492" w14:textId="742B402A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7F5607B7" w14:textId="528AFAD8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37F9" w:rsidRPr="003C76E7" w14:paraId="2E16947B" w14:textId="77777777" w:rsidTr="00AA52B8">
        <w:trPr>
          <w:trHeight w:val="1129"/>
        </w:trPr>
        <w:tc>
          <w:tcPr>
            <w:tcW w:w="4644" w:type="dxa"/>
          </w:tcPr>
          <w:p w14:paraId="1C10E8B7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216984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 в рамках реализации программы первичной профилактики «Живая вода» и «Ладья»</w:t>
            </w:r>
          </w:p>
        </w:tc>
        <w:tc>
          <w:tcPr>
            <w:tcW w:w="1276" w:type="dxa"/>
          </w:tcPr>
          <w:p w14:paraId="4FBC803B" w14:textId="77777777" w:rsidR="00BB37F9" w:rsidRPr="00427D20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427D20">
              <w:rPr>
                <w:rFonts w:ascii="Times New Roman" w:hAnsi="Times New Roman" w:cs="Times New Roman"/>
              </w:rPr>
              <w:t>количество групп</w:t>
            </w:r>
          </w:p>
        </w:tc>
        <w:tc>
          <w:tcPr>
            <w:tcW w:w="1701" w:type="dxa"/>
          </w:tcPr>
          <w:p w14:paraId="0D9049C7" w14:textId="645CD99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6B11CF" w14:textId="0F9F81DA" w:rsidR="00BB37F9" w:rsidRDefault="00E91BC3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3" w:type="dxa"/>
          </w:tcPr>
          <w:p w14:paraId="6D972D14" w14:textId="6714B9BC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6" w:type="dxa"/>
          </w:tcPr>
          <w:p w14:paraId="5BA95445" w14:textId="21263C1D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14:paraId="0A12CC96" w14:textId="11CACE84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3F5117" w14:textId="05DBF48C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3524" w:rsidRPr="003C76E7" w14:paraId="32951B21" w14:textId="77777777" w:rsidTr="004222FB">
        <w:trPr>
          <w:trHeight w:val="892"/>
        </w:trPr>
        <w:tc>
          <w:tcPr>
            <w:tcW w:w="4644" w:type="dxa"/>
          </w:tcPr>
          <w:p w14:paraId="7877FB4F" w14:textId="18933621" w:rsidR="00883524" w:rsidRPr="00F4367D" w:rsidRDefault="00E957F5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957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276" w:type="dxa"/>
          </w:tcPr>
          <w:p w14:paraId="2DF10F0B" w14:textId="5B77F85E" w:rsidR="00883524" w:rsidRPr="00427D20" w:rsidRDefault="000D2BCD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3DAF0E4" w14:textId="248018B3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15810C7" w14:textId="614049BE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A8873BE" w14:textId="33A1E4AF" w:rsidR="00883524" w:rsidRPr="00FE2596" w:rsidRDefault="004A5E8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1FCD0483" w14:textId="00435B4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32C9D1" w14:textId="6E2FA56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275218F" w14:textId="165382BC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8A8A8AA" w14:textId="77777777" w:rsidTr="004222FB">
        <w:trPr>
          <w:trHeight w:val="892"/>
        </w:trPr>
        <w:tc>
          <w:tcPr>
            <w:tcW w:w="4644" w:type="dxa"/>
          </w:tcPr>
          <w:p w14:paraId="54CA48EB" w14:textId="503C4CC7" w:rsidR="00966425" w:rsidRPr="00E957F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966425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образования</w:t>
            </w:r>
          </w:p>
        </w:tc>
        <w:tc>
          <w:tcPr>
            <w:tcW w:w="1276" w:type="dxa"/>
          </w:tcPr>
          <w:p w14:paraId="6F5C2F8B" w14:textId="5B947C2A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3E98CEF9" w14:textId="6A6C35D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748FA75" w14:textId="5459759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5BCFF5F" w14:textId="07019D9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0E9DA114" w14:textId="640875D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92D45" w14:textId="339E735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8A81F7" w14:textId="60BC3C4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5FED30B4" w14:textId="77777777" w:rsidTr="00AA52B8">
        <w:trPr>
          <w:trHeight w:val="387"/>
        </w:trPr>
        <w:tc>
          <w:tcPr>
            <w:tcW w:w="15843" w:type="dxa"/>
            <w:gridSpan w:val="8"/>
          </w:tcPr>
          <w:p w14:paraId="334B0435" w14:textId="41608507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B40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</w:tr>
      <w:tr w:rsidR="00966425" w:rsidRPr="003C76E7" w14:paraId="5D9B081D" w14:textId="77777777" w:rsidTr="004222FB">
        <w:trPr>
          <w:trHeight w:val="421"/>
        </w:trPr>
        <w:tc>
          <w:tcPr>
            <w:tcW w:w="4644" w:type="dxa"/>
          </w:tcPr>
          <w:p w14:paraId="29726639" w14:textId="77777777" w:rsidR="00966425" w:rsidRPr="004222FB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</w:rPr>
            </w:pPr>
            <w:r w:rsidRPr="004222FB">
              <w:rPr>
                <w:rFonts w:ascii="Times New Roman" w:hAnsi="Times New Roman" w:cs="Times New Roman"/>
              </w:rPr>
              <w:t>Доля детей в возрасте 5-18 лет, использующих сертификаты персонифицированного финансирования в общей численности детей</w:t>
            </w:r>
          </w:p>
        </w:tc>
        <w:tc>
          <w:tcPr>
            <w:tcW w:w="1276" w:type="dxa"/>
          </w:tcPr>
          <w:p w14:paraId="24C863B6" w14:textId="77777777" w:rsidR="00966425" w:rsidRPr="0015278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36A61023" w14:textId="1DABF5AA" w:rsidR="00966425" w:rsidRPr="00530686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14:paraId="1BC5F272" w14:textId="7DB59424" w:rsidR="00966425" w:rsidRPr="0053068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3" w:type="dxa"/>
          </w:tcPr>
          <w:p w14:paraId="13F2D031" w14:textId="71C15178" w:rsidR="00966425" w:rsidRPr="00B40198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6" w:type="dxa"/>
          </w:tcPr>
          <w:p w14:paraId="652993EE" w14:textId="53B135A1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071D1124" w14:textId="1EE1AFAF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01275957" w14:textId="2D9E0635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425" w:rsidRPr="003C76E7" w14:paraId="6D05485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1F933281" w14:textId="5361E3F6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966425" w:rsidRPr="003C76E7" w14:paraId="649CDF2C" w14:textId="77777777" w:rsidTr="00AA52B8">
        <w:trPr>
          <w:trHeight w:val="420"/>
        </w:trPr>
        <w:tc>
          <w:tcPr>
            <w:tcW w:w="4644" w:type="dxa"/>
          </w:tcPr>
          <w:p w14:paraId="7EB61F4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</w:tcPr>
          <w:p w14:paraId="2BD9EA0A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61F44AFC" w14:textId="0D9A3AAD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ED9F14" w14:textId="70C9AD3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FCB3EE" w14:textId="259C35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628FA06E" w14:textId="50633A6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B0A7640" w14:textId="1B98012D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674A5F" w14:textId="36539F91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2F6909" w14:textId="77777777" w:rsidTr="00AA52B8">
        <w:trPr>
          <w:trHeight w:val="879"/>
        </w:trPr>
        <w:tc>
          <w:tcPr>
            <w:tcW w:w="4644" w:type="dxa"/>
          </w:tcPr>
          <w:p w14:paraId="712A91D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На базе общеобразовательных организаций созданы и функционируют детские технопарки «</w:t>
            </w:r>
            <w:proofErr w:type="spellStart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Кванториум</w:t>
            </w:r>
            <w:proofErr w:type="spellEnd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276" w:type="dxa"/>
          </w:tcPr>
          <w:p w14:paraId="09290247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549214F" w14:textId="3171E82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18F7A10" w14:textId="79E3DA9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584A91A6" w14:textId="3546869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FC28557" w14:textId="1296E32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48233FF" w14:textId="156DDC43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118BDD" w14:textId="411D556B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135F18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43DD709C" w14:textId="758FC6A2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«Создание условий для обучения, отдыха и оздоровления детей и молодежи (Брянская область)»</w:t>
            </w:r>
          </w:p>
        </w:tc>
      </w:tr>
      <w:tr w:rsidR="00966425" w:rsidRPr="003C76E7" w14:paraId="228C1D39" w14:textId="77777777" w:rsidTr="00AA52B8">
        <w:trPr>
          <w:trHeight w:val="556"/>
        </w:trPr>
        <w:tc>
          <w:tcPr>
            <w:tcW w:w="4644" w:type="dxa"/>
          </w:tcPr>
          <w:p w14:paraId="2D80A91B" w14:textId="79D3D032" w:rsidR="006961EE" w:rsidRPr="006961EE" w:rsidRDefault="00966425" w:rsidP="006961E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276" w:type="dxa"/>
          </w:tcPr>
          <w:p w14:paraId="3BE44674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3F6F9B38" w14:textId="656BE255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37A28D55" w14:textId="0579A89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214D57C" w14:textId="04DC5E2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244EED8F" w14:textId="114575C3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2FC5601" w14:textId="2A610D0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57C09AE" w14:textId="46F1D94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6425" w:rsidRPr="003C76E7" w14:paraId="5289ECC6" w14:textId="77777777" w:rsidTr="00AA52B8">
        <w:trPr>
          <w:trHeight w:val="301"/>
        </w:trPr>
        <w:tc>
          <w:tcPr>
            <w:tcW w:w="15843" w:type="dxa"/>
            <w:gridSpan w:val="8"/>
          </w:tcPr>
          <w:p w14:paraId="7449E959" w14:textId="393F6DD8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9.Региональный проект «Решаем вместе»</w:t>
            </w:r>
          </w:p>
        </w:tc>
      </w:tr>
      <w:tr w:rsidR="00966425" w:rsidRPr="003C76E7" w14:paraId="5FB02191" w14:textId="77777777" w:rsidTr="00AA52B8">
        <w:trPr>
          <w:trHeight w:val="585"/>
        </w:trPr>
        <w:tc>
          <w:tcPr>
            <w:tcW w:w="4644" w:type="dxa"/>
          </w:tcPr>
          <w:p w14:paraId="104D4212" w14:textId="143244EB" w:rsidR="00966425" w:rsidRPr="000E7754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Доля реализованных до конца текущего финансового года проектов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 рамках реализации регионального проекта «Решаем вместе»</w:t>
            </w:r>
          </w:p>
        </w:tc>
        <w:tc>
          <w:tcPr>
            <w:tcW w:w="1276" w:type="dxa"/>
          </w:tcPr>
          <w:p w14:paraId="7EEC73B8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020491D" w14:textId="5FCFD183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1A1AD57" w14:textId="0066CBA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28380E1" w14:textId="0856753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9F3F9E6" w14:textId="67AD2B8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FC6E0CF" w14:textId="3C0C3E1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AB24D1" w14:textId="1BA72A7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575099A" w14:textId="77777777" w:rsidTr="00AA52B8">
        <w:trPr>
          <w:trHeight w:val="362"/>
        </w:trPr>
        <w:tc>
          <w:tcPr>
            <w:tcW w:w="15843" w:type="dxa"/>
            <w:gridSpan w:val="8"/>
          </w:tcPr>
          <w:p w14:paraId="54002AC1" w14:textId="1867E37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Региональный проект «Патриотическое воспитание граждан Российской Федерации (Брянская область)»</w:t>
            </w:r>
          </w:p>
        </w:tc>
      </w:tr>
      <w:tr w:rsidR="00966425" w:rsidRPr="003C76E7" w14:paraId="63E735F1" w14:textId="77777777" w:rsidTr="00AA52B8">
        <w:trPr>
          <w:trHeight w:val="585"/>
        </w:trPr>
        <w:tc>
          <w:tcPr>
            <w:tcW w:w="4644" w:type="dxa"/>
          </w:tcPr>
          <w:p w14:paraId="62D31B50" w14:textId="77777777" w:rsidR="0096642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  <w:p w14:paraId="046C9016" w14:textId="4D1FF6FE" w:rsidR="00966425" w:rsidRPr="009E0B70" w:rsidRDefault="00966425" w:rsidP="00966425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3E050BE" w14:textId="0770CF38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7D13C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5F865E11" w14:textId="0DCA3F0F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0D3923C" w14:textId="35D8EAD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563" w:type="dxa"/>
          </w:tcPr>
          <w:p w14:paraId="0F9DDC65" w14:textId="369D861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696" w:type="dxa"/>
          </w:tcPr>
          <w:p w14:paraId="361CC4F1" w14:textId="1245B25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08BC1883" w14:textId="4C11E34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33050D97" w14:textId="769A691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</w:tr>
      <w:tr w:rsidR="00966425" w:rsidRPr="003C76E7" w14:paraId="06B2B111" w14:textId="77777777" w:rsidTr="00801066">
        <w:trPr>
          <w:trHeight w:val="405"/>
        </w:trPr>
        <w:tc>
          <w:tcPr>
            <w:tcW w:w="15843" w:type="dxa"/>
            <w:gridSpan w:val="8"/>
          </w:tcPr>
          <w:p w14:paraId="669895AB" w14:textId="627F2333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>Цифровая образовательная среда (Брянская область)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6425" w:rsidRPr="003C76E7" w14:paraId="48A301E9" w14:textId="77777777" w:rsidTr="00AA52B8">
        <w:trPr>
          <w:trHeight w:val="585"/>
        </w:trPr>
        <w:tc>
          <w:tcPr>
            <w:tcW w:w="4644" w:type="dxa"/>
          </w:tcPr>
          <w:p w14:paraId="248BB3EA" w14:textId="157CA0BF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B75E93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276" w:type="dxa"/>
          </w:tcPr>
          <w:p w14:paraId="114D0BB5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1E81D6CD" w14:textId="53C6E8A2" w:rsidR="00966425" w:rsidRPr="007D13CC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761A3230" w14:textId="713651B7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60452B9" w14:textId="77A10CC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E663A4" w14:textId="710BF20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895BA6" w14:textId="2EF7393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14:paraId="6B8DDDAC" w14:textId="5D5A0EA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7DFEC1" w14:textId="62F0EE30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13EAF5" w14:textId="77777777" w:rsidTr="00F057E0">
        <w:trPr>
          <w:trHeight w:val="430"/>
        </w:trPr>
        <w:tc>
          <w:tcPr>
            <w:tcW w:w="15843" w:type="dxa"/>
            <w:gridSpan w:val="8"/>
          </w:tcPr>
          <w:p w14:paraId="03F4EC25" w14:textId="6F83C04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инициативных проектов</w:t>
            </w:r>
          </w:p>
        </w:tc>
      </w:tr>
      <w:tr w:rsidR="00966425" w:rsidRPr="003C76E7" w14:paraId="5C3D56F9" w14:textId="77777777" w:rsidTr="00AA52B8">
        <w:trPr>
          <w:trHeight w:val="585"/>
        </w:trPr>
        <w:tc>
          <w:tcPr>
            <w:tcW w:w="4644" w:type="dxa"/>
          </w:tcPr>
          <w:p w14:paraId="51F621CD" w14:textId="3E66EAA3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</w:p>
        </w:tc>
        <w:tc>
          <w:tcPr>
            <w:tcW w:w="1276" w:type="dxa"/>
          </w:tcPr>
          <w:p w14:paraId="6A7B9DEC" w14:textId="78BCC0B4" w:rsidR="00966425" w:rsidRPr="002A4E3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23664885" w14:textId="4BF723C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25F8CB5E" w14:textId="52F01F8E" w:rsidR="00966425" w:rsidRDefault="00966425" w:rsidP="009664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549E9FB3" w14:textId="659389B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64618BF6" w14:textId="6817219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D4358D4" w14:textId="5A6FD4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BB3652D" w14:textId="0F26D3C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BAD8638" w14:textId="6A67FC9D" w:rsidR="001B6FFF" w:rsidRPr="00431B7E" w:rsidRDefault="003831DB" w:rsidP="00431B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Главнпециалист</w:t>
      </w:r>
      <w:proofErr w:type="spellEnd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управления образования                                                                                                                                                             Н.А. Латышев</w:t>
      </w:r>
      <w:r w:rsidR="001B6FFF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1B6FFF" w:rsidRPr="001B6FFF">
        <w:rPr>
          <w:rFonts w:ascii="Times New Roman" w:hAnsi="Times New Roman"/>
          <w:bCs/>
          <w:sz w:val="28"/>
          <w:szCs w:val="28"/>
        </w:rPr>
        <w:t xml:space="preserve"> </w:t>
      </w:r>
      <w:r w:rsidR="001B6FFF"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14:paraId="699B419F" w14:textId="007149ED" w:rsidR="001B6FFF" w:rsidRPr="001B6FFF" w:rsidRDefault="001B6FFF" w:rsidP="001B6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Главный специалист управления образования                                                             Н.А. Латышева</w:t>
      </w:r>
    </w:p>
    <w:p w14:paraId="75C0A929" w14:textId="77777777" w:rsidR="001B6FFF" w:rsidRPr="00431B7E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11C4ACA" w14:textId="32530800" w:rsidR="001B6FFF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А.В. Малкин</w:t>
      </w:r>
    </w:p>
    <w:p w14:paraId="4A559D6F" w14:textId="77777777" w:rsidR="001B6FFF" w:rsidRPr="00431B7E" w:rsidRDefault="001B6FFF" w:rsidP="001B6F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84A417A" w14:textId="592636AA" w:rsidR="001B6FFF" w:rsidRPr="00E57B7B" w:rsidRDefault="00816C33" w:rsidP="001B6F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И.о. п</w:t>
      </w:r>
      <w:r w:rsidR="001B6FFF">
        <w:rPr>
          <w:rFonts w:ascii="Times New Roman" w:hAnsi="Times New Roman"/>
          <w:bCs/>
          <w:sz w:val="28"/>
          <w:szCs w:val="28"/>
        </w:rPr>
        <w:t>ерв</w:t>
      </w:r>
      <w:r>
        <w:rPr>
          <w:rFonts w:ascii="Times New Roman" w:hAnsi="Times New Roman"/>
          <w:bCs/>
          <w:sz w:val="28"/>
          <w:szCs w:val="28"/>
        </w:rPr>
        <w:t>ого</w:t>
      </w:r>
      <w:r w:rsidR="001B6FF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</w:t>
      </w:r>
      <w:r w:rsidR="001B6FFF">
        <w:rPr>
          <w:rFonts w:ascii="Times New Roman" w:hAnsi="Times New Roman"/>
          <w:bCs/>
          <w:sz w:val="28"/>
          <w:szCs w:val="28"/>
        </w:rPr>
        <w:t xml:space="preserve"> Главы администрации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Е.В. Качур</w:t>
      </w:r>
    </w:p>
    <w:p w14:paraId="0575E086" w14:textId="63BECB5F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правления образования</w:t>
      </w:r>
    </w:p>
    <w:p w14:paraId="2B0257A4" w14:textId="130F72D5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Брянской городской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458C6" w:rsidRPr="003831DB" w:rsidSect="00B352F0">
      <w:headerReference w:type="default" r:id="rId8"/>
      <w:pgSz w:w="16838" w:h="11906" w:orient="landscape"/>
      <w:pgMar w:top="1701" w:right="567" w:bottom="284" w:left="567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8E6C7" w14:textId="77777777" w:rsidR="00A24058" w:rsidRDefault="00A24058" w:rsidP="005E1820">
      <w:pPr>
        <w:spacing w:after="0" w:line="240" w:lineRule="auto"/>
      </w:pPr>
      <w:r>
        <w:separator/>
      </w:r>
    </w:p>
  </w:endnote>
  <w:endnote w:type="continuationSeparator" w:id="0">
    <w:p w14:paraId="65965A9A" w14:textId="77777777" w:rsidR="00A24058" w:rsidRDefault="00A24058" w:rsidP="005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9EB90" w14:textId="77777777" w:rsidR="00A24058" w:rsidRDefault="00A24058" w:rsidP="005E1820">
      <w:pPr>
        <w:spacing w:after="0" w:line="240" w:lineRule="auto"/>
      </w:pPr>
      <w:r>
        <w:separator/>
      </w:r>
    </w:p>
  </w:footnote>
  <w:footnote w:type="continuationSeparator" w:id="0">
    <w:p w14:paraId="778541EE" w14:textId="77777777" w:rsidR="00A24058" w:rsidRDefault="00A24058" w:rsidP="005E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994062"/>
      <w:docPartObj>
        <w:docPartGallery w:val="Page Numbers (Top of Page)"/>
        <w:docPartUnique/>
      </w:docPartObj>
    </w:sdtPr>
    <w:sdtContent>
      <w:p w14:paraId="24495289" w14:textId="38B4F5CF" w:rsidR="009E7C8F" w:rsidRDefault="009E7C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507AD5" w14:textId="77777777" w:rsidR="002A4783" w:rsidRDefault="002A47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2331F"/>
    <w:multiLevelType w:val="hybridMultilevel"/>
    <w:tmpl w:val="F982A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43DF"/>
    <w:multiLevelType w:val="hybridMultilevel"/>
    <w:tmpl w:val="BD12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D19E1"/>
    <w:multiLevelType w:val="hybridMultilevel"/>
    <w:tmpl w:val="86807A7C"/>
    <w:lvl w:ilvl="0" w:tplc="81E6F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3111">
    <w:abstractNumId w:val="1"/>
  </w:num>
  <w:num w:numId="2" w16cid:durableId="1178885636">
    <w:abstractNumId w:val="2"/>
  </w:num>
  <w:num w:numId="3" w16cid:durableId="142121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820"/>
    <w:rsid w:val="00001EBF"/>
    <w:rsid w:val="000029B3"/>
    <w:rsid w:val="00003C76"/>
    <w:rsid w:val="0000421F"/>
    <w:rsid w:val="00004C19"/>
    <w:rsid w:val="0000616A"/>
    <w:rsid w:val="000109D3"/>
    <w:rsid w:val="0001281B"/>
    <w:rsid w:val="000156B0"/>
    <w:rsid w:val="00016D9A"/>
    <w:rsid w:val="00017B7B"/>
    <w:rsid w:val="000227B4"/>
    <w:rsid w:val="0002295F"/>
    <w:rsid w:val="0002389B"/>
    <w:rsid w:val="00024881"/>
    <w:rsid w:val="00025BA0"/>
    <w:rsid w:val="00025EAD"/>
    <w:rsid w:val="00025FCB"/>
    <w:rsid w:val="00026FBB"/>
    <w:rsid w:val="000345B8"/>
    <w:rsid w:val="00037DEE"/>
    <w:rsid w:val="0004246F"/>
    <w:rsid w:val="00043D51"/>
    <w:rsid w:val="00044AA9"/>
    <w:rsid w:val="000455EF"/>
    <w:rsid w:val="00045779"/>
    <w:rsid w:val="00046CC3"/>
    <w:rsid w:val="0005203C"/>
    <w:rsid w:val="0005346D"/>
    <w:rsid w:val="00053B46"/>
    <w:rsid w:val="00054EDD"/>
    <w:rsid w:val="00055BFF"/>
    <w:rsid w:val="00056FFB"/>
    <w:rsid w:val="00060339"/>
    <w:rsid w:val="0006400C"/>
    <w:rsid w:val="000643A7"/>
    <w:rsid w:val="000652C1"/>
    <w:rsid w:val="00066BEF"/>
    <w:rsid w:val="00067FE0"/>
    <w:rsid w:val="000702B3"/>
    <w:rsid w:val="000711F2"/>
    <w:rsid w:val="00072CF2"/>
    <w:rsid w:val="0007658A"/>
    <w:rsid w:val="00076DBE"/>
    <w:rsid w:val="00080064"/>
    <w:rsid w:val="0008191C"/>
    <w:rsid w:val="00085638"/>
    <w:rsid w:val="00086F6C"/>
    <w:rsid w:val="00090E28"/>
    <w:rsid w:val="000910CD"/>
    <w:rsid w:val="00091B8C"/>
    <w:rsid w:val="00091C38"/>
    <w:rsid w:val="0009270A"/>
    <w:rsid w:val="00092EE2"/>
    <w:rsid w:val="00093682"/>
    <w:rsid w:val="000937CD"/>
    <w:rsid w:val="0009387F"/>
    <w:rsid w:val="00094869"/>
    <w:rsid w:val="000962A3"/>
    <w:rsid w:val="000A1267"/>
    <w:rsid w:val="000A1337"/>
    <w:rsid w:val="000A1C83"/>
    <w:rsid w:val="000A3DA1"/>
    <w:rsid w:val="000A5533"/>
    <w:rsid w:val="000A5933"/>
    <w:rsid w:val="000B043F"/>
    <w:rsid w:val="000B04F1"/>
    <w:rsid w:val="000B0B3A"/>
    <w:rsid w:val="000B0E56"/>
    <w:rsid w:val="000B1309"/>
    <w:rsid w:val="000B15DC"/>
    <w:rsid w:val="000B2B25"/>
    <w:rsid w:val="000B365A"/>
    <w:rsid w:val="000B62DE"/>
    <w:rsid w:val="000B7580"/>
    <w:rsid w:val="000C05EB"/>
    <w:rsid w:val="000C07E0"/>
    <w:rsid w:val="000C0A43"/>
    <w:rsid w:val="000C27D1"/>
    <w:rsid w:val="000C47FC"/>
    <w:rsid w:val="000C6434"/>
    <w:rsid w:val="000C74C0"/>
    <w:rsid w:val="000C7FC0"/>
    <w:rsid w:val="000D1236"/>
    <w:rsid w:val="000D1A78"/>
    <w:rsid w:val="000D2BCD"/>
    <w:rsid w:val="000E388A"/>
    <w:rsid w:val="000E646F"/>
    <w:rsid w:val="000E7284"/>
    <w:rsid w:val="000E7754"/>
    <w:rsid w:val="000F1434"/>
    <w:rsid w:val="000F5433"/>
    <w:rsid w:val="000F6FA9"/>
    <w:rsid w:val="0010033F"/>
    <w:rsid w:val="001049AD"/>
    <w:rsid w:val="0010676D"/>
    <w:rsid w:val="00107DAE"/>
    <w:rsid w:val="001121BC"/>
    <w:rsid w:val="00112C45"/>
    <w:rsid w:val="001148D1"/>
    <w:rsid w:val="00115C76"/>
    <w:rsid w:val="001165FE"/>
    <w:rsid w:val="00120285"/>
    <w:rsid w:val="001243AA"/>
    <w:rsid w:val="0012487E"/>
    <w:rsid w:val="00125147"/>
    <w:rsid w:val="001262AA"/>
    <w:rsid w:val="0012772D"/>
    <w:rsid w:val="00127B06"/>
    <w:rsid w:val="001316B1"/>
    <w:rsid w:val="00131B31"/>
    <w:rsid w:val="00131B91"/>
    <w:rsid w:val="00137868"/>
    <w:rsid w:val="0014102B"/>
    <w:rsid w:val="00141F50"/>
    <w:rsid w:val="0014552F"/>
    <w:rsid w:val="00145B78"/>
    <w:rsid w:val="00147905"/>
    <w:rsid w:val="00147DE7"/>
    <w:rsid w:val="001525E1"/>
    <w:rsid w:val="00156B04"/>
    <w:rsid w:val="0016005F"/>
    <w:rsid w:val="00160ACF"/>
    <w:rsid w:val="00165927"/>
    <w:rsid w:val="00166B20"/>
    <w:rsid w:val="00167B5C"/>
    <w:rsid w:val="00167F8E"/>
    <w:rsid w:val="001710E6"/>
    <w:rsid w:val="00171166"/>
    <w:rsid w:val="001712D8"/>
    <w:rsid w:val="00172B9C"/>
    <w:rsid w:val="0017358E"/>
    <w:rsid w:val="00176E62"/>
    <w:rsid w:val="001777C7"/>
    <w:rsid w:val="00180CA5"/>
    <w:rsid w:val="00181C85"/>
    <w:rsid w:val="00185583"/>
    <w:rsid w:val="00192719"/>
    <w:rsid w:val="00195B40"/>
    <w:rsid w:val="001973CF"/>
    <w:rsid w:val="001A24E0"/>
    <w:rsid w:val="001A3B24"/>
    <w:rsid w:val="001A6F79"/>
    <w:rsid w:val="001B04D8"/>
    <w:rsid w:val="001B084E"/>
    <w:rsid w:val="001B17E1"/>
    <w:rsid w:val="001B2F76"/>
    <w:rsid w:val="001B3B30"/>
    <w:rsid w:val="001B6FFF"/>
    <w:rsid w:val="001C038F"/>
    <w:rsid w:val="001C1E75"/>
    <w:rsid w:val="001C2135"/>
    <w:rsid w:val="001C3F8D"/>
    <w:rsid w:val="001C45E1"/>
    <w:rsid w:val="001C5389"/>
    <w:rsid w:val="001C5FD1"/>
    <w:rsid w:val="001C70C0"/>
    <w:rsid w:val="001C74DA"/>
    <w:rsid w:val="001C79CB"/>
    <w:rsid w:val="001D144F"/>
    <w:rsid w:val="001D508B"/>
    <w:rsid w:val="001D53B2"/>
    <w:rsid w:val="001D6EDD"/>
    <w:rsid w:val="001E0B52"/>
    <w:rsid w:val="001E19DE"/>
    <w:rsid w:val="001E27A8"/>
    <w:rsid w:val="001E3FB0"/>
    <w:rsid w:val="001E454A"/>
    <w:rsid w:val="001E4A2F"/>
    <w:rsid w:val="001E555D"/>
    <w:rsid w:val="001E6847"/>
    <w:rsid w:val="001F305A"/>
    <w:rsid w:val="001F5E0E"/>
    <w:rsid w:val="001F640E"/>
    <w:rsid w:val="001F71A4"/>
    <w:rsid w:val="001F7B92"/>
    <w:rsid w:val="002009F0"/>
    <w:rsid w:val="002056F7"/>
    <w:rsid w:val="0020703F"/>
    <w:rsid w:val="002077D5"/>
    <w:rsid w:val="0021095C"/>
    <w:rsid w:val="002118A5"/>
    <w:rsid w:val="002121DB"/>
    <w:rsid w:val="002154A2"/>
    <w:rsid w:val="00215714"/>
    <w:rsid w:val="00216210"/>
    <w:rsid w:val="00216984"/>
    <w:rsid w:val="0022250A"/>
    <w:rsid w:val="00222AE8"/>
    <w:rsid w:val="002236C3"/>
    <w:rsid w:val="00224842"/>
    <w:rsid w:val="00224CD5"/>
    <w:rsid w:val="00226C51"/>
    <w:rsid w:val="00227CD2"/>
    <w:rsid w:val="0023187E"/>
    <w:rsid w:val="00233AB9"/>
    <w:rsid w:val="00236F00"/>
    <w:rsid w:val="00237A8D"/>
    <w:rsid w:val="00240595"/>
    <w:rsid w:val="002432B9"/>
    <w:rsid w:val="002465F0"/>
    <w:rsid w:val="0025049C"/>
    <w:rsid w:val="00250690"/>
    <w:rsid w:val="00251444"/>
    <w:rsid w:val="0025195E"/>
    <w:rsid w:val="0025611B"/>
    <w:rsid w:val="002565F1"/>
    <w:rsid w:val="002600F4"/>
    <w:rsid w:val="0026036B"/>
    <w:rsid w:val="002604C5"/>
    <w:rsid w:val="00261D4E"/>
    <w:rsid w:val="00262097"/>
    <w:rsid w:val="00263738"/>
    <w:rsid w:val="0026662A"/>
    <w:rsid w:val="00271354"/>
    <w:rsid w:val="0027285D"/>
    <w:rsid w:val="002741E6"/>
    <w:rsid w:val="0027486C"/>
    <w:rsid w:val="002764E4"/>
    <w:rsid w:val="0028286D"/>
    <w:rsid w:val="00282D6B"/>
    <w:rsid w:val="00282F3F"/>
    <w:rsid w:val="0028538C"/>
    <w:rsid w:val="00287705"/>
    <w:rsid w:val="0028797A"/>
    <w:rsid w:val="002919C3"/>
    <w:rsid w:val="0029379A"/>
    <w:rsid w:val="002940D3"/>
    <w:rsid w:val="00294EA7"/>
    <w:rsid w:val="002A1E32"/>
    <w:rsid w:val="002A4783"/>
    <w:rsid w:val="002A4AE7"/>
    <w:rsid w:val="002A4E39"/>
    <w:rsid w:val="002A4EC5"/>
    <w:rsid w:val="002A5410"/>
    <w:rsid w:val="002A5E2B"/>
    <w:rsid w:val="002B1C89"/>
    <w:rsid w:val="002B4BB5"/>
    <w:rsid w:val="002B6448"/>
    <w:rsid w:val="002B6C35"/>
    <w:rsid w:val="002C253F"/>
    <w:rsid w:val="002C2583"/>
    <w:rsid w:val="002C2A88"/>
    <w:rsid w:val="002C3213"/>
    <w:rsid w:val="002C3292"/>
    <w:rsid w:val="002C4197"/>
    <w:rsid w:val="002C429C"/>
    <w:rsid w:val="002C5BEC"/>
    <w:rsid w:val="002C7C73"/>
    <w:rsid w:val="002D6581"/>
    <w:rsid w:val="002D6AF4"/>
    <w:rsid w:val="002D6F6A"/>
    <w:rsid w:val="002E16E0"/>
    <w:rsid w:val="002E2DB0"/>
    <w:rsid w:val="002E34EE"/>
    <w:rsid w:val="002E411D"/>
    <w:rsid w:val="002E424C"/>
    <w:rsid w:val="002E64A2"/>
    <w:rsid w:val="002E7FF4"/>
    <w:rsid w:val="002F0042"/>
    <w:rsid w:val="002F2C9C"/>
    <w:rsid w:val="002F4A16"/>
    <w:rsid w:val="002F700D"/>
    <w:rsid w:val="002F772D"/>
    <w:rsid w:val="002F7A61"/>
    <w:rsid w:val="003033C3"/>
    <w:rsid w:val="00303FD0"/>
    <w:rsid w:val="00311828"/>
    <w:rsid w:val="00312513"/>
    <w:rsid w:val="00312AFF"/>
    <w:rsid w:val="00315F4C"/>
    <w:rsid w:val="0032227A"/>
    <w:rsid w:val="003232D8"/>
    <w:rsid w:val="00323AA7"/>
    <w:rsid w:val="00323C61"/>
    <w:rsid w:val="00324FDC"/>
    <w:rsid w:val="003261F7"/>
    <w:rsid w:val="0033126F"/>
    <w:rsid w:val="00332776"/>
    <w:rsid w:val="003329D0"/>
    <w:rsid w:val="00332DB6"/>
    <w:rsid w:val="00333E9C"/>
    <w:rsid w:val="00335CB7"/>
    <w:rsid w:val="00335E51"/>
    <w:rsid w:val="00337A86"/>
    <w:rsid w:val="00340A2A"/>
    <w:rsid w:val="00344CAF"/>
    <w:rsid w:val="00345B8F"/>
    <w:rsid w:val="00346E0F"/>
    <w:rsid w:val="00350492"/>
    <w:rsid w:val="0035096C"/>
    <w:rsid w:val="00350EF1"/>
    <w:rsid w:val="00351F92"/>
    <w:rsid w:val="00353060"/>
    <w:rsid w:val="0036059C"/>
    <w:rsid w:val="00364FA3"/>
    <w:rsid w:val="003655EA"/>
    <w:rsid w:val="00366B8F"/>
    <w:rsid w:val="00370100"/>
    <w:rsid w:val="00370761"/>
    <w:rsid w:val="00371031"/>
    <w:rsid w:val="00371364"/>
    <w:rsid w:val="00371CF5"/>
    <w:rsid w:val="00375277"/>
    <w:rsid w:val="00375BE1"/>
    <w:rsid w:val="00380C1A"/>
    <w:rsid w:val="00382B8B"/>
    <w:rsid w:val="00382CF9"/>
    <w:rsid w:val="003831DB"/>
    <w:rsid w:val="00383E4E"/>
    <w:rsid w:val="00386236"/>
    <w:rsid w:val="00386F83"/>
    <w:rsid w:val="0039313E"/>
    <w:rsid w:val="00393AAF"/>
    <w:rsid w:val="00394D77"/>
    <w:rsid w:val="0039523A"/>
    <w:rsid w:val="00397A5F"/>
    <w:rsid w:val="003A2018"/>
    <w:rsid w:val="003A5625"/>
    <w:rsid w:val="003A6106"/>
    <w:rsid w:val="003A656E"/>
    <w:rsid w:val="003B068B"/>
    <w:rsid w:val="003B0EE3"/>
    <w:rsid w:val="003B3772"/>
    <w:rsid w:val="003B4C8D"/>
    <w:rsid w:val="003B757A"/>
    <w:rsid w:val="003B7E5A"/>
    <w:rsid w:val="003C011E"/>
    <w:rsid w:val="003C0C90"/>
    <w:rsid w:val="003C288D"/>
    <w:rsid w:val="003C50B5"/>
    <w:rsid w:val="003C6F81"/>
    <w:rsid w:val="003C76E7"/>
    <w:rsid w:val="003D0FA7"/>
    <w:rsid w:val="003D1194"/>
    <w:rsid w:val="003D2333"/>
    <w:rsid w:val="003D2B94"/>
    <w:rsid w:val="003D43AF"/>
    <w:rsid w:val="003D6375"/>
    <w:rsid w:val="003D7011"/>
    <w:rsid w:val="003E38B9"/>
    <w:rsid w:val="003E3F23"/>
    <w:rsid w:val="003F18C8"/>
    <w:rsid w:val="003F3A66"/>
    <w:rsid w:val="003F5047"/>
    <w:rsid w:val="003F635E"/>
    <w:rsid w:val="003F68B7"/>
    <w:rsid w:val="00403EB2"/>
    <w:rsid w:val="00403F79"/>
    <w:rsid w:val="00404F17"/>
    <w:rsid w:val="004114C9"/>
    <w:rsid w:val="00414F0B"/>
    <w:rsid w:val="004222FB"/>
    <w:rsid w:val="0042387D"/>
    <w:rsid w:val="00426011"/>
    <w:rsid w:val="00427D20"/>
    <w:rsid w:val="00431B7E"/>
    <w:rsid w:val="00432416"/>
    <w:rsid w:val="00434E28"/>
    <w:rsid w:val="00436F4C"/>
    <w:rsid w:val="00437778"/>
    <w:rsid w:val="00440093"/>
    <w:rsid w:val="00440651"/>
    <w:rsid w:val="0044091E"/>
    <w:rsid w:val="004414E3"/>
    <w:rsid w:val="004415DC"/>
    <w:rsid w:val="004427BE"/>
    <w:rsid w:val="0044562C"/>
    <w:rsid w:val="00445754"/>
    <w:rsid w:val="004515F6"/>
    <w:rsid w:val="004516B2"/>
    <w:rsid w:val="004544F6"/>
    <w:rsid w:val="004569EA"/>
    <w:rsid w:val="00457646"/>
    <w:rsid w:val="00457868"/>
    <w:rsid w:val="0046374E"/>
    <w:rsid w:val="00464228"/>
    <w:rsid w:val="00470064"/>
    <w:rsid w:val="0047497B"/>
    <w:rsid w:val="00476E7E"/>
    <w:rsid w:val="0047701E"/>
    <w:rsid w:val="00477BA3"/>
    <w:rsid w:val="004916DA"/>
    <w:rsid w:val="004920E2"/>
    <w:rsid w:val="004932DF"/>
    <w:rsid w:val="00494939"/>
    <w:rsid w:val="00494CA9"/>
    <w:rsid w:val="004973AD"/>
    <w:rsid w:val="004A0078"/>
    <w:rsid w:val="004A065F"/>
    <w:rsid w:val="004A1D91"/>
    <w:rsid w:val="004A2CDE"/>
    <w:rsid w:val="004A2D28"/>
    <w:rsid w:val="004A5E84"/>
    <w:rsid w:val="004A610F"/>
    <w:rsid w:val="004A6EDF"/>
    <w:rsid w:val="004B0741"/>
    <w:rsid w:val="004B091C"/>
    <w:rsid w:val="004B30FA"/>
    <w:rsid w:val="004B3464"/>
    <w:rsid w:val="004B3A61"/>
    <w:rsid w:val="004B3AF8"/>
    <w:rsid w:val="004B3B7B"/>
    <w:rsid w:val="004B3F12"/>
    <w:rsid w:val="004C1B69"/>
    <w:rsid w:val="004C5B11"/>
    <w:rsid w:val="004C5E49"/>
    <w:rsid w:val="004C5F5E"/>
    <w:rsid w:val="004D1E70"/>
    <w:rsid w:val="004D2AC1"/>
    <w:rsid w:val="004D3421"/>
    <w:rsid w:val="004D4398"/>
    <w:rsid w:val="004D571A"/>
    <w:rsid w:val="004D7E91"/>
    <w:rsid w:val="004E038A"/>
    <w:rsid w:val="004E0585"/>
    <w:rsid w:val="004E1DF9"/>
    <w:rsid w:val="004E4B55"/>
    <w:rsid w:val="004F1E51"/>
    <w:rsid w:val="004F3144"/>
    <w:rsid w:val="004F4CC8"/>
    <w:rsid w:val="004F7923"/>
    <w:rsid w:val="00500028"/>
    <w:rsid w:val="00505ACF"/>
    <w:rsid w:val="00505B50"/>
    <w:rsid w:val="005061A3"/>
    <w:rsid w:val="005072F0"/>
    <w:rsid w:val="00507598"/>
    <w:rsid w:val="00507807"/>
    <w:rsid w:val="005102F9"/>
    <w:rsid w:val="00510C3B"/>
    <w:rsid w:val="00517505"/>
    <w:rsid w:val="00522536"/>
    <w:rsid w:val="00526340"/>
    <w:rsid w:val="00526357"/>
    <w:rsid w:val="005279C0"/>
    <w:rsid w:val="005304E4"/>
    <w:rsid w:val="00530686"/>
    <w:rsid w:val="00530940"/>
    <w:rsid w:val="00533A89"/>
    <w:rsid w:val="00533EAA"/>
    <w:rsid w:val="0053407E"/>
    <w:rsid w:val="00535F33"/>
    <w:rsid w:val="00536D27"/>
    <w:rsid w:val="00537E67"/>
    <w:rsid w:val="005409E9"/>
    <w:rsid w:val="005440D8"/>
    <w:rsid w:val="00544D61"/>
    <w:rsid w:val="00551257"/>
    <w:rsid w:val="0055504B"/>
    <w:rsid w:val="00557A29"/>
    <w:rsid w:val="00561438"/>
    <w:rsid w:val="00562DCC"/>
    <w:rsid w:val="00563216"/>
    <w:rsid w:val="00570D13"/>
    <w:rsid w:val="00570F1D"/>
    <w:rsid w:val="00573E0D"/>
    <w:rsid w:val="00573EEA"/>
    <w:rsid w:val="00576131"/>
    <w:rsid w:val="0057781F"/>
    <w:rsid w:val="00585E1A"/>
    <w:rsid w:val="0058767B"/>
    <w:rsid w:val="0059034A"/>
    <w:rsid w:val="005946A1"/>
    <w:rsid w:val="00594FB5"/>
    <w:rsid w:val="00596279"/>
    <w:rsid w:val="005979B7"/>
    <w:rsid w:val="005A10B9"/>
    <w:rsid w:val="005A3676"/>
    <w:rsid w:val="005A4976"/>
    <w:rsid w:val="005A4DAF"/>
    <w:rsid w:val="005A5884"/>
    <w:rsid w:val="005A6E23"/>
    <w:rsid w:val="005B0473"/>
    <w:rsid w:val="005B1713"/>
    <w:rsid w:val="005B1BBE"/>
    <w:rsid w:val="005B33ED"/>
    <w:rsid w:val="005B35D7"/>
    <w:rsid w:val="005B4803"/>
    <w:rsid w:val="005B63C9"/>
    <w:rsid w:val="005C4117"/>
    <w:rsid w:val="005C7005"/>
    <w:rsid w:val="005D2B89"/>
    <w:rsid w:val="005D3369"/>
    <w:rsid w:val="005D5E62"/>
    <w:rsid w:val="005D66C0"/>
    <w:rsid w:val="005E0B0D"/>
    <w:rsid w:val="005E0B7C"/>
    <w:rsid w:val="005E0F36"/>
    <w:rsid w:val="005E109F"/>
    <w:rsid w:val="005E1460"/>
    <w:rsid w:val="005E1820"/>
    <w:rsid w:val="005E254B"/>
    <w:rsid w:val="005E546A"/>
    <w:rsid w:val="005E5533"/>
    <w:rsid w:val="005E6F82"/>
    <w:rsid w:val="005F2E74"/>
    <w:rsid w:val="005F36B8"/>
    <w:rsid w:val="005F41F6"/>
    <w:rsid w:val="005F60B9"/>
    <w:rsid w:val="005F6B69"/>
    <w:rsid w:val="005F73F5"/>
    <w:rsid w:val="005F79BF"/>
    <w:rsid w:val="005F7DEC"/>
    <w:rsid w:val="006016A1"/>
    <w:rsid w:val="006020CC"/>
    <w:rsid w:val="00603AA8"/>
    <w:rsid w:val="00604E2B"/>
    <w:rsid w:val="006054EE"/>
    <w:rsid w:val="00606AB8"/>
    <w:rsid w:val="00606B6B"/>
    <w:rsid w:val="00606B6F"/>
    <w:rsid w:val="0061297F"/>
    <w:rsid w:val="00612ED1"/>
    <w:rsid w:val="00617F17"/>
    <w:rsid w:val="006206A3"/>
    <w:rsid w:val="00624464"/>
    <w:rsid w:val="00624A19"/>
    <w:rsid w:val="00627139"/>
    <w:rsid w:val="006271C2"/>
    <w:rsid w:val="006333AB"/>
    <w:rsid w:val="006349BD"/>
    <w:rsid w:val="00636797"/>
    <w:rsid w:val="00646145"/>
    <w:rsid w:val="00651886"/>
    <w:rsid w:val="0065444D"/>
    <w:rsid w:val="006550A2"/>
    <w:rsid w:val="00655B13"/>
    <w:rsid w:val="00655C0B"/>
    <w:rsid w:val="006566D3"/>
    <w:rsid w:val="006577DC"/>
    <w:rsid w:val="00661946"/>
    <w:rsid w:val="00663A56"/>
    <w:rsid w:val="00663F06"/>
    <w:rsid w:val="00664B6E"/>
    <w:rsid w:val="00672846"/>
    <w:rsid w:val="0067287A"/>
    <w:rsid w:val="00673B5C"/>
    <w:rsid w:val="00675972"/>
    <w:rsid w:val="006813AF"/>
    <w:rsid w:val="00686AF8"/>
    <w:rsid w:val="006916F1"/>
    <w:rsid w:val="0069238F"/>
    <w:rsid w:val="006927DE"/>
    <w:rsid w:val="00693267"/>
    <w:rsid w:val="0069438C"/>
    <w:rsid w:val="00695039"/>
    <w:rsid w:val="006961EE"/>
    <w:rsid w:val="00697B74"/>
    <w:rsid w:val="006A1BA9"/>
    <w:rsid w:val="006A22F3"/>
    <w:rsid w:val="006A461A"/>
    <w:rsid w:val="006A58CD"/>
    <w:rsid w:val="006A7071"/>
    <w:rsid w:val="006A7E38"/>
    <w:rsid w:val="006A7F1D"/>
    <w:rsid w:val="006B010F"/>
    <w:rsid w:val="006B1371"/>
    <w:rsid w:val="006B4742"/>
    <w:rsid w:val="006B604F"/>
    <w:rsid w:val="006B754B"/>
    <w:rsid w:val="006C1414"/>
    <w:rsid w:val="006C2616"/>
    <w:rsid w:val="006C51F3"/>
    <w:rsid w:val="006C6B45"/>
    <w:rsid w:val="006C734B"/>
    <w:rsid w:val="006D375C"/>
    <w:rsid w:val="006D4F3D"/>
    <w:rsid w:val="006D5D27"/>
    <w:rsid w:val="006D6AC6"/>
    <w:rsid w:val="006D6F4D"/>
    <w:rsid w:val="006D7885"/>
    <w:rsid w:val="006E36FC"/>
    <w:rsid w:val="006E60C1"/>
    <w:rsid w:val="006F063D"/>
    <w:rsid w:val="006F3D37"/>
    <w:rsid w:val="006F5543"/>
    <w:rsid w:val="006F5BE0"/>
    <w:rsid w:val="006F7616"/>
    <w:rsid w:val="00701FF1"/>
    <w:rsid w:val="007069AD"/>
    <w:rsid w:val="00713061"/>
    <w:rsid w:val="007168EA"/>
    <w:rsid w:val="00717635"/>
    <w:rsid w:val="00720BA1"/>
    <w:rsid w:val="00721C57"/>
    <w:rsid w:val="00721ED9"/>
    <w:rsid w:val="007231E9"/>
    <w:rsid w:val="007256BA"/>
    <w:rsid w:val="00725FA6"/>
    <w:rsid w:val="007317EC"/>
    <w:rsid w:val="007319E5"/>
    <w:rsid w:val="00733A6F"/>
    <w:rsid w:val="007354A7"/>
    <w:rsid w:val="007409D2"/>
    <w:rsid w:val="00745B0A"/>
    <w:rsid w:val="00752EF8"/>
    <w:rsid w:val="00753ADD"/>
    <w:rsid w:val="00753B64"/>
    <w:rsid w:val="00754F5C"/>
    <w:rsid w:val="007607F7"/>
    <w:rsid w:val="00761104"/>
    <w:rsid w:val="00761D6A"/>
    <w:rsid w:val="007621C4"/>
    <w:rsid w:val="007622CA"/>
    <w:rsid w:val="00763B35"/>
    <w:rsid w:val="00764816"/>
    <w:rsid w:val="007648F7"/>
    <w:rsid w:val="00766CF9"/>
    <w:rsid w:val="00767FD6"/>
    <w:rsid w:val="00770F84"/>
    <w:rsid w:val="00772393"/>
    <w:rsid w:val="007737A1"/>
    <w:rsid w:val="00774421"/>
    <w:rsid w:val="0077477D"/>
    <w:rsid w:val="0077558D"/>
    <w:rsid w:val="00775A59"/>
    <w:rsid w:val="00776273"/>
    <w:rsid w:val="007769E7"/>
    <w:rsid w:val="00776F95"/>
    <w:rsid w:val="00784F5D"/>
    <w:rsid w:val="00791F30"/>
    <w:rsid w:val="0079467A"/>
    <w:rsid w:val="00796D43"/>
    <w:rsid w:val="007A23E1"/>
    <w:rsid w:val="007A5C01"/>
    <w:rsid w:val="007B1B72"/>
    <w:rsid w:val="007B5F63"/>
    <w:rsid w:val="007C06EA"/>
    <w:rsid w:val="007C0839"/>
    <w:rsid w:val="007C1A25"/>
    <w:rsid w:val="007C3423"/>
    <w:rsid w:val="007C375A"/>
    <w:rsid w:val="007C3C90"/>
    <w:rsid w:val="007C6A7F"/>
    <w:rsid w:val="007D0DEA"/>
    <w:rsid w:val="007D13CC"/>
    <w:rsid w:val="007D1B05"/>
    <w:rsid w:val="007D27DF"/>
    <w:rsid w:val="007D35F3"/>
    <w:rsid w:val="007D5737"/>
    <w:rsid w:val="007E195E"/>
    <w:rsid w:val="007E2B19"/>
    <w:rsid w:val="007E4B81"/>
    <w:rsid w:val="007E506F"/>
    <w:rsid w:val="007E5142"/>
    <w:rsid w:val="007E5990"/>
    <w:rsid w:val="007E5F52"/>
    <w:rsid w:val="007E7E3C"/>
    <w:rsid w:val="007F17E7"/>
    <w:rsid w:val="007F38F6"/>
    <w:rsid w:val="007F3CFB"/>
    <w:rsid w:val="007F4607"/>
    <w:rsid w:val="007F57D1"/>
    <w:rsid w:val="007F6524"/>
    <w:rsid w:val="007F74FC"/>
    <w:rsid w:val="00801066"/>
    <w:rsid w:val="00803DBF"/>
    <w:rsid w:val="00804ED3"/>
    <w:rsid w:val="008054D4"/>
    <w:rsid w:val="00805B56"/>
    <w:rsid w:val="008062AE"/>
    <w:rsid w:val="00806344"/>
    <w:rsid w:val="00810191"/>
    <w:rsid w:val="00811736"/>
    <w:rsid w:val="008146CD"/>
    <w:rsid w:val="00816C33"/>
    <w:rsid w:val="008172A6"/>
    <w:rsid w:val="00817ABB"/>
    <w:rsid w:val="00817FE0"/>
    <w:rsid w:val="00823641"/>
    <w:rsid w:val="00825AB8"/>
    <w:rsid w:val="00827399"/>
    <w:rsid w:val="00830326"/>
    <w:rsid w:val="00831C35"/>
    <w:rsid w:val="00837B6B"/>
    <w:rsid w:val="0084297A"/>
    <w:rsid w:val="008441BD"/>
    <w:rsid w:val="00845024"/>
    <w:rsid w:val="00846A27"/>
    <w:rsid w:val="00846B6E"/>
    <w:rsid w:val="0085101E"/>
    <w:rsid w:val="00851994"/>
    <w:rsid w:val="00855FFC"/>
    <w:rsid w:val="0085717D"/>
    <w:rsid w:val="00865116"/>
    <w:rsid w:val="00866BCF"/>
    <w:rsid w:val="00870DB8"/>
    <w:rsid w:val="00871492"/>
    <w:rsid w:val="008727D2"/>
    <w:rsid w:val="00874B53"/>
    <w:rsid w:val="0087522F"/>
    <w:rsid w:val="00881222"/>
    <w:rsid w:val="00883125"/>
    <w:rsid w:val="00883524"/>
    <w:rsid w:val="008845E7"/>
    <w:rsid w:val="008853A2"/>
    <w:rsid w:val="008862A6"/>
    <w:rsid w:val="00886B5E"/>
    <w:rsid w:val="0089220F"/>
    <w:rsid w:val="008A2F17"/>
    <w:rsid w:val="008A3CEA"/>
    <w:rsid w:val="008A478D"/>
    <w:rsid w:val="008A59AA"/>
    <w:rsid w:val="008A5E6E"/>
    <w:rsid w:val="008A6C68"/>
    <w:rsid w:val="008A7AA0"/>
    <w:rsid w:val="008B081C"/>
    <w:rsid w:val="008B133E"/>
    <w:rsid w:val="008B2534"/>
    <w:rsid w:val="008B6059"/>
    <w:rsid w:val="008C1CCE"/>
    <w:rsid w:val="008C5A7A"/>
    <w:rsid w:val="008D094B"/>
    <w:rsid w:val="008D4A30"/>
    <w:rsid w:val="008D4CFA"/>
    <w:rsid w:val="008D6530"/>
    <w:rsid w:val="008D6552"/>
    <w:rsid w:val="008E4048"/>
    <w:rsid w:val="008E4B7A"/>
    <w:rsid w:val="008F2D6B"/>
    <w:rsid w:val="008F3269"/>
    <w:rsid w:val="008F44ED"/>
    <w:rsid w:val="008F4FC1"/>
    <w:rsid w:val="00901800"/>
    <w:rsid w:val="0090231C"/>
    <w:rsid w:val="00902D73"/>
    <w:rsid w:val="009054F7"/>
    <w:rsid w:val="009055D6"/>
    <w:rsid w:val="00906342"/>
    <w:rsid w:val="00907B28"/>
    <w:rsid w:val="00910602"/>
    <w:rsid w:val="0091128B"/>
    <w:rsid w:val="009122FD"/>
    <w:rsid w:val="009135DE"/>
    <w:rsid w:val="009136CA"/>
    <w:rsid w:val="00913F8C"/>
    <w:rsid w:val="00914615"/>
    <w:rsid w:val="009151EC"/>
    <w:rsid w:val="009172EE"/>
    <w:rsid w:val="00917528"/>
    <w:rsid w:val="00924348"/>
    <w:rsid w:val="00924F6B"/>
    <w:rsid w:val="009273ED"/>
    <w:rsid w:val="009308CC"/>
    <w:rsid w:val="0093374E"/>
    <w:rsid w:val="00933E0E"/>
    <w:rsid w:val="00934DC5"/>
    <w:rsid w:val="009370D3"/>
    <w:rsid w:val="00940D8E"/>
    <w:rsid w:val="00943706"/>
    <w:rsid w:val="00944B26"/>
    <w:rsid w:val="009458C6"/>
    <w:rsid w:val="00945A4D"/>
    <w:rsid w:val="00945E70"/>
    <w:rsid w:val="00947B94"/>
    <w:rsid w:val="0095004D"/>
    <w:rsid w:val="00951E2E"/>
    <w:rsid w:val="009521C8"/>
    <w:rsid w:val="009537D8"/>
    <w:rsid w:val="009554B1"/>
    <w:rsid w:val="00956781"/>
    <w:rsid w:val="00960A7A"/>
    <w:rsid w:val="00960C92"/>
    <w:rsid w:val="00961B4C"/>
    <w:rsid w:val="00964BCE"/>
    <w:rsid w:val="00965D69"/>
    <w:rsid w:val="00966425"/>
    <w:rsid w:val="00973275"/>
    <w:rsid w:val="00974F18"/>
    <w:rsid w:val="009763DE"/>
    <w:rsid w:val="00976753"/>
    <w:rsid w:val="00977935"/>
    <w:rsid w:val="009805A2"/>
    <w:rsid w:val="00981231"/>
    <w:rsid w:val="00982297"/>
    <w:rsid w:val="009838CA"/>
    <w:rsid w:val="00983B3A"/>
    <w:rsid w:val="00984283"/>
    <w:rsid w:val="00985C2F"/>
    <w:rsid w:val="00987FAC"/>
    <w:rsid w:val="009904B1"/>
    <w:rsid w:val="009941AC"/>
    <w:rsid w:val="00996DB1"/>
    <w:rsid w:val="009A3D85"/>
    <w:rsid w:val="009A4A38"/>
    <w:rsid w:val="009A6478"/>
    <w:rsid w:val="009A732E"/>
    <w:rsid w:val="009B08B1"/>
    <w:rsid w:val="009B3B7E"/>
    <w:rsid w:val="009B42B8"/>
    <w:rsid w:val="009B5998"/>
    <w:rsid w:val="009B698E"/>
    <w:rsid w:val="009C3305"/>
    <w:rsid w:val="009C4C6A"/>
    <w:rsid w:val="009C5915"/>
    <w:rsid w:val="009C6094"/>
    <w:rsid w:val="009D2799"/>
    <w:rsid w:val="009D405B"/>
    <w:rsid w:val="009D557F"/>
    <w:rsid w:val="009D6C41"/>
    <w:rsid w:val="009D7387"/>
    <w:rsid w:val="009D7618"/>
    <w:rsid w:val="009E0428"/>
    <w:rsid w:val="009E0B70"/>
    <w:rsid w:val="009E1361"/>
    <w:rsid w:val="009E344C"/>
    <w:rsid w:val="009E4C13"/>
    <w:rsid w:val="009E519B"/>
    <w:rsid w:val="009E7C8F"/>
    <w:rsid w:val="009E7FF1"/>
    <w:rsid w:val="009F06AE"/>
    <w:rsid w:val="009F1B50"/>
    <w:rsid w:val="009F1B5D"/>
    <w:rsid w:val="009F3314"/>
    <w:rsid w:val="009F33A6"/>
    <w:rsid w:val="009F42F9"/>
    <w:rsid w:val="009F5034"/>
    <w:rsid w:val="009F6998"/>
    <w:rsid w:val="00A007E0"/>
    <w:rsid w:val="00A042CC"/>
    <w:rsid w:val="00A0656B"/>
    <w:rsid w:val="00A12330"/>
    <w:rsid w:val="00A12AC4"/>
    <w:rsid w:val="00A1339B"/>
    <w:rsid w:val="00A13E45"/>
    <w:rsid w:val="00A13F21"/>
    <w:rsid w:val="00A14849"/>
    <w:rsid w:val="00A14FB6"/>
    <w:rsid w:val="00A16BD0"/>
    <w:rsid w:val="00A22B11"/>
    <w:rsid w:val="00A24058"/>
    <w:rsid w:val="00A24C35"/>
    <w:rsid w:val="00A24CDA"/>
    <w:rsid w:val="00A317DA"/>
    <w:rsid w:val="00A35686"/>
    <w:rsid w:val="00A36C44"/>
    <w:rsid w:val="00A36F79"/>
    <w:rsid w:val="00A45008"/>
    <w:rsid w:val="00A4531C"/>
    <w:rsid w:val="00A50BF8"/>
    <w:rsid w:val="00A5337B"/>
    <w:rsid w:val="00A57364"/>
    <w:rsid w:val="00A608A1"/>
    <w:rsid w:val="00A61595"/>
    <w:rsid w:val="00A62C32"/>
    <w:rsid w:val="00A634A6"/>
    <w:rsid w:val="00A64353"/>
    <w:rsid w:val="00A65BAD"/>
    <w:rsid w:val="00A65E23"/>
    <w:rsid w:val="00A6686B"/>
    <w:rsid w:val="00A6720C"/>
    <w:rsid w:val="00A672DB"/>
    <w:rsid w:val="00A74EA9"/>
    <w:rsid w:val="00A773DD"/>
    <w:rsid w:val="00A822B9"/>
    <w:rsid w:val="00A85B60"/>
    <w:rsid w:val="00A90396"/>
    <w:rsid w:val="00A9169A"/>
    <w:rsid w:val="00A93904"/>
    <w:rsid w:val="00A943B8"/>
    <w:rsid w:val="00AA0095"/>
    <w:rsid w:val="00AA02CC"/>
    <w:rsid w:val="00AA4078"/>
    <w:rsid w:val="00AA52B8"/>
    <w:rsid w:val="00AA692C"/>
    <w:rsid w:val="00AA7F66"/>
    <w:rsid w:val="00AB11C2"/>
    <w:rsid w:val="00AB3313"/>
    <w:rsid w:val="00AC1300"/>
    <w:rsid w:val="00AC4DAA"/>
    <w:rsid w:val="00AC6DD9"/>
    <w:rsid w:val="00AD4A42"/>
    <w:rsid w:val="00AD5621"/>
    <w:rsid w:val="00AD562F"/>
    <w:rsid w:val="00AE3651"/>
    <w:rsid w:val="00AE3F97"/>
    <w:rsid w:val="00AE48B4"/>
    <w:rsid w:val="00AE4B24"/>
    <w:rsid w:val="00AE772D"/>
    <w:rsid w:val="00AF0D4C"/>
    <w:rsid w:val="00AF1724"/>
    <w:rsid w:val="00AF3C90"/>
    <w:rsid w:val="00AF4AE7"/>
    <w:rsid w:val="00AF5C4B"/>
    <w:rsid w:val="00AF5F5A"/>
    <w:rsid w:val="00AF7F64"/>
    <w:rsid w:val="00B027DC"/>
    <w:rsid w:val="00B02818"/>
    <w:rsid w:val="00B02BF8"/>
    <w:rsid w:val="00B04DE5"/>
    <w:rsid w:val="00B06C68"/>
    <w:rsid w:val="00B078CD"/>
    <w:rsid w:val="00B07CB1"/>
    <w:rsid w:val="00B132BC"/>
    <w:rsid w:val="00B13B63"/>
    <w:rsid w:val="00B15C90"/>
    <w:rsid w:val="00B15E5B"/>
    <w:rsid w:val="00B175CF"/>
    <w:rsid w:val="00B21E5A"/>
    <w:rsid w:val="00B23201"/>
    <w:rsid w:val="00B2441F"/>
    <w:rsid w:val="00B256C6"/>
    <w:rsid w:val="00B3080B"/>
    <w:rsid w:val="00B31F6F"/>
    <w:rsid w:val="00B352F0"/>
    <w:rsid w:val="00B35997"/>
    <w:rsid w:val="00B35B17"/>
    <w:rsid w:val="00B370E8"/>
    <w:rsid w:val="00B37825"/>
    <w:rsid w:val="00B40198"/>
    <w:rsid w:val="00B4085B"/>
    <w:rsid w:val="00B415C9"/>
    <w:rsid w:val="00B41EE2"/>
    <w:rsid w:val="00B42496"/>
    <w:rsid w:val="00B42AA7"/>
    <w:rsid w:val="00B43074"/>
    <w:rsid w:val="00B45D90"/>
    <w:rsid w:val="00B50ADB"/>
    <w:rsid w:val="00B5195B"/>
    <w:rsid w:val="00B539D2"/>
    <w:rsid w:val="00B56443"/>
    <w:rsid w:val="00B569D7"/>
    <w:rsid w:val="00B56A1D"/>
    <w:rsid w:val="00B56D29"/>
    <w:rsid w:val="00B576F0"/>
    <w:rsid w:val="00B60CAF"/>
    <w:rsid w:val="00B61AA5"/>
    <w:rsid w:val="00B63CA6"/>
    <w:rsid w:val="00B63EF0"/>
    <w:rsid w:val="00B66398"/>
    <w:rsid w:val="00B70236"/>
    <w:rsid w:val="00B74E21"/>
    <w:rsid w:val="00B75E93"/>
    <w:rsid w:val="00B7653A"/>
    <w:rsid w:val="00B76C97"/>
    <w:rsid w:val="00B819B8"/>
    <w:rsid w:val="00B84022"/>
    <w:rsid w:val="00B847AD"/>
    <w:rsid w:val="00B85B70"/>
    <w:rsid w:val="00B86CFB"/>
    <w:rsid w:val="00B90C21"/>
    <w:rsid w:val="00B9778E"/>
    <w:rsid w:val="00BA4192"/>
    <w:rsid w:val="00BA5A2C"/>
    <w:rsid w:val="00BA6354"/>
    <w:rsid w:val="00BA6FBA"/>
    <w:rsid w:val="00BA7F46"/>
    <w:rsid w:val="00BB293E"/>
    <w:rsid w:val="00BB37F9"/>
    <w:rsid w:val="00BB512F"/>
    <w:rsid w:val="00BB7AAC"/>
    <w:rsid w:val="00BC223B"/>
    <w:rsid w:val="00BC2DC6"/>
    <w:rsid w:val="00BC30F0"/>
    <w:rsid w:val="00BC32D8"/>
    <w:rsid w:val="00BC4EF1"/>
    <w:rsid w:val="00BC6B92"/>
    <w:rsid w:val="00BD174A"/>
    <w:rsid w:val="00BD1CF6"/>
    <w:rsid w:val="00BD5541"/>
    <w:rsid w:val="00BE1937"/>
    <w:rsid w:val="00BE36C5"/>
    <w:rsid w:val="00BF0C77"/>
    <w:rsid w:val="00BF347B"/>
    <w:rsid w:val="00BF5BD0"/>
    <w:rsid w:val="00C013AC"/>
    <w:rsid w:val="00C01A9A"/>
    <w:rsid w:val="00C01EB8"/>
    <w:rsid w:val="00C020BC"/>
    <w:rsid w:val="00C03905"/>
    <w:rsid w:val="00C0467E"/>
    <w:rsid w:val="00C04D7F"/>
    <w:rsid w:val="00C0577C"/>
    <w:rsid w:val="00C06E87"/>
    <w:rsid w:val="00C07C8B"/>
    <w:rsid w:val="00C1456F"/>
    <w:rsid w:val="00C14F0E"/>
    <w:rsid w:val="00C16F8E"/>
    <w:rsid w:val="00C2406A"/>
    <w:rsid w:val="00C25916"/>
    <w:rsid w:val="00C26D70"/>
    <w:rsid w:val="00C26FBF"/>
    <w:rsid w:val="00C26FC5"/>
    <w:rsid w:val="00C27FBD"/>
    <w:rsid w:val="00C306CC"/>
    <w:rsid w:val="00C318B7"/>
    <w:rsid w:val="00C32245"/>
    <w:rsid w:val="00C34B05"/>
    <w:rsid w:val="00C3581E"/>
    <w:rsid w:val="00C405AA"/>
    <w:rsid w:val="00C41C51"/>
    <w:rsid w:val="00C42FBC"/>
    <w:rsid w:val="00C44516"/>
    <w:rsid w:val="00C450F4"/>
    <w:rsid w:val="00C47CDE"/>
    <w:rsid w:val="00C501A9"/>
    <w:rsid w:val="00C5042F"/>
    <w:rsid w:val="00C51016"/>
    <w:rsid w:val="00C51DA3"/>
    <w:rsid w:val="00C5209A"/>
    <w:rsid w:val="00C5393C"/>
    <w:rsid w:val="00C53DFF"/>
    <w:rsid w:val="00C5516D"/>
    <w:rsid w:val="00C5696A"/>
    <w:rsid w:val="00C6115B"/>
    <w:rsid w:val="00C62728"/>
    <w:rsid w:val="00C655D2"/>
    <w:rsid w:val="00C66C03"/>
    <w:rsid w:val="00C67F57"/>
    <w:rsid w:val="00C751D1"/>
    <w:rsid w:val="00C76178"/>
    <w:rsid w:val="00C8289A"/>
    <w:rsid w:val="00C82F53"/>
    <w:rsid w:val="00C83884"/>
    <w:rsid w:val="00C84D3E"/>
    <w:rsid w:val="00C857EA"/>
    <w:rsid w:val="00C86E02"/>
    <w:rsid w:val="00C92224"/>
    <w:rsid w:val="00C93451"/>
    <w:rsid w:val="00C9554A"/>
    <w:rsid w:val="00C962D2"/>
    <w:rsid w:val="00C97434"/>
    <w:rsid w:val="00C97700"/>
    <w:rsid w:val="00CA0BF9"/>
    <w:rsid w:val="00CA27EA"/>
    <w:rsid w:val="00CA46A7"/>
    <w:rsid w:val="00CB019A"/>
    <w:rsid w:val="00CB13B3"/>
    <w:rsid w:val="00CC07EA"/>
    <w:rsid w:val="00CC0B35"/>
    <w:rsid w:val="00CC40F2"/>
    <w:rsid w:val="00CD300E"/>
    <w:rsid w:val="00CD3EC8"/>
    <w:rsid w:val="00CD46C3"/>
    <w:rsid w:val="00CE151D"/>
    <w:rsid w:val="00CE2D4C"/>
    <w:rsid w:val="00CE3EB4"/>
    <w:rsid w:val="00CE3F2A"/>
    <w:rsid w:val="00CE402E"/>
    <w:rsid w:val="00CF2D25"/>
    <w:rsid w:val="00CF2F86"/>
    <w:rsid w:val="00CF647F"/>
    <w:rsid w:val="00CF744E"/>
    <w:rsid w:val="00CF7C50"/>
    <w:rsid w:val="00D006DB"/>
    <w:rsid w:val="00D008B0"/>
    <w:rsid w:val="00D008E4"/>
    <w:rsid w:val="00D07125"/>
    <w:rsid w:val="00D07BC3"/>
    <w:rsid w:val="00D121BF"/>
    <w:rsid w:val="00D1528C"/>
    <w:rsid w:val="00D158E8"/>
    <w:rsid w:val="00D166AE"/>
    <w:rsid w:val="00D204A9"/>
    <w:rsid w:val="00D204C0"/>
    <w:rsid w:val="00D20B5C"/>
    <w:rsid w:val="00D22380"/>
    <w:rsid w:val="00D231B5"/>
    <w:rsid w:val="00D24BD5"/>
    <w:rsid w:val="00D27C0F"/>
    <w:rsid w:val="00D31473"/>
    <w:rsid w:val="00D45859"/>
    <w:rsid w:val="00D5007F"/>
    <w:rsid w:val="00D50D00"/>
    <w:rsid w:val="00D515B4"/>
    <w:rsid w:val="00D51868"/>
    <w:rsid w:val="00D5217C"/>
    <w:rsid w:val="00D55405"/>
    <w:rsid w:val="00D56F8C"/>
    <w:rsid w:val="00D61AE2"/>
    <w:rsid w:val="00D6475D"/>
    <w:rsid w:val="00D649C9"/>
    <w:rsid w:val="00D64E1E"/>
    <w:rsid w:val="00D64F26"/>
    <w:rsid w:val="00D64F7F"/>
    <w:rsid w:val="00D66335"/>
    <w:rsid w:val="00D74403"/>
    <w:rsid w:val="00D769E0"/>
    <w:rsid w:val="00D82F93"/>
    <w:rsid w:val="00D839A0"/>
    <w:rsid w:val="00D91687"/>
    <w:rsid w:val="00D9619D"/>
    <w:rsid w:val="00D97449"/>
    <w:rsid w:val="00D97D08"/>
    <w:rsid w:val="00DA12AD"/>
    <w:rsid w:val="00DA1A63"/>
    <w:rsid w:val="00DA28E8"/>
    <w:rsid w:val="00DA3847"/>
    <w:rsid w:val="00DA3F92"/>
    <w:rsid w:val="00DA497A"/>
    <w:rsid w:val="00DA4ABE"/>
    <w:rsid w:val="00DA6ED0"/>
    <w:rsid w:val="00DB0741"/>
    <w:rsid w:val="00DB075B"/>
    <w:rsid w:val="00DB0D56"/>
    <w:rsid w:val="00DB3067"/>
    <w:rsid w:val="00DB3393"/>
    <w:rsid w:val="00DB3B60"/>
    <w:rsid w:val="00DB5E54"/>
    <w:rsid w:val="00DB6439"/>
    <w:rsid w:val="00DB7580"/>
    <w:rsid w:val="00DB76AA"/>
    <w:rsid w:val="00DB7B04"/>
    <w:rsid w:val="00DC1B16"/>
    <w:rsid w:val="00DC1B17"/>
    <w:rsid w:val="00DC23AC"/>
    <w:rsid w:val="00DC2CEF"/>
    <w:rsid w:val="00DC2D05"/>
    <w:rsid w:val="00DC360D"/>
    <w:rsid w:val="00DC5C57"/>
    <w:rsid w:val="00DC7CD1"/>
    <w:rsid w:val="00DD2079"/>
    <w:rsid w:val="00DD20C7"/>
    <w:rsid w:val="00DD62EB"/>
    <w:rsid w:val="00DD6374"/>
    <w:rsid w:val="00DE22E0"/>
    <w:rsid w:val="00DE28EC"/>
    <w:rsid w:val="00DE38E4"/>
    <w:rsid w:val="00DE4864"/>
    <w:rsid w:val="00DE5B6D"/>
    <w:rsid w:val="00DE6FB7"/>
    <w:rsid w:val="00DE7137"/>
    <w:rsid w:val="00DE7170"/>
    <w:rsid w:val="00DE7939"/>
    <w:rsid w:val="00DF056C"/>
    <w:rsid w:val="00DF2F50"/>
    <w:rsid w:val="00DF6526"/>
    <w:rsid w:val="00DF6A13"/>
    <w:rsid w:val="00E00568"/>
    <w:rsid w:val="00E0292A"/>
    <w:rsid w:val="00E05525"/>
    <w:rsid w:val="00E118FE"/>
    <w:rsid w:val="00E12C19"/>
    <w:rsid w:val="00E13686"/>
    <w:rsid w:val="00E15B94"/>
    <w:rsid w:val="00E205C8"/>
    <w:rsid w:val="00E20EFC"/>
    <w:rsid w:val="00E245EB"/>
    <w:rsid w:val="00E26DD4"/>
    <w:rsid w:val="00E30FC5"/>
    <w:rsid w:val="00E321CA"/>
    <w:rsid w:val="00E36C1D"/>
    <w:rsid w:val="00E36DFB"/>
    <w:rsid w:val="00E418E6"/>
    <w:rsid w:val="00E42078"/>
    <w:rsid w:val="00E426E8"/>
    <w:rsid w:val="00E42B3B"/>
    <w:rsid w:val="00E46954"/>
    <w:rsid w:val="00E47B83"/>
    <w:rsid w:val="00E51512"/>
    <w:rsid w:val="00E52ED3"/>
    <w:rsid w:val="00E54573"/>
    <w:rsid w:val="00E54F3D"/>
    <w:rsid w:val="00E551A5"/>
    <w:rsid w:val="00E55953"/>
    <w:rsid w:val="00E55BF3"/>
    <w:rsid w:val="00E5747D"/>
    <w:rsid w:val="00E57B5C"/>
    <w:rsid w:val="00E57E18"/>
    <w:rsid w:val="00E61B8C"/>
    <w:rsid w:val="00E62987"/>
    <w:rsid w:val="00E65555"/>
    <w:rsid w:val="00E65F87"/>
    <w:rsid w:val="00E67355"/>
    <w:rsid w:val="00E67E4C"/>
    <w:rsid w:val="00E70CD1"/>
    <w:rsid w:val="00E7311D"/>
    <w:rsid w:val="00E76795"/>
    <w:rsid w:val="00E76FA8"/>
    <w:rsid w:val="00E7715C"/>
    <w:rsid w:val="00E8029C"/>
    <w:rsid w:val="00E81360"/>
    <w:rsid w:val="00E82DB4"/>
    <w:rsid w:val="00E85EA4"/>
    <w:rsid w:val="00E90243"/>
    <w:rsid w:val="00E91BC3"/>
    <w:rsid w:val="00E91EA6"/>
    <w:rsid w:val="00E94257"/>
    <w:rsid w:val="00E957F5"/>
    <w:rsid w:val="00EA157C"/>
    <w:rsid w:val="00EA3543"/>
    <w:rsid w:val="00EA3D6B"/>
    <w:rsid w:val="00EA3F6D"/>
    <w:rsid w:val="00EA69F5"/>
    <w:rsid w:val="00EA7F2B"/>
    <w:rsid w:val="00EB0A88"/>
    <w:rsid w:val="00EB304D"/>
    <w:rsid w:val="00EB377A"/>
    <w:rsid w:val="00EB46FB"/>
    <w:rsid w:val="00EB5560"/>
    <w:rsid w:val="00EB5DE3"/>
    <w:rsid w:val="00EB753E"/>
    <w:rsid w:val="00EC1935"/>
    <w:rsid w:val="00EC65C3"/>
    <w:rsid w:val="00EC66A3"/>
    <w:rsid w:val="00EC6BDD"/>
    <w:rsid w:val="00EC7181"/>
    <w:rsid w:val="00EC7E87"/>
    <w:rsid w:val="00ED02F0"/>
    <w:rsid w:val="00ED1471"/>
    <w:rsid w:val="00ED2CE8"/>
    <w:rsid w:val="00ED49E8"/>
    <w:rsid w:val="00ED69F2"/>
    <w:rsid w:val="00ED7A48"/>
    <w:rsid w:val="00ED7EBB"/>
    <w:rsid w:val="00EE03D9"/>
    <w:rsid w:val="00EE15A9"/>
    <w:rsid w:val="00EE1EC2"/>
    <w:rsid w:val="00EE2809"/>
    <w:rsid w:val="00EE2AD0"/>
    <w:rsid w:val="00EE414F"/>
    <w:rsid w:val="00EE4359"/>
    <w:rsid w:val="00EE67E1"/>
    <w:rsid w:val="00EE6B0B"/>
    <w:rsid w:val="00EF067B"/>
    <w:rsid w:val="00EF1D58"/>
    <w:rsid w:val="00EF2CC3"/>
    <w:rsid w:val="00EF3864"/>
    <w:rsid w:val="00EF3B20"/>
    <w:rsid w:val="00EF6B57"/>
    <w:rsid w:val="00EF6EAA"/>
    <w:rsid w:val="00EF79E5"/>
    <w:rsid w:val="00F0198C"/>
    <w:rsid w:val="00F023BA"/>
    <w:rsid w:val="00F03E69"/>
    <w:rsid w:val="00F04DBB"/>
    <w:rsid w:val="00F057E0"/>
    <w:rsid w:val="00F05E1E"/>
    <w:rsid w:val="00F066AF"/>
    <w:rsid w:val="00F07322"/>
    <w:rsid w:val="00F075C4"/>
    <w:rsid w:val="00F10222"/>
    <w:rsid w:val="00F15DAD"/>
    <w:rsid w:val="00F20309"/>
    <w:rsid w:val="00F207D9"/>
    <w:rsid w:val="00F23C76"/>
    <w:rsid w:val="00F249A7"/>
    <w:rsid w:val="00F24B47"/>
    <w:rsid w:val="00F271D6"/>
    <w:rsid w:val="00F30807"/>
    <w:rsid w:val="00F31286"/>
    <w:rsid w:val="00F3245B"/>
    <w:rsid w:val="00F33A21"/>
    <w:rsid w:val="00F40F7A"/>
    <w:rsid w:val="00F4367D"/>
    <w:rsid w:val="00F459B2"/>
    <w:rsid w:val="00F460DC"/>
    <w:rsid w:val="00F47E43"/>
    <w:rsid w:val="00F50450"/>
    <w:rsid w:val="00F505AA"/>
    <w:rsid w:val="00F505E4"/>
    <w:rsid w:val="00F51867"/>
    <w:rsid w:val="00F5324A"/>
    <w:rsid w:val="00F5449C"/>
    <w:rsid w:val="00F579BF"/>
    <w:rsid w:val="00F602FB"/>
    <w:rsid w:val="00F63B17"/>
    <w:rsid w:val="00F64110"/>
    <w:rsid w:val="00F64F25"/>
    <w:rsid w:val="00F67C47"/>
    <w:rsid w:val="00F70FD7"/>
    <w:rsid w:val="00F71516"/>
    <w:rsid w:val="00F768C6"/>
    <w:rsid w:val="00F76EBE"/>
    <w:rsid w:val="00F82C92"/>
    <w:rsid w:val="00F83DC1"/>
    <w:rsid w:val="00F855DB"/>
    <w:rsid w:val="00F870FA"/>
    <w:rsid w:val="00F87186"/>
    <w:rsid w:val="00F9110A"/>
    <w:rsid w:val="00F92BDC"/>
    <w:rsid w:val="00F9564D"/>
    <w:rsid w:val="00F95A9B"/>
    <w:rsid w:val="00F972E4"/>
    <w:rsid w:val="00FA07F3"/>
    <w:rsid w:val="00FA2404"/>
    <w:rsid w:val="00FA3473"/>
    <w:rsid w:val="00FA363C"/>
    <w:rsid w:val="00FA4E97"/>
    <w:rsid w:val="00FA7592"/>
    <w:rsid w:val="00FA7BAA"/>
    <w:rsid w:val="00FB07A2"/>
    <w:rsid w:val="00FB0969"/>
    <w:rsid w:val="00FB399B"/>
    <w:rsid w:val="00FB6ABA"/>
    <w:rsid w:val="00FC136F"/>
    <w:rsid w:val="00FC2829"/>
    <w:rsid w:val="00FC6F43"/>
    <w:rsid w:val="00FD0D34"/>
    <w:rsid w:val="00FD28AB"/>
    <w:rsid w:val="00FD2A3F"/>
    <w:rsid w:val="00FD4EC3"/>
    <w:rsid w:val="00FD4F4A"/>
    <w:rsid w:val="00FD5510"/>
    <w:rsid w:val="00FD630B"/>
    <w:rsid w:val="00FE10C5"/>
    <w:rsid w:val="00FE2596"/>
    <w:rsid w:val="00FE4F60"/>
    <w:rsid w:val="00FE582D"/>
    <w:rsid w:val="00FE6459"/>
    <w:rsid w:val="00FF1707"/>
    <w:rsid w:val="00FF2027"/>
    <w:rsid w:val="00FF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20FA8"/>
  <w15:docId w15:val="{713C5931-BD31-4360-B69A-CE9FDB91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820"/>
  </w:style>
  <w:style w:type="paragraph" w:styleId="a5">
    <w:name w:val="footer"/>
    <w:basedOn w:val="a"/>
    <w:link w:val="a6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820"/>
  </w:style>
  <w:style w:type="paragraph" w:styleId="a7">
    <w:name w:val="Balloon Text"/>
    <w:basedOn w:val="a"/>
    <w:link w:val="a8"/>
    <w:uiPriority w:val="99"/>
    <w:semiHidden/>
    <w:unhideWhenUsed/>
    <w:rsid w:val="005E1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E18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F4367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0345B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0345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E7905-935C-423F-8389-E21885E6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~WRL0004.tmp</Template>
  <TotalTime>3947</TotalTime>
  <Pages>1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Латышева Н.</cp:lastModifiedBy>
  <cp:revision>1319</cp:revision>
  <cp:lastPrinted>2024-08-06T11:39:00Z</cp:lastPrinted>
  <dcterms:created xsi:type="dcterms:W3CDTF">2017-11-10T06:06:00Z</dcterms:created>
  <dcterms:modified xsi:type="dcterms:W3CDTF">2024-08-06T11:39:00Z</dcterms:modified>
</cp:coreProperties>
</file>