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03" w:rsidRDefault="00966D03" w:rsidP="00C9332B">
      <w:pPr>
        <w:ind w:left="705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    </w:t>
      </w:r>
      <w:r w:rsidRPr="00C9332B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</w:t>
      </w:r>
    </w:p>
    <w:p w:rsidR="00966D03" w:rsidRDefault="00966D03" w:rsidP="00C9332B">
      <w:pPr>
        <w:ind w:left="705"/>
        <w:rPr>
          <w:b/>
          <w:sz w:val="28"/>
          <w:szCs w:val="28"/>
        </w:rPr>
      </w:pPr>
    </w:p>
    <w:p w:rsidR="00966D03" w:rsidRPr="00715602" w:rsidRDefault="00966D03" w:rsidP="00C9332B">
      <w:pPr>
        <w:ind w:left="705"/>
        <w:rPr>
          <w:b/>
          <w:sz w:val="16"/>
          <w:szCs w:val="16"/>
        </w:rPr>
      </w:pPr>
    </w:p>
    <w:p w:rsidR="00966D03" w:rsidRPr="00010CAB" w:rsidRDefault="00966D03" w:rsidP="006E3C66">
      <w:pPr>
        <w:ind w:firstLine="900"/>
        <w:jc w:val="both"/>
        <w:rPr>
          <w:sz w:val="28"/>
        </w:rPr>
      </w:pPr>
      <w:r>
        <w:rPr>
          <w:sz w:val="28"/>
        </w:rPr>
        <w:t>1.</w:t>
      </w:r>
      <w:r w:rsidRPr="000C1B06">
        <w:rPr>
          <w:sz w:val="28"/>
        </w:rPr>
        <w:t xml:space="preserve"> Конституция Российской Федерации</w:t>
      </w:r>
      <w:r>
        <w:rPr>
          <w:sz w:val="28"/>
        </w:rPr>
        <w:t xml:space="preserve"> (принята всенародным голосованием 12.12.1993,</w:t>
      </w:r>
      <w:r w:rsidRPr="00010CAB">
        <w:rPr>
          <w:sz w:val="28"/>
        </w:rPr>
        <w:t xml:space="preserve"> опубликован</w:t>
      </w:r>
      <w:r>
        <w:rPr>
          <w:sz w:val="28"/>
        </w:rPr>
        <w:t>а на о</w:t>
      </w:r>
      <w:r w:rsidRPr="00010CAB">
        <w:rPr>
          <w:sz w:val="28"/>
        </w:rPr>
        <w:t>фициальном интернет-портале правовой информации http</w:t>
      </w:r>
      <w:r>
        <w:rPr>
          <w:sz w:val="28"/>
        </w:rPr>
        <w:t>://www.pravo.gov.ru, 01.08.2014, в «Собрании законодательства РФ»</w:t>
      </w:r>
      <w:r w:rsidRPr="00010CAB">
        <w:rPr>
          <w:sz w:val="28"/>
        </w:rPr>
        <w:t>, 04.08.201</w:t>
      </w:r>
      <w:r>
        <w:rPr>
          <w:sz w:val="28"/>
        </w:rPr>
        <w:t>4, №</w:t>
      </w:r>
      <w:r w:rsidRPr="00010CAB">
        <w:rPr>
          <w:sz w:val="28"/>
        </w:rPr>
        <w:t xml:space="preserve"> 31, ст. 4398</w:t>
      </w:r>
      <w:r>
        <w:rPr>
          <w:sz w:val="28"/>
        </w:rPr>
        <w:t>);</w:t>
      </w:r>
    </w:p>
    <w:p w:rsidR="00966D03" w:rsidRPr="006340D4" w:rsidRDefault="00966D03" w:rsidP="006E3C66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6340D4">
        <w:rPr>
          <w:bCs/>
          <w:sz w:val="28"/>
          <w:szCs w:val="28"/>
        </w:rPr>
        <w:t xml:space="preserve"> Градостроительный кодекс Российской Федерации  от 29.12.2004 №190-ФЗ (</w:t>
      </w:r>
      <w:r w:rsidRPr="00BA1964">
        <w:rPr>
          <w:sz w:val="28"/>
          <w:szCs w:val="28"/>
        </w:rPr>
        <w:t>первоначальный текст до</w:t>
      </w:r>
      <w:r>
        <w:rPr>
          <w:sz w:val="28"/>
          <w:szCs w:val="28"/>
        </w:rPr>
        <w:t>кумента опубликован в изданиях</w:t>
      </w:r>
      <w:r w:rsidRPr="006340D4">
        <w:rPr>
          <w:bCs/>
          <w:sz w:val="28"/>
          <w:szCs w:val="28"/>
        </w:rPr>
        <w:t xml:space="preserve"> «Российская газета» № </w:t>
      </w:r>
      <w:r>
        <w:rPr>
          <w:bCs/>
          <w:sz w:val="28"/>
          <w:szCs w:val="28"/>
        </w:rPr>
        <w:t>90</w:t>
      </w:r>
      <w:r w:rsidRPr="006340D4">
        <w:rPr>
          <w:bCs/>
          <w:sz w:val="28"/>
          <w:szCs w:val="28"/>
        </w:rPr>
        <w:t>, 30.12.2004, «Собрание законодательства РФ» 03.01.2005, №1 (часть 1)</w:t>
      </w:r>
      <w:r>
        <w:rPr>
          <w:bCs/>
          <w:sz w:val="28"/>
          <w:szCs w:val="28"/>
        </w:rPr>
        <w:t xml:space="preserve">, ст.16, </w:t>
      </w:r>
      <w:r>
        <w:rPr>
          <w:sz w:val="28"/>
          <w:szCs w:val="28"/>
        </w:rPr>
        <w:t>«</w:t>
      </w:r>
      <w:r w:rsidRPr="00BA1964">
        <w:rPr>
          <w:sz w:val="28"/>
          <w:szCs w:val="28"/>
        </w:rPr>
        <w:t>Парламентск</w:t>
      </w:r>
      <w:r>
        <w:rPr>
          <w:sz w:val="28"/>
          <w:szCs w:val="28"/>
        </w:rPr>
        <w:t>ая газета», № 5-6, 14.01.2005</w:t>
      </w:r>
      <w:r w:rsidRPr="006340D4">
        <w:rPr>
          <w:bCs/>
          <w:sz w:val="28"/>
          <w:szCs w:val="28"/>
        </w:rPr>
        <w:t>);</w:t>
      </w:r>
    </w:p>
    <w:p w:rsidR="00966D03" w:rsidRPr="00BD2A45" w:rsidRDefault="00966D03" w:rsidP="006E3C66">
      <w:pPr>
        <w:ind w:right="71" w:firstLine="900"/>
        <w:jc w:val="both"/>
        <w:rPr>
          <w:color w:val="FF0000"/>
          <w:sz w:val="28"/>
          <w:szCs w:val="28"/>
        </w:rPr>
      </w:pPr>
      <w:r>
        <w:rPr>
          <w:bCs/>
          <w:sz w:val="28"/>
          <w:szCs w:val="28"/>
        </w:rPr>
        <w:t>3.</w:t>
      </w:r>
      <w:r w:rsidRPr="00AE408C">
        <w:rPr>
          <w:bCs/>
          <w:sz w:val="28"/>
          <w:szCs w:val="28"/>
        </w:rPr>
        <w:t xml:space="preserve"> </w:t>
      </w:r>
      <w:r w:rsidRPr="00AE408C">
        <w:rPr>
          <w:sz w:val="28"/>
          <w:szCs w:val="28"/>
        </w:rPr>
        <w:t xml:space="preserve">Приказ Министерства </w:t>
      </w:r>
      <w:r w:rsidRPr="00AE408C">
        <w:rPr>
          <w:sz w:val="28"/>
        </w:rPr>
        <w:t>строительства и жилищно-коммунального хозяйства Российской Федерации от 19.0</w:t>
      </w:r>
      <w:r>
        <w:rPr>
          <w:sz w:val="28"/>
        </w:rPr>
        <w:t>9</w:t>
      </w:r>
      <w:r w:rsidRPr="00AE408C">
        <w:rPr>
          <w:sz w:val="28"/>
        </w:rPr>
        <w:t>.201</w:t>
      </w:r>
      <w:r>
        <w:rPr>
          <w:sz w:val="28"/>
        </w:rPr>
        <w:t>8</w:t>
      </w:r>
      <w:r w:rsidRPr="00AE408C">
        <w:rPr>
          <w:sz w:val="28"/>
        </w:rPr>
        <w:t xml:space="preserve"> №</w:t>
      </w:r>
      <w:r>
        <w:rPr>
          <w:sz w:val="28"/>
        </w:rPr>
        <w:t xml:space="preserve"> 591</w:t>
      </w:r>
      <w:r w:rsidRPr="00AE408C">
        <w:rPr>
          <w:sz w:val="28"/>
        </w:rPr>
        <w:t xml:space="preserve">/пр «Об утверждении форм </w:t>
      </w:r>
      <w:r>
        <w:rPr>
          <w:sz w:val="28"/>
        </w:rPr>
        <w:t>уведомлений, необходимых для строительства или реконструкции объекта индивидуального жилищного строительства или садового дома</w:t>
      </w:r>
      <w:r w:rsidRPr="00AE408C">
        <w:rPr>
          <w:sz w:val="28"/>
        </w:rPr>
        <w:t xml:space="preserve">» </w:t>
      </w:r>
      <w:r w:rsidRPr="00AE408C">
        <w:rPr>
          <w:sz w:val="28"/>
          <w:szCs w:val="28"/>
        </w:rPr>
        <w:t>(</w:t>
      </w:r>
      <w:r w:rsidRPr="00BA1964">
        <w:rPr>
          <w:sz w:val="28"/>
          <w:szCs w:val="28"/>
        </w:rPr>
        <w:t>опубликован на</w:t>
      </w:r>
      <w:r w:rsidRPr="00AE408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E408C">
        <w:rPr>
          <w:sz w:val="28"/>
          <w:szCs w:val="28"/>
        </w:rPr>
        <w:t xml:space="preserve">фициальном интернет-портале правовой информации </w:t>
      </w:r>
      <w:r w:rsidRPr="00BA1964">
        <w:rPr>
          <w:sz w:val="28"/>
          <w:szCs w:val="28"/>
        </w:rPr>
        <w:t>http://w</w:t>
      </w:r>
      <w:r>
        <w:rPr>
          <w:sz w:val="28"/>
          <w:szCs w:val="28"/>
        </w:rPr>
        <w:t>ww.pravo.gov.ru,</w:t>
      </w:r>
      <w:r w:rsidRPr="00AE408C">
        <w:rPr>
          <w:sz w:val="28"/>
          <w:szCs w:val="28"/>
        </w:rPr>
        <w:t xml:space="preserve"> </w:t>
      </w:r>
      <w:r>
        <w:rPr>
          <w:sz w:val="28"/>
          <w:szCs w:val="28"/>
        </w:rPr>
        <w:t>28.09.</w:t>
      </w:r>
      <w:r w:rsidRPr="00AE408C">
        <w:rPr>
          <w:sz w:val="28"/>
          <w:szCs w:val="28"/>
        </w:rPr>
        <w:t>201</w:t>
      </w:r>
      <w:r>
        <w:rPr>
          <w:sz w:val="28"/>
          <w:szCs w:val="28"/>
        </w:rPr>
        <w:t xml:space="preserve">8); </w:t>
      </w:r>
    </w:p>
    <w:p w:rsidR="00966D03" w:rsidRDefault="00966D03" w:rsidP="006E3C66">
      <w:pPr>
        <w:ind w:firstLine="900"/>
        <w:jc w:val="both"/>
        <w:rPr>
          <w:sz w:val="28"/>
          <w:szCs w:val="28"/>
        </w:rPr>
      </w:pPr>
      <w:r>
        <w:rPr>
          <w:sz w:val="28"/>
        </w:rPr>
        <w:t>4.</w:t>
      </w:r>
      <w:r w:rsidRPr="000C1B06">
        <w:rPr>
          <w:sz w:val="28"/>
        </w:rPr>
        <w:t xml:space="preserve"> Федеральный закон от 06.10.2003 № 131-ФЗ «Об общих принципах организации местного самоуправления в Российской Федерации</w:t>
      </w:r>
      <w:r w:rsidRPr="0030161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</w:rPr>
        <w:t>п</w:t>
      </w:r>
      <w:r w:rsidRPr="0030161B">
        <w:rPr>
          <w:sz w:val="28"/>
        </w:rPr>
        <w:t>ервоначальный текст документа опубликован в изданиях</w:t>
      </w:r>
      <w:r>
        <w:rPr>
          <w:sz w:val="28"/>
        </w:rPr>
        <w:t xml:space="preserve"> «</w:t>
      </w:r>
      <w:r w:rsidRPr="0030161B">
        <w:rPr>
          <w:sz w:val="28"/>
        </w:rPr>
        <w:t>Собран</w:t>
      </w:r>
      <w:r>
        <w:rPr>
          <w:sz w:val="28"/>
        </w:rPr>
        <w:t>ие законодательства РФ», 06.10.2003, №</w:t>
      </w:r>
      <w:r w:rsidRPr="0030161B">
        <w:rPr>
          <w:sz w:val="28"/>
        </w:rPr>
        <w:t xml:space="preserve"> 40, ст. 3822,</w:t>
      </w:r>
      <w:r>
        <w:rPr>
          <w:sz w:val="28"/>
        </w:rPr>
        <w:t xml:space="preserve"> «Парламентская газета»</w:t>
      </w:r>
      <w:r w:rsidRPr="0030161B">
        <w:rPr>
          <w:sz w:val="28"/>
        </w:rPr>
        <w:t xml:space="preserve">, </w:t>
      </w:r>
      <w:r>
        <w:rPr>
          <w:sz w:val="28"/>
        </w:rPr>
        <w:t xml:space="preserve">               №</w:t>
      </w:r>
      <w:r w:rsidRPr="0030161B">
        <w:rPr>
          <w:sz w:val="28"/>
        </w:rPr>
        <w:t xml:space="preserve"> 186, 08.10.2003,</w:t>
      </w:r>
      <w:r>
        <w:rPr>
          <w:sz w:val="28"/>
        </w:rPr>
        <w:t xml:space="preserve"> «</w:t>
      </w:r>
      <w:r w:rsidRPr="0030161B">
        <w:rPr>
          <w:sz w:val="28"/>
        </w:rPr>
        <w:t>Россий</w:t>
      </w:r>
      <w:r>
        <w:rPr>
          <w:sz w:val="28"/>
        </w:rPr>
        <w:t>ская газета», № 202, 08.10.2003)</w:t>
      </w:r>
      <w:r w:rsidRPr="000C1B06">
        <w:rPr>
          <w:sz w:val="28"/>
        </w:rPr>
        <w:t>;</w:t>
      </w:r>
    </w:p>
    <w:p w:rsidR="00966D03" w:rsidRPr="006B77FC" w:rsidRDefault="00966D03" w:rsidP="006E3C66">
      <w:pPr>
        <w:ind w:firstLine="900"/>
        <w:jc w:val="both"/>
        <w:rPr>
          <w:sz w:val="28"/>
          <w:szCs w:val="28"/>
        </w:rPr>
      </w:pPr>
      <w:r>
        <w:rPr>
          <w:sz w:val="28"/>
        </w:rPr>
        <w:t>5.</w:t>
      </w:r>
      <w:r w:rsidRPr="000C1B06">
        <w:rPr>
          <w:sz w:val="28"/>
        </w:rPr>
        <w:t xml:space="preserve"> Федеральный закон от 27.07.2010 № 210-ФЗ «Об организации предоставления государственных и муниципальных услуг»</w:t>
      </w:r>
      <w:r w:rsidRPr="0030161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</w:rPr>
        <w:t>п</w:t>
      </w:r>
      <w:r w:rsidRPr="0030161B">
        <w:rPr>
          <w:sz w:val="28"/>
        </w:rPr>
        <w:t>ервоначальный текст документа опубликован в изданиях</w:t>
      </w:r>
      <w:r>
        <w:rPr>
          <w:sz w:val="28"/>
        </w:rPr>
        <w:t>: «Российская газета», №</w:t>
      </w:r>
      <w:r w:rsidRPr="0030161B">
        <w:rPr>
          <w:sz w:val="28"/>
        </w:rPr>
        <w:t xml:space="preserve"> 168, 30.07.2010,</w:t>
      </w:r>
      <w:r>
        <w:rPr>
          <w:sz w:val="28"/>
        </w:rPr>
        <w:t xml:space="preserve"> «</w:t>
      </w:r>
      <w:r w:rsidRPr="0030161B">
        <w:rPr>
          <w:sz w:val="28"/>
        </w:rPr>
        <w:t xml:space="preserve">Собрание законодательства </w:t>
      </w:r>
      <w:r>
        <w:rPr>
          <w:sz w:val="28"/>
        </w:rPr>
        <w:t>РФ», 02.08.2010, № 31, ст. 4179)</w:t>
      </w:r>
      <w:r w:rsidRPr="000C1B06">
        <w:rPr>
          <w:sz w:val="28"/>
        </w:rPr>
        <w:t>;</w:t>
      </w:r>
    </w:p>
    <w:p w:rsidR="00966D03" w:rsidRDefault="00966D03" w:rsidP="006E3C66">
      <w:pPr>
        <w:pStyle w:val="ConsPlusNormal"/>
        <w:ind w:firstLine="900"/>
        <w:jc w:val="both"/>
      </w:pPr>
      <w:r>
        <w:t>6. Федеральный закон</w:t>
      </w:r>
      <w:r w:rsidRPr="002F2AC3">
        <w:t xml:space="preserve"> от</w:t>
      </w:r>
      <w:r>
        <w:t xml:space="preserve"> 02.05.2006 </w:t>
      </w:r>
      <w:r w:rsidRPr="002F2AC3">
        <w:t>№ 59-ФЗ «О порядке рассмотрения обращений граждан Российской Федерации» (</w:t>
      </w:r>
      <w:r>
        <w:t>первоначальный текст документа опубликован в изданиях: «Российская газета», № 95, 05.05.2006, «Собрание законодательства РФ», 08.05.2006, №19, ст. 2060, «Парламентская газета», № 70-71, 11.05.2006);</w:t>
      </w:r>
    </w:p>
    <w:p w:rsidR="00966D03" w:rsidRDefault="00966D03" w:rsidP="006E3C66">
      <w:pPr>
        <w:pStyle w:val="ConsPlusNormal"/>
        <w:ind w:firstLine="900"/>
        <w:jc w:val="both"/>
      </w:pPr>
      <w:r>
        <w:t xml:space="preserve">7. </w:t>
      </w:r>
      <w:r w:rsidRPr="002F2AC3">
        <w:t>Федер</w:t>
      </w:r>
      <w:r>
        <w:t xml:space="preserve">альный закон от 09.02.2009 </w:t>
      </w:r>
      <w:r w:rsidRPr="002F2AC3">
        <w:t xml:space="preserve"> № 8-ФЗ «Об обеспечении доступа к информации о деятельности государственных органов и органов местного самоуправления» (</w:t>
      </w:r>
      <w:r>
        <w:t>п</w:t>
      </w:r>
      <w:r w:rsidRPr="0030161B">
        <w:t>ервоначальный текст документа опубликован в изданиях</w:t>
      </w:r>
      <w:r>
        <w:t>:</w:t>
      </w:r>
      <w:r w:rsidRPr="002F2AC3">
        <w:t xml:space="preserve"> </w:t>
      </w:r>
      <w:r>
        <w:t>«Парламентская газета», № 8, 13-19.02.2009, «Российская газета», № 25, 13.02.2009, «Собрание законодательства РФ», 16.02.2009, № 7, ст. 776)</w:t>
      </w:r>
      <w:r w:rsidRPr="002F2AC3">
        <w:t>;</w:t>
      </w:r>
    </w:p>
    <w:p w:rsidR="00966D03" w:rsidRPr="00C9332B" w:rsidRDefault="00966D03" w:rsidP="006E3C66">
      <w:pPr>
        <w:overflowPunct/>
        <w:ind w:firstLine="90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8.</w:t>
      </w:r>
      <w:r w:rsidRPr="00C9332B">
        <w:rPr>
          <w:sz w:val="28"/>
          <w:szCs w:val="28"/>
        </w:rPr>
        <w:t xml:space="preserve"> Федеральный закон от 24.11.1995 № 181-ФЗ «О</w:t>
      </w:r>
      <w:r>
        <w:rPr>
          <w:sz w:val="28"/>
          <w:szCs w:val="28"/>
        </w:rPr>
        <w:t xml:space="preserve"> социальной защите инвалидов в Р</w:t>
      </w:r>
      <w:r w:rsidRPr="00C9332B">
        <w:rPr>
          <w:sz w:val="28"/>
          <w:szCs w:val="28"/>
        </w:rPr>
        <w:t xml:space="preserve">оссийской Федерации» (первоначальный текст документа опубликован в изданиях: </w:t>
      </w:r>
      <w:r>
        <w:rPr>
          <w:sz w:val="28"/>
          <w:szCs w:val="28"/>
          <w:lang w:eastAsia="en-US"/>
        </w:rPr>
        <w:t>«Собрание законодательства РФ»</w:t>
      </w:r>
      <w:r w:rsidRPr="00C9332B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27.11.1995, № 48, ст. 4563, «Российская газета», № 234, 02.12.1995);</w:t>
      </w:r>
    </w:p>
    <w:p w:rsidR="00966D03" w:rsidRPr="00715602" w:rsidRDefault="00966D03" w:rsidP="006E3C66">
      <w:pPr>
        <w:overflowPunct/>
        <w:ind w:firstLine="900"/>
        <w:jc w:val="both"/>
        <w:rPr>
          <w:sz w:val="16"/>
          <w:szCs w:val="16"/>
        </w:rPr>
      </w:pPr>
      <w:r>
        <w:rPr>
          <w:sz w:val="28"/>
          <w:szCs w:val="28"/>
        </w:rPr>
        <w:t>9</w:t>
      </w:r>
      <w:r w:rsidRPr="00B8718E">
        <w:rPr>
          <w:sz w:val="28"/>
          <w:szCs w:val="28"/>
        </w:rPr>
        <w:t>. Устав города Брянска (принят Брянским городским Советом народных депутатов  30.11.2005, первоначальный текст документа опубликован в издании «Брянск», № 23, 07.12.2005)</w:t>
      </w:r>
      <w:r>
        <w:rPr>
          <w:sz w:val="28"/>
          <w:szCs w:val="28"/>
        </w:rPr>
        <w:t>;</w:t>
      </w:r>
    </w:p>
    <w:p w:rsidR="00966D03" w:rsidRDefault="00966D03" w:rsidP="006E3C66">
      <w:pPr>
        <w:overflowPunct/>
        <w:ind w:firstLine="900"/>
        <w:jc w:val="both"/>
      </w:pPr>
      <w:r>
        <w:tab/>
      </w:r>
    </w:p>
    <w:p w:rsidR="00966D03" w:rsidRPr="006E3C66" w:rsidRDefault="00966D03" w:rsidP="006E3C66">
      <w:pPr>
        <w:overflowPunct/>
        <w:ind w:firstLine="900"/>
        <w:jc w:val="both"/>
        <w:rPr>
          <w:sz w:val="28"/>
          <w:szCs w:val="28"/>
        </w:rPr>
      </w:pPr>
      <w:r w:rsidRPr="006E3C66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6E3C66">
        <w:rPr>
          <w:sz w:val="28"/>
          <w:szCs w:val="28"/>
        </w:rPr>
        <w:t>. Постановление Брянской городской администрации от 09.12.2019 № 4013-п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966D03" w:rsidRPr="00715602" w:rsidRDefault="00966D03" w:rsidP="006E3C66">
      <w:pPr>
        <w:overflowPunct/>
        <w:ind w:firstLine="900"/>
        <w:jc w:val="both"/>
        <w:rPr>
          <w:sz w:val="28"/>
          <w:szCs w:val="28"/>
        </w:rPr>
      </w:pPr>
      <w:r w:rsidRPr="0071560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715602">
        <w:rPr>
          <w:sz w:val="28"/>
          <w:szCs w:val="28"/>
        </w:rPr>
        <w:t>. Иные законы и нормативные правовые акты Российской Федерации, Брянской области, муниципальные правовые акты города Брянска.</w:t>
      </w:r>
    </w:p>
    <w:sectPr w:rsidR="00966D03" w:rsidRPr="00715602" w:rsidSect="00A66E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D03" w:rsidRDefault="00966D03" w:rsidP="004E658A">
      <w:r>
        <w:separator/>
      </w:r>
    </w:p>
  </w:endnote>
  <w:endnote w:type="continuationSeparator" w:id="0">
    <w:p w:rsidR="00966D03" w:rsidRDefault="00966D03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03" w:rsidRDefault="00966D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03" w:rsidRDefault="00966D03">
    <w:pPr>
      <w:pStyle w:val="Footer"/>
    </w:pPr>
  </w:p>
  <w:p w:rsidR="00966D03" w:rsidRDefault="00966D03">
    <w:pPr>
      <w:pStyle w:val="Footer"/>
    </w:pPr>
    <w:r w:rsidRPr="002837C5">
      <w:rPr>
        <w:noProof/>
        <w:vanish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i1027" type="#_x0000_t75" alt="http://wordpress.meson.ru/User25/wp-content/uploads/2015/04/300.gif" style="width:727.5pt;height:444pt;visibility:visible">
          <v:imagedata r:id="rId1" o:title=""/>
        </v:shape>
      </w:pict>
    </w:r>
    <w:r w:rsidRPr="002837C5">
      <w:rPr>
        <w:noProof/>
        <w:vanish/>
        <w:lang w:eastAsia="ru-RU"/>
      </w:rPr>
      <w:pict>
        <v:shape id="Рисунок 3" o:spid="_x0000_i1028" type="#_x0000_t75" alt="http://wordpress.meson.ru/User25/wp-content/uploads/2015/04/300.gif" style="width:727.5pt;height:444pt;visibility:visible">
          <v:imagedata r:id="rId1" o:title="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03" w:rsidRDefault="00966D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D03" w:rsidRDefault="00966D03" w:rsidP="004E658A">
      <w:r>
        <w:separator/>
      </w:r>
    </w:p>
  </w:footnote>
  <w:footnote w:type="continuationSeparator" w:id="0">
    <w:p w:rsidR="00966D03" w:rsidRDefault="00966D03" w:rsidP="004E6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03" w:rsidRDefault="00966D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03" w:rsidRDefault="00966D0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03" w:rsidRDefault="00966D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AD7"/>
    <w:rsid w:val="00010CAB"/>
    <w:rsid w:val="000147BA"/>
    <w:rsid w:val="00032174"/>
    <w:rsid w:val="00044BFE"/>
    <w:rsid w:val="0005368E"/>
    <w:rsid w:val="00056BCA"/>
    <w:rsid w:val="00056DFD"/>
    <w:rsid w:val="00074B27"/>
    <w:rsid w:val="00084153"/>
    <w:rsid w:val="000916DF"/>
    <w:rsid w:val="000A0D47"/>
    <w:rsid w:val="000C1B06"/>
    <w:rsid w:val="000F1E45"/>
    <w:rsid w:val="000F37BC"/>
    <w:rsid w:val="00100751"/>
    <w:rsid w:val="00103B11"/>
    <w:rsid w:val="00107116"/>
    <w:rsid w:val="001268EF"/>
    <w:rsid w:val="00137392"/>
    <w:rsid w:val="00147BC0"/>
    <w:rsid w:val="0015268E"/>
    <w:rsid w:val="00164C40"/>
    <w:rsid w:val="00167139"/>
    <w:rsid w:val="00182974"/>
    <w:rsid w:val="00193F7C"/>
    <w:rsid w:val="001A7283"/>
    <w:rsid w:val="001F6393"/>
    <w:rsid w:val="002261C8"/>
    <w:rsid w:val="0023147E"/>
    <w:rsid w:val="00235BD1"/>
    <w:rsid w:val="0023716D"/>
    <w:rsid w:val="002837C5"/>
    <w:rsid w:val="002A1E5D"/>
    <w:rsid w:val="002A7AE7"/>
    <w:rsid w:val="002D0938"/>
    <w:rsid w:val="002D4949"/>
    <w:rsid w:val="002E31DC"/>
    <w:rsid w:val="002F2AC3"/>
    <w:rsid w:val="0030161B"/>
    <w:rsid w:val="003017B5"/>
    <w:rsid w:val="003316D3"/>
    <w:rsid w:val="00353523"/>
    <w:rsid w:val="003738BD"/>
    <w:rsid w:val="003A203A"/>
    <w:rsid w:val="003B2742"/>
    <w:rsid w:val="003E1442"/>
    <w:rsid w:val="003E76F8"/>
    <w:rsid w:val="00462AD7"/>
    <w:rsid w:val="00462BE5"/>
    <w:rsid w:val="0047631B"/>
    <w:rsid w:val="004833E2"/>
    <w:rsid w:val="004B7C14"/>
    <w:rsid w:val="004C7CA4"/>
    <w:rsid w:val="004E08E9"/>
    <w:rsid w:val="004E635F"/>
    <w:rsid w:val="004E658A"/>
    <w:rsid w:val="004F53D6"/>
    <w:rsid w:val="005067B9"/>
    <w:rsid w:val="00520D95"/>
    <w:rsid w:val="00547D05"/>
    <w:rsid w:val="00563031"/>
    <w:rsid w:val="00590AD2"/>
    <w:rsid w:val="005A4009"/>
    <w:rsid w:val="005D000D"/>
    <w:rsid w:val="005E3394"/>
    <w:rsid w:val="005E764C"/>
    <w:rsid w:val="005F50DE"/>
    <w:rsid w:val="005F66AE"/>
    <w:rsid w:val="006013DD"/>
    <w:rsid w:val="006340D4"/>
    <w:rsid w:val="006518B7"/>
    <w:rsid w:val="0067340D"/>
    <w:rsid w:val="00677770"/>
    <w:rsid w:val="006A633A"/>
    <w:rsid w:val="006B77FC"/>
    <w:rsid w:val="006B7D90"/>
    <w:rsid w:val="006E1878"/>
    <w:rsid w:val="006E3C66"/>
    <w:rsid w:val="00715602"/>
    <w:rsid w:val="00722D01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BC0"/>
    <w:rsid w:val="00812DB7"/>
    <w:rsid w:val="00832981"/>
    <w:rsid w:val="0083748D"/>
    <w:rsid w:val="008404DE"/>
    <w:rsid w:val="00890D8B"/>
    <w:rsid w:val="00897215"/>
    <w:rsid w:val="008A4125"/>
    <w:rsid w:val="008A468B"/>
    <w:rsid w:val="008B1636"/>
    <w:rsid w:val="008C0278"/>
    <w:rsid w:val="008D65E5"/>
    <w:rsid w:val="008F4253"/>
    <w:rsid w:val="00900A21"/>
    <w:rsid w:val="009173B8"/>
    <w:rsid w:val="00920E38"/>
    <w:rsid w:val="009442B3"/>
    <w:rsid w:val="00961067"/>
    <w:rsid w:val="00966D03"/>
    <w:rsid w:val="00967FF7"/>
    <w:rsid w:val="009B06D0"/>
    <w:rsid w:val="009C7EE8"/>
    <w:rsid w:val="009E1088"/>
    <w:rsid w:val="009E2949"/>
    <w:rsid w:val="009F11EA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B664E"/>
    <w:rsid w:val="00AE408C"/>
    <w:rsid w:val="00AE6869"/>
    <w:rsid w:val="00B12120"/>
    <w:rsid w:val="00B32F28"/>
    <w:rsid w:val="00B81668"/>
    <w:rsid w:val="00B8718E"/>
    <w:rsid w:val="00B92E51"/>
    <w:rsid w:val="00B94D66"/>
    <w:rsid w:val="00B976D9"/>
    <w:rsid w:val="00BA1964"/>
    <w:rsid w:val="00BD2A45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B31"/>
    <w:rsid w:val="00C9332B"/>
    <w:rsid w:val="00CA3CE5"/>
    <w:rsid w:val="00CA6733"/>
    <w:rsid w:val="00CC4CC2"/>
    <w:rsid w:val="00CD06EB"/>
    <w:rsid w:val="00CE3251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51DF"/>
    <w:rsid w:val="00E4167C"/>
    <w:rsid w:val="00E47603"/>
    <w:rsid w:val="00E570AD"/>
    <w:rsid w:val="00E63EED"/>
    <w:rsid w:val="00E87471"/>
    <w:rsid w:val="00EB1915"/>
    <w:rsid w:val="00EC0C16"/>
    <w:rsid w:val="00ED3A2F"/>
    <w:rsid w:val="00ED6B4E"/>
    <w:rsid w:val="00EE557E"/>
    <w:rsid w:val="00F0687E"/>
    <w:rsid w:val="00F11A63"/>
    <w:rsid w:val="00F12E23"/>
    <w:rsid w:val="00F86DCF"/>
    <w:rsid w:val="00F914B3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65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E658A"/>
    <w:rPr>
      <w:rFonts w:cs="Times New Roman"/>
    </w:rPr>
  </w:style>
  <w:style w:type="paragraph" w:styleId="ListParagraph">
    <w:name w:val="List Paragraph"/>
    <w:basedOn w:val="Normal"/>
    <w:uiPriority w:val="99"/>
    <w:qFormat/>
    <w:rsid w:val="00C0231B"/>
    <w:pPr>
      <w:ind w:left="720"/>
      <w:contextualSpacing/>
    </w:pPr>
  </w:style>
  <w:style w:type="paragraph" w:styleId="NormalWeb">
    <w:name w:val="Normal (Web)"/>
    <w:basedOn w:val="Normal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182974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Normal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DefaultParagraphFont"/>
    <w:uiPriority w:val="99"/>
    <w:rsid w:val="00B94D66"/>
    <w:rPr>
      <w:rFonts w:cs="Times New Roman"/>
    </w:rPr>
  </w:style>
  <w:style w:type="character" w:customStyle="1" w:styleId="posttitle">
    <w:name w:val="posttitle"/>
    <w:basedOn w:val="DefaultParagraphFont"/>
    <w:uiPriority w:val="99"/>
    <w:rsid w:val="00B94D66"/>
    <w:rPr>
      <w:rFonts w:cs="Times New Roman"/>
    </w:rPr>
  </w:style>
  <w:style w:type="paragraph" w:customStyle="1" w:styleId="advice">
    <w:name w:val="advice"/>
    <w:basedOn w:val="Normal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DefaultParagraphFont"/>
    <w:uiPriority w:val="99"/>
    <w:rsid w:val="007E5442"/>
    <w:rPr>
      <w:rFonts w:cs="Times New Roman"/>
    </w:rPr>
  </w:style>
  <w:style w:type="character" w:customStyle="1" w:styleId="pricecurrency">
    <w:name w:val="price_currency"/>
    <w:basedOn w:val="DefaultParagraphFont"/>
    <w:uiPriority w:val="99"/>
    <w:rsid w:val="007E5442"/>
    <w:rPr>
      <w:rFonts w:cs="Times New Roman"/>
    </w:rPr>
  </w:style>
  <w:style w:type="character" w:customStyle="1" w:styleId="pricemeasure">
    <w:name w:val="price_measure"/>
    <w:basedOn w:val="DefaultParagraphFont"/>
    <w:uiPriority w:val="99"/>
    <w:rsid w:val="007E5442"/>
    <w:rPr>
      <w:rFonts w:cs="Times New Roman"/>
    </w:rPr>
  </w:style>
  <w:style w:type="paragraph" w:customStyle="1" w:styleId="ConsPlusNormal">
    <w:name w:val="ConsPlusNormal"/>
    <w:uiPriority w:val="99"/>
    <w:rsid w:val="00C9332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42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3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408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38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8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1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44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45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8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6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6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7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7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7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54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8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9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51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53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53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8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54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56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9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42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42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4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42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42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9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0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55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42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2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2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464</Words>
  <Characters>2648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Отдел по учету и распределению жилья</dc:creator>
  <cp:keywords/>
  <dc:description/>
  <cp:lastModifiedBy>Хохлова</cp:lastModifiedBy>
  <cp:revision>4</cp:revision>
  <cp:lastPrinted>2020-01-30T08:47:00Z</cp:lastPrinted>
  <dcterms:created xsi:type="dcterms:W3CDTF">2020-02-06T09:18:00Z</dcterms:created>
  <dcterms:modified xsi:type="dcterms:W3CDTF">2020-02-06T12:05:00Z</dcterms:modified>
</cp:coreProperties>
</file>