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4C" w:rsidRPr="001037D7" w:rsidRDefault="0049384C" w:rsidP="00C7369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 №1 к Порядку                                                                                                                  </w:t>
      </w:r>
      <w:r w:rsidRPr="001037D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транспортировки, учета, хранения и</w:t>
      </w:r>
    </w:p>
    <w:p w:rsidR="0049384C" w:rsidRPr="006D0A15" w:rsidRDefault="0049384C" w:rsidP="006D0A15">
      <w:pPr>
        <w:spacing w:after="0" w:line="360" w:lineRule="auto"/>
        <w:ind w:left="3540"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применения </w:t>
      </w:r>
      <w:r w:rsidRPr="006D0A15">
        <w:rPr>
          <w:rFonts w:ascii="Times New Roman" w:hAnsi="Times New Roman" w:cs="Times New Roman"/>
          <w:sz w:val="28"/>
          <w:szCs w:val="28"/>
        </w:rPr>
        <w:t>асфальтогранулята</w:t>
      </w:r>
    </w:p>
    <w:p w:rsidR="0049384C" w:rsidRDefault="0049384C" w:rsidP="00E9450E">
      <w:pPr>
        <w:spacing w:after="0" w:line="360" w:lineRule="auto"/>
        <w:ind w:left="3540"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утвержденному   </w:t>
      </w:r>
    </w:p>
    <w:p w:rsidR="0049384C" w:rsidRDefault="0049384C" w:rsidP="00E9450E">
      <w:pPr>
        <w:spacing w:after="0" w:line="360" w:lineRule="auto"/>
        <w:ind w:left="3540"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постановлением Брянской городской </w:t>
      </w:r>
    </w:p>
    <w:p w:rsidR="0049384C" w:rsidRPr="001037D7" w:rsidRDefault="0049384C" w:rsidP="00E9450E">
      <w:pPr>
        <w:spacing w:after="0" w:line="36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администрации </w:t>
      </w:r>
    </w:p>
    <w:p w:rsidR="0049384C" w:rsidRPr="001037D7" w:rsidRDefault="0049384C" w:rsidP="00E945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1037D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18.08.2017</w:t>
      </w:r>
      <w:r w:rsidRPr="001037D7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2944-п</w:t>
      </w:r>
    </w:p>
    <w:p w:rsidR="0049384C" w:rsidRPr="001037D7" w:rsidRDefault="0049384C" w:rsidP="000E7907">
      <w:pPr>
        <w:spacing w:line="240" w:lineRule="auto"/>
        <w:jc w:val="center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9384C" w:rsidRDefault="0049384C" w:rsidP="00C7369C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Акт </w:t>
      </w:r>
      <w:r w:rsidRPr="001037D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приема–передачи </w:t>
      </w:r>
      <w:r w:rsidRPr="006D0A15">
        <w:rPr>
          <w:rFonts w:ascii="Times New Roman" w:hAnsi="Times New Roman" w:cs="Times New Roman"/>
          <w:sz w:val="28"/>
          <w:szCs w:val="28"/>
        </w:rPr>
        <w:t>асфальтогранулята</w:t>
      </w:r>
    </w:p>
    <w:p w:rsidR="0049384C" w:rsidRPr="001037D7" w:rsidRDefault="0049384C" w:rsidP="00C736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_______________    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"__" __________ 20__ г.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__,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именуемый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дальнейшем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«Представитель муниципального заказчика», в лице ______________,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на основании __________, с одной стороны, и __________,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именуемый в дальнейшем «Подрядчик», в лице _____________, действующего на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основании __________, с другой стороны и _______________, именуемый в дальнейшем «Исполнитель», в     лице _________,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на основании __________, с третьей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стороны, вместе «Стороны», а по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отдельности «Сторона», оформили настоящий Акт о нижеследующем:</w:t>
      </w:r>
    </w:p>
    <w:p w:rsidR="0049384C" w:rsidRDefault="0049384C" w:rsidP="00C7369C">
      <w:pPr>
        <w:spacing w:line="360" w:lineRule="auto"/>
        <w:jc w:val="both"/>
        <w:rPr>
          <w:rFonts w:ascii="Verdana" w:hAnsi="Verdana" w:cs="Verdana"/>
          <w:color w:val="000000"/>
          <w:sz w:val="28"/>
          <w:szCs w:val="28"/>
        </w:rPr>
      </w:pP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В соответствии с п. ________ Муниципального контракта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№___________________________________от "__" _____ 20__ г. Подрядчик передал, а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Исполнитель принял </w:t>
      </w:r>
      <w:r w:rsidRPr="006D0A15">
        <w:rPr>
          <w:rFonts w:ascii="Times New Roman" w:hAnsi="Times New Roman" w:cs="Times New Roman"/>
          <w:sz w:val="28"/>
          <w:szCs w:val="28"/>
        </w:rPr>
        <w:t>асфальтогранулята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месте складирования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___________________________________________________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(наименование и адрес места приема отходов)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</w:rPr>
        <w:br/>
      </w:r>
    </w:p>
    <w:tbl>
      <w:tblPr>
        <w:tblpPr w:leftFromText="180" w:rightFromText="180" w:vertAnchor="text" w:horzAnchor="margin" w:tblpY="6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845"/>
        <w:gridCol w:w="709"/>
        <w:gridCol w:w="850"/>
        <w:gridCol w:w="993"/>
        <w:gridCol w:w="992"/>
        <w:gridCol w:w="992"/>
        <w:gridCol w:w="992"/>
        <w:gridCol w:w="1418"/>
        <w:gridCol w:w="992"/>
      </w:tblGrid>
      <w:tr w:rsidR="0049384C" w:rsidRPr="00F260B1" w:rsidTr="001C2908">
        <w:trPr>
          <w:trHeight w:val="1977"/>
        </w:trPr>
        <w:tc>
          <w:tcPr>
            <w:tcW w:w="539" w:type="dxa"/>
          </w:tcPr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845" w:type="dxa"/>
          </w:tcPr>
          <w:p w:rsidR="0049384C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</w:t>
            </w:r>
          </w:p>
          <w:p w:rsidR="0049384C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Мено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709" w:type="dxa"/>
          </w:tcPr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</w:p>
        </w:tc>
        <w:tc>
          <w:tcPr>
            <w:tcW w:w="850" w:type="dxa"/>
          </w:tcPr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(т.)</w:t>
            </w:r>
          </w:p>
        </w:tc>
        <w:tc>
          <w:tcPr>
            <w:tcW w:w="992" w:type="dxa"/>
          </w:tcPr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мость по смете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(руб.)</w:t>
            </w:r>
          </w:p>
        </w:tc>
        <w:tc>
          <w:tcPr>
            <w:tcW w:w="992" w:type="dxa"/>
          </w:tcPr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 полу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:rsidR="0049384C" w:rsidRDefault="0049384C" w:rsidP="001C29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фактически полу</w:t>
            </w:r>
          </w:p>
          <w:p w:rsidR="0049384C" w:rsidRDefault="0049384C" w:rsidP="001C29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ченной крош</w:t>
            </w:r>
          </w:p>
          <w:p w:rsidR="0049384C" w:rsidRPr="00F260B1" w:rsidRDefault="0049384C" w:rsidP="001C29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(руб.)</w:t>
            </w:r>
          </w:p>
        </w:tc>
        <w:tc>
          <w:tcPr>
            <w:tcW w:w="1418" w:type="dxa"/>
          </w:tcPr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 от подряд</w:t>
            </w:r>
          </w:p>
          <w:p w:rsidR="0049384C" w:rsidRPr="00F260B1" w:rsidRDefault="0049384C" w:rsidP="008F57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чика в месте складирования (т.)</w:t>
            </w:r>
          </w:p>
        </w:tc>
        <w:tc>
          <w:tcPr>
            <w:tcW w:w="992" w:type="dxa"/>
          </w:tcPr>
          <w:p w:rsidR="0049384C" w:rsidRPr="00F260B1" w:rsidRDefault="0049384C" w:rsidP="008F5761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Сум-</w:t>
            </w:r>
          </w:p>
          <w:p w:rsidR="0049384C" w:rsidRDefault="0049384C" w:rsidP="001C2908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</w:t>
            </w:r>
          </w:p>
          <w:p w:rsidR="0049384C" w:rsidRDefault="0049384C" w:rsidP="001C2908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</w:t>
            </w:r>
          </w:p>
          <w:p w:rsidR="0049384C" w:rsidRDefault="0049384C" w:rsidP="001C2908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от под</w:t>
            </w:r>
          </w:p>
          <w:p w:rsidR="0049384C" w:rsidRPr="00F260B1" w:rsidRDefault="0049384C" w:rsidP="001C2908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рядчика, (руб.)</w:t>
            </w:r>
          </w:p>
        </w:tc>
      </w:tr>
      <w:tr w:rsidR="0049384C" w:rsidRPr="00F260B1" w:rsidTr="001C2908">
        <w:trPr>
          <w:trHeight w:val="354"/>
        </w:trPr>
        <w:tc>
          <w:tcPr>
            <w:tcW w:w="539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49384C" w:rsidRPr="00F260B1" w:rsidRDefault="0049384C" w:rsidP="00F260B1">
            <w:pPr>
              <w:spacing w:after="0" w:line="240" w:lineRule="auto"/>
              <w:rPr>
                <w:rFonts w:ascii="Verdana" w:hAnsi="Verdana" w:cs="Verdana"/>
                <w:color w:val="000000"/>
                <w:sz w:val="28"/>
                <w:szCs w:val="28"/>
              </w:rPr>
            </w:pPr>
          </w:p>
        </w:tc>
      </w:tr>
    </w:tbl>
    <w:p w:rsidR="0049384C" w:rsidRDefault="0049384C" w:rsidP="008F5761">
      <w:pP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D0A15">
        <w:rPr>
          <w:rFonts w:ascii="Times New Roman" w:hAnsi="Times New Roman" w:cs="Times New Roman"/>
          <w:sz w:val="28"/>
          <w:szCs w:val="28"/>
        </w:rPr>
        <w:t>Асфальтогранулят</w:t>
      </w:r>
      <w:r>
        <w:rPr>
          <w:sz w:val="28"/>
          <w:szCs w:val="28"/>
        </w:rPr>
        <w:t xml:space="preserve">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передана Подрядчиком Исполнителю в количестве (прописью)_________________________________________________________________________________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тонн на сумму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___________________________________________________________________________ руб.</w:t>
      </w:r>
      <w:r w:rsidRPr="001037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37D7">
        <w:rPr>
          <w:rFonts w:ascii="Verdana" w:hAnsi="Verdana" w:cs="Verdana"/>
          <w:color w:val="000000"/>
          <w:sz w:val="28"/>
          <w:szCs w:val="28"/>
        </w:rPr>
        <w:br/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Представитель заказчика: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</w:t>
      </w: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Подрядчик: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                                       _______________________</w:t>
      </w:r>
    </w:p>
    <w:p w:rsidR="0049384C" w:rsidRPr="001037D7" w:rsidRDefault="0049384C" w:rsidP="00AF583D">
      <w:pPr>
        <w:rPr>
          <w:rFonts w:ascii="Times New Roman" w:hAnsi="Times New Roman" w:cs="Times New Roman"/>
          <w:sz w:val="28"/>
          <w:szCs w:val="28"/>
        </w:rPr>
      </w:pPr>
      <w:r w:rsidRPr="0010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Подпись ____________                                            Подпись ____________</w:t>
      </w:r>
      <w:r w:rsidRPr="001037D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037D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9384C" w:rsidRDefault="0049384C" w:rsidP="00AF583D">
      <w:pPr>
        <w:rPr>
          <w:rFonts w:ascii="Times New Roman" w:hAnsi="Times New Roman" w:cs="Times New Roman"/>
          <w:bCs/>
          <w:sz w:val="28"/>
          <w:szCs w:val="28"/>
        </w:rPr>
      </w:pPr>
      <w:r w:rsidRPr="001C2908">
        <w:rPr>
          <w:rFonts w:ascii="Times New Roman" w:hAnsi="Times New Roman" w:cs="Times New Roman"/>
          <w:bCs/>
          <w:sz w:val="28"/>
          <w:szCs w:val="28"/>
        </w:rPr>
        <w:t>Исполнитель:</w:t>
      </w:r>
    </w:p>
    <w:p w:rsidR="0049384C" w:rsidRDefault="0049384C" w:rsidP="00AF583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</w:t>
      </w:r>
    </w:p>
    <w:p w:rsidR="0049384C" w:rsidRPr="001C2908" w:rsidRDefault="0049384C" w:rsidP="00AF583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Подпись_______________</w:t>
      </w:r>
    </w:p>
    <w:p w:rsidR="0049384C" w:rsidRDefault="0049384C" w:rsidP="00AF583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384C" w:rsidRPr="008F5761" w:rsidRDefault="0049384C" w:rsidP="008F57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5761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49384C" w:rsidRPr="008F5761" w:rsidRDefault="0049384C" w:rsidP="008F57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5761">
        <w:rPr>
          <w:rFonts w:ascii="Times New Roman" w:hAnsi="Times New Roman" w:cs="Times New Roman"/>
          <w:sz w:val="28"/>
          <w:szCs w:val="28"/>
        </w:rPr>
        <w:t>комитета по жилищно-коммунальному</w:t>
      </w:r>
    </w:p>
    <w:p w:rsidR="0049384C" w:rsidRPr="008F5761" w:rsidRDefault="0049384C" w:rsidP="008F57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5761">
        <w:rPr>
          <w:rFonts w:ascii="Times New Roman" w:hAnsi="Times New Roman" w:cs="Times New Roman"/>
          <w:sz w:val="28"/>
          <w:szCs w:val="28"/>
        </w:rPr>
        <w:t>хозяйству                                                                                Ю.В. Пацинский</w:t>
      </w:r>
    </w:p>
    <w:p w:rsidR="0049384C" w:rsidRPr="008F5761" w:rsidRDefault="0049384C" w:rsidP="00AF583D">
      <w:pPr>
        <w:rPr>
          <w:rFonts w:ascii="Times New Roman" w:hAnsi="Times New Roman" w:cs="Times New Roman"/>
          <w:sz w:val="28"/>
          <w:szCs w:val="28"/>
        </w:rPr>
      </w:pPr>
    </w:p>
    <w:p w:rsidR="0049384C" w:rsidRPr="008F5761" w:rsidRDefault="0049384C" w:rsidP="00AF583D">
      <w:pPr>
        <w:rPr>
          <w:rFonts w:ascii="Times New Roman" w:hAnsi="Times New Roman" w:cs="Times New Roman"/>
          <w:sz w:val="28"/>
          <w:szCs w:val="28"/>
        </w:rPr>
      </w:pPr>
    </w:p>
    <w:p w:rsidR="0049384C" w:rsidRPr="008F5761" w:rsidRDefault="0049384C" w:rsidP="008F57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576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F5761">
        <w:rPr>
          <w:rFonts w:ascii="Times New Roman" w:hAnsi="Times New Roman" w:cs="Times New Roman"/>
          <w:sz w:val="28"/>
          <w:szCs w:val="28"/>
        </w:rPr>
        <w:t xml:space="preserve"> комитета по </w:t>
      </w:r>
    </w:p>
    <w:p w:rsidR="0049384C" w:rsidRPr="008F5761" w:rsidRDefault="0049384C" w:rsidP="008F57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5761">
        <w:rPr>
          <w:rFonts w:ascii="Times New Roman" w:hAnsi="Times New Roman" w:cs="Times New Roman"/>
          <w:sz w:val="28"/>
          <w:szCs w:val="28"/>
        </w:rPr>
        <w:t xml:space="preserve">жилищно-коммунальному хозяйству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И.Н. Гинькин</w:t>
      </w:r>
      <w:bookmarkStart w:id="0" w:name="_GoBack"/>
      <w:bookmarkEnd w:id="0"/>
    </w:p>
    <w:p w:rsidR="0049384C" w:rsidRPr="008F5761" w:rsidRDefault="0049384C" w:rsidP="00AF583D">
      <w:pPr>
        <w:rPr>
          <w:rFonts w:ascii="Times New Roman" w:hAnsi="Times New Roman" w:cs="Times New Roman"/>
          <w:sz w:val="28"/>
          <w:szCs w:val="28"/>
        </w:rPr>
      </w:pPr>
    </w:p>
    <w:p w:rsidR="0049384C" w:rsidRPr="008F5761" w:rsidRDefault="0049384C" w:rsidP="00AF583D">
      <w:pPr>
        <w:rPr>
          <w:rFonts w:ascii="Times New Roman" w:hAnsi="Times New Roman" w:cs="Times New Roman"/>
          <w:sz w:val="28"/>
          <w:szCs w:val="28"/>
        </w:rPr>
      </w:pPr>
    </w:p>
    <w:p w:rsidR="0049384C" w:rsidRPr="008F5761" w:rsidRDefault="0049384C" w:rsidP="008F57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5761">
        <w:rPr>
          <w:rFonts w:ascii="Times New Roman" w:hAnsi="Times New Roman" w:cs="Times New Roman"/>
          <w:sz w:val="28"/>
          <w:szCs w:val="28"/>
        </w:rPr>
        <w:t>И.о. заместителя Главы</w:t>
      </w:r>
    </w:p>
    <w:p w:rsidR="0049384C" w:rsidRPr="008F5761" w:rsidRDefault="0049384C" w:rsidP="008F57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5761">
        <w:rPr>
          <w:rFonts w:ascii="Times New Roman" w:hAnsi="Times New Roman" w:cs="Times New Roman"/>
          <w:sz w:val="28"/>
          <w:szCs w:val="28"/>
        </w:rPr>
        <w:t xml:space="preserve">городской администрации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А.С. Вербицкий</w:t>
      </w:r>
    </w:p>
    <w:sectPr w:rsidR="0049384C" w:rsidRPr="008F5761" w:rsidSect="00C7369C">
      <w:pgSz w:w="11906" w:h="16838"/>
      <w:pgMar w:top="1134" w:right="567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83D"/>
    <w:rsid w:val="00015E1D"/>
    <w:rsid w:val="000E7907"/>
    <w:rsid w:val="001037D7"/>
    <w:rsid w:val="001C2908"/>
    <w:rsid w:val="001E397F"/>
    <w:rsid w:val="003240EC"/>
    <w:rsid w:val="00363DAB"/>
    <w:rsid w:val="00384C57"/>
    <w:rsid w:val="004900D4"/>
    <w:rsid w:val="0049384C"/>
    <w:rsid w:val="005C37B2"/>
    <w:rsid w:val="006C46C1"/>
    <w:rsid w:val="006D0A15"/>
    <w:rsid w:val="00854733"/>
    <w:rsid w:val="008E033C"/>
    <w:rsid w:val="008F5761"/>
    <w:rsid w:val="00A760DA"/>
    <w:rsid w:val="00AF583D"/>
    <w:rsid w:val="00B96A56"/>
    <w:rsid w:val="00BA1F75"/>
    <w:rsid w:val="00C528E8"/>
    <w:rsid w:val="00C7369C"/>
    <w:rsid w:val="00D0105F"/>
    <w:rsid w:val="00D26F1C"/>
    <w:rsid w:val="00D30F5E"/>
    <w:rsid w:val="00D568E8"/>
    <w:rsid w:val="00E02BC6"/>
    <w:rsid w:val="00E9450E"/>
    <w:rsid w:val="00EF4D9A"/>
    <w:rsid w:val="00F15F17"/>
    <w:rsid w:val="00F23167"/>
    <w:rsid w:val="00F2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F1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AF583D"/>
    <w:rPr>
      <w:rFonts w:cs="Times New Roman"/>
    </w:rPr>
  </w:style>
  <w:style w:type="table" w:styleId="TableGrid">
    <w:name w:val="Table Grid"/>
    <w:basedOn w:val="TableNormal"/>
    <w:uiPriority w:val="99"/>
    <w:rsid w:val="00AF583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47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393</Words>
  <Characters>2243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</cp:lastModifiedBy>
  <cp:revision>3</cp:revision>
  <cp:lastPrinted>2017-06-08T06:45:00Z</cp:lastPrinted>
  <dcterms:created xsi:type="dcterms:W3CDTF">2017-06-20T11:53:00Z</dcterms:created>
  <dcterms:modified xsi:type="dcterms:W3CDTF">2017-08-23T11:43:00Z</dcterms:modified>
</cp:coreProperties>
</file>