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37" w:rsidRDefault="00144137" w:rsidP="00DD6652">
      <w:pPr>
        <w:ind w:left="9781" w:right="-456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</w:p>
    <w:p w:rsidR="00144137" w:rsidRDefault="00144137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к Решению Брянского городского</w:t>
      </w:r>
    </w:p>
    <w:p w:rsidR="00144137" w:rsidRDefault="00144137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Совета народных депутатов</w:t>
      </w:r>
    </w:p>
    <w:p w:rsidR="00144137" w:rsidRPr="003453C6" w:rsidRDefault="00144137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от _____________ № _______</w:t>
      </w:r>
    </w:p>
    <w:p w:rsidR="00144137" w:rsidRDefault="00144137" w:rsidP="003C5326">
      <w:pPr>
        <w:jc w:val="center"/>
        <w:rPr>
          <w:b/>
          <w:sz w:val="28"/>
          <w:szCs w:val="28"/>
        </w:rPr>
      </w:pPr>
    </w:p>
    <w:p w:rsidR="00144137" w:rsidRPr="0012508E" w:rsidRDefault="00144137" w:rsidP="003C5326">
      <w:pPr>
        <w:jc w:val="center"/>
        <w:rPr>
          <w:b/>
          <w:sz w:val="28"/>
          <w:szCs w:val="28"/>
        </w:rPr>
      </w:pPr>
    </w:p>
    <w:p w:rsidR="00144137" w:rsidRPr="0012508E" w:rsidRDefault="00144137" w:rsidP="003C5326">
      <w:pPr>
        <w:jc w:val="center"/>
        <w:rPr>
          <w:b/>
          <w:sz w:val="28"/>
          <w:szCs w:val="28"/>
        </w:rPr>
      </w:pPr>
    </w:p>
    <w:p w:rsidR="00144137" w:rsidRPr="003C5326" w:rsidRDefault="00144137" w:rsidP="003C5326">
      <w:pPr>
        <w:jc w:val="center"/>
        <w:rPr>
          <w:b/>
          <w:sz w:val="28"/>
          <w:szCs w:val="28"/>
        </w:rPr>
      </w:pPr>
    </w:p>
    <w:p w:rsidR="00144137" w:rsidRPr="00EE7709" w:rsidRDefault="00144137" w:rsidP="003C5326">
      <w:pPr>
        <w:jc w:val="center"/>
      </w:pPr>
      <w:r w:rsidRPr="00EE7709">
        <w:rPr>
          <w:b/>
          <w:sz w:val="28"/>
          <w:szCs w:val="28"/>
        </w:rPr>
        <w:t>Доходы бюджета города Брянска за 20</w:t>
      </w:r>
      <w:r>
        <w:rPr>
          <w:b/>
          <w:sz w:val="28"/>
          <w:szCs w:val="28"/>
        </w:rPr>
        <w:t>2</w:t>
      </w:r>
      <w:r w:rsidRPr="00AB4048">
        <w:rPr>
          <w:b/>
          <w:sz w:val="28"/>
          <w:szCs w:val="28"/>
        </w:rPr>
        <w:t>3</w:t>
      </w:r>
      <w:r w:rsidRPr="00EE7709">
        <w:rPr>
          <w:b/>
          <w:sz w:val="28"/>
          <w:szCs w:val="28"/>
        </w:rPr>
        <w:t>год</w:t>
      </w:r>
    </w:p>
    <w:p w:rsidR="00144137" w:rsidRPr="0080241E" w:rsidRDefault="00144137" w:rsidP="003C5326">
      <w:pPr>
        <w:jc w:val="center"/>
      </w:pPr>
      <w:r w:rsidRPr="00EE7709">
        <w:rPr>
          <w:b/>
          <w:sz w:val="28"/>
          <w:szCs w:val="28"/>
        </w:rPr>
        <w:t xml:space="preserve">по кодам классификации доходов бюджетов </w:t>
      </w:r>
    </w:p>
    <w:p w:rsidR="00144137" w:rsidRPr="00427AA8" w:rsidRDefault="00144137"/>
    <w:p w:rsidR="00144137" w:rsidRPr="00427AA8" w:rsidRDefault="00144137"/>
    <w:p w:rsidR="00144137" w:rsidRPr="00F556BA" w:rsidRDefault="00144137" w:rsidP="004E32FB">
      <w:pPr>
        <w:jc w:val="center"/>
        <w:rPr>
          <w:sz w:val="28"/>
          <w:szCs w:val="28"/>
        </w:rPr>
      </w:pPr>
      <w:r w:rsidRPr="004E32FB">
        <w:rPr>
          <w:sz w:val="28"/>
          <w:szCs w:val="28"/>
        </w:rPr>
        <w:t>(рублей)</w:t>
      </w:r>
    </w:p>
    <w:tbl>
      <w:tblPr>
        <w:tblW w:w="14616" w:type="dxa"/>
        <w:tblInd w:w="93" w:type="dxa"/>
        <w:tblLook w:val="00A0"/>
      </w:tblPr>
      <w:tblGrid>
        <w:gridCol w:w="3660"/>
        <w:gridCol w:w="7979"/>
        <w:gridCol w:w="2977"/>
      </w:tblGrid>
      <w:tr w:rsidR="00144137" w:rsidRPr="0046121D" w:rsidTr="0046121D">
        <w:trPr>
          <w:trHeight w:val="850"/>
          <w:tblHeader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121D">
              <w:rPr>
                <w:b/>
                <w:bCs/>
                <w:color w:val="000000"/>
                <w:sz w:val="28"/>
                <w:szCs w:val="28"/>
              </w:rPr>
              <w:t>Код БК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121D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121D">
              <w:rPr>
                <w:b/>
                <w:bCs/>
                <w:color w:val="000000"/>
                <w:sz w:val="28"/>
                <w:szCs w:val="28"/>
              </w:rPr>
              <w:t>Кассовое исполнение за 2023 год</w:t>
            </w:r>
          </w:p>
        </w:tc>
      </w:tr>
      <w:tr w:rsidR="00144137" w:rsidRPr="0046121D" w:rsidTr="0046121D">
        <w:trPr>
          <w:trHeight w:val="397"/>
          <w:tblHeader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46121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144137" w:rsidRPr="0046121D" w:rsidTr="002176A8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000 1000000000 0000 000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4 088 716 083,45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000 1010000000 0000 000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2 557 606 599,26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2 557 606 599,26</w:t>
            </w:r>
          </w:p>
        </w:tc>
      </w:tr>
      <w:tr w:rsidR="00144137" w:rsidRPr="0046121D" w:rsidTr="002176A8">
        <w:trPr>
          <w:trHeight w:val="255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000 1010201001 0000 110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2 270 772 185,01</w:t>
            </w:r>
          </w:p>
        </w:tc>
      </w:tr>
      <w:tr w:rsidR="00144137" w:rsidRPr="0046121D" w:rsidTr="002176A8">
        <w:trPr>
          <w:trHeight w:val="238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000 1010202001 0000 110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10 241 000,83</w:t>
            </w:r>
          </w:p>
        </w:tc>
      </w:tr>
      <w:tr w:rsidR="00144137" w:rsidRPr="0046121D" w:rsidTr="002176A8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000 1010203001 0000 110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21 232 274,03</w:t>
            </w:r>
          </w:p>
        </w:tc>
      </w:tr>
      <w:tr w:rsidR="00144137" w:rsidRPr="0046121D" w:rsidTr="002176A8">
        <w:trPr>
          <w:trHeight w:val="21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000 1010204001 0000 110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14 035 706,61</w:t>
            </w:r>
          </w:p>
        </w:tc>
      </w:tr>
      <w:tr w:rsidR="00144137" w:rsidRPr="0046121D" w:rsidTr="002176A8">
        <w:trPr>
          <w:trHeight w:val="232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000 1010205001 0000 110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110 500,00</w:t>
            </w:r>
          </w:p>
        </w:tc>
      </w:tr>
      <w:tr w:rsidR="00144137" w:rsidRPr="0046121D" w:rsidTr="002176A8">
        <w:trPr>
          <w:trHeight w:val="277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000 1010208001 0000 110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128 483 334,27</w:t>
            </w:r>
          </w:p>
        </w:tc>
      </w:tr>
      <w:tr w:rsidR="00144137" w:rsidRPr="0046121D" w:rsidTr="002176A8">
        <w:trPr>
          <w:trHeight w:val="24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000 1010210001 0000 110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49 217,40</w:t>
            </w:r>
          </w:p>
        </w:tc>
      </w:tr>
      <w:tr w:rsidR="00144137" w:rsidRPr="0046121D" w:rsidTr="002176A8">
        <w:trPr>
          <w:trHeight w:val="119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000 1010213001 0000 110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49 080 588,82</w:t>
            </w:r>
          </w:p>
        </w:tc>
      </w:tr>
      <w:tr w:rsidR="00144137" w:rsidRPr="0046121D" w:rsidTr="00D359E8">
        <w:trPr>
          <w:trHeight w:val="15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000 1010214001 0000 110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63 601 792,29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000 1030000000 0000 000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39 285 646,59</w:t>
            </w:r>
          </w:p>
        </w:tc>
      </w:tr>
      <w:tr w:rsidR="00144137" w:rsidRPr="0046121D" w:rsidTr="002176A8">
        <w:trPr>
          <w:trHeight w:val="7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000 1030200001 0000 110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39 285 646,59</w:t>
            </w:r>
          </w:p>
        </w:tc>
      </w:tr>
      <w:tr w:rsidR="00144137" w:rsidRPr="0046121D" w:rsidTr="002176A8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000 1030223001 0000 110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20 356 034,91</w:t>
            </w:r>
          </w:p>
        </w:tc>
      </w:tr>
      <w:tr w:rsidR="00144137" w:rsidRPr="0046121D" w:rsidTr="002176A8">
        <w:trPr>
          <w:trHeight w:val="243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000 1030223101 0000 110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20 356 034,91</w:t>
            </w:r>
          </w:p>
        </w:tc>
      </w:tr>
      <w:tr w:rsidR="00144137" w:rsidRPr="0046121D" w:rsidTr="002176A8">
        <w:trPr>
          <w:trHeight w:val="198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000 1030224001 0000 110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106 317,54</w:t>
            </w:r>
          </w:p>
        </w:tc>
      </w:tr>
      <w:tr w:rsidR="00144137" w:rsidRPr="0046121D" w:rsidTr="002176A8">
        <w:trPr>
          <w:trHeight w:val="26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000 1030224101 0000 110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106 317,54</w:t>
            </w:r>
          </w:p>
        </w:tc>
      </w:tr>
      <w:tr w:rsidR="00144137" w:rsidRPr="0046121D" w:rsidTr="002176A8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000 1030225001 0000 110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21 039 550,47</w:t>
            </w:r>
          </w:p>
        </w:tc>
      </w:tr>
      <w:tr w:rsidR="00144137" w:rsidRPr="0046121D" w:rsidTr="002176A8">
        <w:trPr>
          <w:trHeight w:val="362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000 1030225101 0000 110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21 039 550,47</w:t>
            </w:r>
          </w:p>
        </w:tc>
      </w:tr>
      <w:tr w:rsidR="00144137" w:rsidRPr="0046121D" w:rsidTr="002176A8">
        <w:trPr>
          <w:trHeight w:val="175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000 1030226001 0000 110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-2 216 256,33</w:t>
            </w:r>
          </w:p>
        </w:tc>
      </w:tr>
      <w:tr w:rsidR="00144137" w:rsidRPr="0046121D" w:rsidTr="002176A8">
        <w:trPr>
          <w:trHeight w:val="311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000 1030226101 0000 110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-2 216 256,33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000 1050000000 0000 000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67 945 857,33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000 1050200002 0000 110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-1 702 647,69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000 1050201002 0000 110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-1 702 498,16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000 1050202002 0000 110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-149,53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000 1050300001 0000 110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595 069,87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000 1050301001 0000 110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595 069,87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000 1050400002 0000 110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69 053 435,15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000 1050401002 0000 110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69 053 435,15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000 1060000000 0000 000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754 222 013,17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000 1060100000 0000 110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460 215 359,15</w:t>
            </w:r>
          </w:p>
        </w:tc>
      </w:tr>
      <w:tr w:rsidR="00144137" w:rsidRPr="0046121D" w:rsidTr="00051607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000 1060102004 0000 110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460 215 359,15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000 1060600000 0000 110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294 006 654,02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000 1060603000 0000 110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204 893 476,51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000 1060603204 0000 110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204 893 476,51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000 1060604000 0000 110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89 113 177,51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000 1060604204 0000 110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89 113 177,51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000 1080000000 0000 000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67 012 849,98</w:t>
            </w:r>
          </w:p>
        </w:tc>
      </w:tr>
      <w:tr w:rsidR="00144137" w:rsidRPr="0046121D" w:rsidTr="00763137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000 1080300001 0000 110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66 516 849,98</w:t>
            </w:r>
          </w:p>
        </w:tc>
      </w:tr>
      <w:tr w:rsidR="00144137" w:rsidRPr="0046121D" w:rsidTr="00763137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000 1080301001 0000 110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66 516 849,98</w:t>
            </w:r>
          </w:p>
        </w:tc>
      </w:tr>
      <w:tr w:rsidR="00144137" w:rsidRPr="0046121D" w:rsidTr="00763137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000 1080700001 0000 110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496 000,00</w:t>
            </w:r>
          </w:p>
        </w:tc>
      </w:tr>
      <w:tr w:rsidR="00144137" w:rsidRPr="0046121D" w:rsidTr="00763137">
        <w:trPr>
          <w:trHeight w:val="73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000 1080715001 0000 110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380 000,00</w:t>
            </w:r>
          </w:p>
        </w:tc>
      </w:tr>
      <w:tr w:rsidR="00144137" w:rsidRPr="0046121D" w:rsidTr="00763137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000 1080717001 0000 110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116 000,00</w:t>
            </w:r>
          </w:p>
        </w:tc>
      </w:tr>
      <w:tr w:rsidR="00144137" w:rsidRPr="0046121D" w:rsidTr="00763137">
        <w:trPr>
          <w:trHeight w:val="243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000 1080717301 0000 110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116 000,00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000 1090000000 0000 000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631,84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000 1090400000 0000 110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362,58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000 1090405000 0000 110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362,58</w:t>
            </w:r>
          </w:p>
        </w:tc>
      </w:tr>
      <w:tr w:rsidR="00144137" w:rsidRPr="0046121D" w:rsidTr="001D4554">
        <w:trPr>
          <w:trHeight w:val="73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000 1090405204 0000 110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362,58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000 1090600002 0000 110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000 1090601002 0000 110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с продаж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000 1090700000 0000 110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налоги и сборы (по отмененным местным налогам и сборам)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269,21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000 1090701000 0000 110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рекламу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1 077,74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000 1090701204 0000 110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1 077,74</w:t>
            </w:r>
          </w:p>
        </w:tc>
      </w:tr>
      <w:tr w:rsidR="00144137" w:rsidRPr="0046121D" w:rsidTr="001D4554">
        <w:trPr>
          <w:trHeight w:val="124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000 1090703000 0000 110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-1 002,21</w:t>
            </w:r>
          </w:p>
        </w:tc>
      </w:tr>
      <w:tr w:rsidR="00144137" w:rsidRPr="0046121D" w:rsidTr="001D4554">
        <w:trPr>
          <w:trHeight w:val="158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000 1090703204 0000 110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-1 002,21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000 1090705000 0000 110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местные налоги и сборы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193,68</w:t>
            </w:r>
          </w:p>
        </w:tc>
      </w:tr>
      <w:tr w:rsidR="00144137" w:rsidRPr="0046121D" w:rsidTr="001D4554">
        <w:trPr>
          <w:trHeight w:val="7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000 1090705204 0000 110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193,68</w:t>
            </w:r>
          </w:p>
        </w:tc>
      </w:tr>
      <w:tr w:rsidR="00144137" w:rsidRPr="0046121D" w:rsidTr="00D359E8">
        <w:trPr>
          <w:trHeight w:val="15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000 1110000000 0000 000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270 502 589,06</w:t>
            </w:r>
          </w:p>
        </w:tc>
      </w:tr>
      <w:tr w:rsidR="00144137" w:rsidRPr="0046121D" w:rsidTr="00A734A4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000 1110100000 0000 120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5 487 889,33</w:t>
            </w:r>
          </w:p>
        </w:tc>
      </w:tr>
      <w:tr w:rsidR="00144137" w:rsidRPr="0046121D" w:rsidTr="00D359E8">
        <w:trPr>
          <w:trHeight w:val="18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000 1110104004 0000 120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5 487 889,33</w:t>
            </w:r>
          </w:p>
        </w:tc>
      </w:tr>
      <w:tr w:rsidR="00144137" w:rsidRPr="0046121D" w:rsidTr="00A734A4">
        <w:trPr>
          <w:trHeight w:val="204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000 1110500000 0000 120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216 689 327,80</w:t>
            </w:r>
          </w:p>
        </w:tc>
      </w:tr>
      <w:tr w:rsidR="00144137" w:rsidRPr="0046121D" w:rsidTr="00A734A4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000 1110501000 0000 120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140 486 362,86</w:t>
            </w:r>
          </w:p>
        </w:tc>
      </w:tr>
      <w:tr w:rsidR="00144137" w:rsidRPr="0046121D" w:rsidTr="00A734A4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000 1110501204 0000 120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140 486 362,86</w:t>
            </w:r>
          </w:p>
        </w:tc>
      </w:tr>
      <w:tr w:rsidR="00144137" w:rsidRPr="0046121D" w:rsidTr="00D359E8">
        <w:trPr>
          <w:trHeight w:val="26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000 1110502000 0000 120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18 232 769,52</w:t>
            </w:r>
          </w:p>
        </w:tc>
      </w:tr>
      <w:tr w:rsidR="00144137" w:rsidRPr="0046121D" w:rsidTr="00A734A4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000 1110502404 0000 120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18 232 769,52</w:t>
            </w:r>
          </w:p>
        </w:tc>
      </w:tr>
      <w:tr w:rsidR="00144137" w:rsidRPr="0046121D" w:rsidTr="00A734A4">
        <w:trPr>
          <w:trHeight w:val="221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000 1110503000 0000 120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3 128 765,00</w:t>
            </w:r>
          </w:p>
        </w:tc>
      </w:tr>
      <w:tr w:rsidR="00144137" w:rsidRPr="0046121D" w:rsidTr="00A734A4">
        <w:trPr>
          <w:trHeight w:val="187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000 1110503404 0000 120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3 128 765,00</w:t>
            </w:r>
          </w:p>
        </w:tc>
      </w:tr>
      <w:tr w:rsidR="00144137" w:rsidRPr="0046121D" w:rsidTr="00A734A4">
        <w:trPr>
          <w:trHeight w:val="124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000 1110507000 0000 120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54 294 827,92</w:t>
            </w:r>
          </w:p>
        </w:tc>
      </w:tr>
      <w:tr w:rsidR="00144137" w:rsidRPr="0046121D" w:rsidTr="00A734A4">
        <w:trPr>
          <w:trHeight w:val="96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000 1110507404 0000 120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54 294 827,92</w:t>
            </w:r>
          </w:p>
        </w:tc>
      </w:tr>
      <w:tr w:rsidR="00144137" w:rsidRPr="0046121D" w:rsidTr="00A734A4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000 1110509000 0000 120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546 602,50</w:t>
            </w:r>
          </w:p>
        </w:tc>
      </w:tr>
      <w:tr w:rsidR="00144137" w:rsidRPr="0046121D" w:rsidTr="00A734A4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000 1110509204 0000 120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546 602,50</w:t>
            </w:r>
          </w:p>
        </w:tc>
      </w:tr>
      <w:tr w:rsidR="00144137" w:rsidRPr="0046121D" w:rsidTr="00A734A4">
        <w:trPr>
          <w:trHeight w:val="10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000 1110530000 0000 120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113 450,19</w:t>
            </w:r>
          </w:p>
        </w:tc>
      </w:tr>
      <w:tr w:rsidR="00144137" w:rsidRPr="0046121D" w:rsidTr="00A734A4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000 1110531000 0000 120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16 820,27</w:t>
            </w:r>
          </w:p>
        </w:tc>
      </w:tr>
      <w:tr w:rsidR="00144137" w:rsidRPr="0046121D" w:rsidTr="00A734A4">
        <w:trPr>
          <w:trHeight w:val="30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000 1110531204 0000 120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16 820,27</w:t>
            </w:r>
          </w:p>
        </w:tc>
      </w:tr>
      <w:tr w:rsidR="00144137" w:rsidRPr="0046121D" w:rsidTr="00A734A4">
        <w:trPr>
          <w:trHeight w:val="96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000 1110532000 0000 120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96 629,92</w:t>
            </w:r>
          </w:p>
        </w:tc>
      </w:tr>
      <w:tr w:rsidR="00144137" w:rsidRPr="0046121D" w:rsidTr="00A734A4">
        <w:trPr>
          <w:trHeight w:val="21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000 1110532404 0000 120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96 629,92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000 1110700000 0000 120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11 280 170,18</w:t>
            </w:r>
          </w:p>
        </w:tc>
      </w:tr>
      <w:tr w:rsidR="00144137" w:rsidRPr="0046121D" w:rsidTr="00A734A4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000 1110701000 0000 120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11 280 170,18</w:t>
            </w:r>
          </w:p>
        </w:tc>
      </w:tr>
      <w:tr w:rsidR="00144137" w:rsidRPr="0046121D" w:rsidTr="00A734A4">
        <w:trPr>
          <w:trHeight w:val="119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000 1110701404 0000 120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11 280 170,18</w:t>
            </w:r>
          </w:p>
        </w:tc>
      </w:tr>
      <w:tr w:rsidR="00144137" w:rsidRPr="0046121D" w:rsidTr="00A734A4">
        <w:trPr>
          <w:trHeight w:val="175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000 1110900000 0000 120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36 931 751,56</w:t>
            </w:r>
          </w:p>
        </w:tc>
      </w:tr>
      <w:tr w:rsidR="00144137" w:rsidRPr="0046121D" w:rsidTr="00095E3D">
        <w:trPr>
          <w:trHeight w:val="198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000 1110904000 0000 120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25 785 942,40</w:t>
            </w:r>
          </w:p>
        </w:tc>
      </w:tr>
      <w:tr w:rsidR="00144137" w:rsidRPr="0046121D" w:rsidTr="00D359E8">
        <w:trPr>
          <w:trHeight w:val="22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000 1110904404 0000 120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25 785 942,40</w:t>
            </w:r>
          </w:p>
        </w:tc>
      </w:tr>
      <w:tr w:rsidR="00144137" w:rsidRPr="0046121D" w:rsidTr="00D359E8">
        <w:trPr>
          <w:trHeight w:val="3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000 1110908000 0000 120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11 145 809,16</w:t>
            </w:r>
          </w:p>
        </w:tc>
      </w:tr>
      <w:tr w:rsidR="00144137" w:rsidRPr="0046121D" w:rsidTr="00095E3D">
        <w:trPr>
          <w:trHeight w:val="221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000 1110908004 0000 120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11 145 809,16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000 1120000000 0000 000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10 522 926,72</w:t>
            </w:r>
          </w:p>
        </w:tc>
      </w:tr>
      <w:tr w:rsidR="00144137" w:rsidRPr="0046121D" w:rsidTr="002877F3">
        <w:trPr>
          <w:trHeight w:val="4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000 1120100001 0000 120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10 522 926,72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000 1120101001 0000 120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1 401 090,22</w:t>
            </w:r>
          </w:p>
        </w:tc>
      </w:tr>
      <w:tr w:rsidR="00144137" w:rsidRPr="0046121D" w:rsidTr="002877F3">
        <w:trPr>
          <w:trHeight w:val="4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000 1120103001 0000 120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52 436,99</w:t>
            </w:r>
          </w:p>
        </w:tc>
      </w:tr>
      <w:tr w:rsidR="00144137" w:rsidRPr="0046121D" w:rsidTr="002877F3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000 1120104001 0000 120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9 069 399,51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000 1120104101 0000 120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4 874 875,07</w:t>
            </w:r>
          </w:p>
        </w:tc>
      </w:tr>
      <w:tr w:rsidR="00144137" w:rsidRPr="0046121D" w:rsidTr="002877F3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000 1120104201 0000 120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4 194 524,44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000 1130000000 0000 000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6121D">
              <w:rPr>
                <w:b/>
                <w:color w:val="000000"/>
                <w:sz w:val="28"/>
                <w:szCs w:val="28"/>
              </w:rPr>
              <w:t>185 784 142,01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000 1130100000 0000 130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447 780,70</w:t>
            </w:r>
          </w:p>
        </w:tc>
      </w:tr>
      <w:tr w:rsidR="00144137" w:rsidRPr="0046121D" w:rsidTr="002877F3">
        <w:trPr>
          <w:trHeight w:val="68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000 1130150000 0000 130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447 780,70</w:t>
            </w:r>
          </w:p>
        </w:tc>
      </w:tr>
      <w:tr w:rsidR="00144137" w:rsidRPr="0046121D" w:rsidTr="002877F3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000 1130153004 0000 130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447 780,70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000 1130200000 0000 130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185 336 361,31</w:t>
            </w:r>
          </w:p>
        </w:tc>
      </w:tr>
      <w:tr w:rsidR="00144137" w:rsidRPr="0046121D" w:rsidTr="00095E3D">
        <w:trPr>
          <w:trHeight w:val="7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000 1130206000 0000 130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607 687,24</w:t>
            </w:r>
          </w:p>
        </w:tc>
      </w:tr>
      <w:tr w:rsidR="00144137" w:rsidRPr="0046121D" w:rsidTr="002877F3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000 1130206404 0000 130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607 687,24</w:t>
            </w:r>
          </w:p>
        </w:tc>
      </w:tr>
      <w:tr w:rsidR="00144137" w:rsidRPr="0046121D" w:rsidTr="002877F3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000 1130299000 0000 130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184 728 674,07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000 1130299404 0000 130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184 728 674,07</w:t>
            </w:r>
          </w:p>
        </w:tc>
      </w:tr>
      <w:tr w:rsidR="00144137" w:rsidRPr="002877F3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2877F3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877F3">
              <w:rPr>
                <w:b/>
                <w:color w:val="000000"/>
                <w:sz w:val="28"/>
                <w:szCs w:val="28"/>
              </w:rPr>
              <w:t>000 1140000000 0000 000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2877F3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2877F3">
              <w:rPr>
                <w:b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2877F3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877F3">
              <w:rPr>
                <w:b/>
                <w:color w:val="000000"/>
                <w:sz w:val="28"/>
                <w:szCs w:val="28"/>
              </w:rPr>
              <w:t>80 926 451,26</w:t>
            </w:r>
          </w:p>
        </w:tc>
      </w:tr>
      <w:tr w:rsidR="00144137" w:rsidRPr="0046121D" w:rsidTr="002877F3">
        <w:trPr>
          <w:trHeight w:val="192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000 1140200000 0000 000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24 948 761,49</w:t>
            </w:r>
          </w:p>
        </w:tc>
      </w:tr>
      <w:tr w:rsidR="00144137" w:rsidRPr="0046121D" w:rsidTr="000C03A6">
        <w:trPr>
          <w:trHeight w:val="204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000 1140204004 0000 410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24 948 761,49</w:t>
            </w:r>
          </w:p>
        </w:tc>
      </w:tr>
      <w:tr w:rsidR="00144137" w:rsidRPr="0046121D" w:rsidTr="000C03A6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000 1140204304 0000 410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24 948 761,49</w:t>
            </w:r>
          </w:p>
        </w:tc>
      </w:tr>
      <w:tr w:rsidR="00144137" w:rsidRPr="0046121D" w:rsidTr="000C03A6">
        <w:trPr>
          <w:trHeight w:val="73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000 1140600000 0000 430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28 316 187,79</w:t>
            </w:r>
          </w:p>
        </w:tc>
      </w:tr>
      <w:tr w:rsidR="00144137" w:rsidRPr="0046121D" w:rsidTr="000C03A6">
        <w:trPr>
          <w:trHeight w:val="90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000 1140601000 0000 430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26 273 519,55</w:t>
            </w:r>
          </w:p>
        </w:tc>
      </w:tr>
      <w:tr w:rsidR="00144137" w:rsidRPr="0046121D" w:rsidTr="000C03A6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000 1140601204 0000 430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26 273 519,55</w:t>
            </w:r>
          </w:p>
        </w:tc>
      </w:tr>
      <w:tr w:rsidR="00144137" w:rsidRPr="0046121D" w:rsidTr="000C03A6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000 1140602000 0000 430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2 042 668,24</w:t>
            </w:r>
          </w:p>
        </w:tc>
      </w:tr>
      <w:tr w:rsidR="00144137" w:rsidRPr="0046121D" w:rsidTr="000C03A6">
        <w:trPr>
          <w:trHeight w:val="130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000 1140602404 0000 430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2 042 668,24</w:t>
            </w:r>
          </w:p>
        </w:tc>
      </w:tr>
      <w:tr w:rsidR="00144137" w:rsidRPr="0046121D" w:rsidTr="000C03A6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000 1140630000 0000 430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1 962 934,66</w:t>
            </w:r>
          </w:p>
        </w:tc>
      </w:tr>
      <w:tr w:rsidR="00144137" w:rsidRPr="0046121D" w:rsidTr="000C03A6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000 1140631000 0000 430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1 962 934,66</w:t>
            </w:r>
          </w:p>
        </w:tc>
      </w:tr>
      <w:tr w:rsidR="00144137" w:rsidRPr="0046121D" w:rsidTr="000C03A6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000 1140631204 0000 430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1 962 934,66</w:t>
            </w:r>
          </w:p>
        </w:tc>
      </w:tr>
      <w:tr w:rsidR="00144137" w:rsidRPr="0046121D" w:rsidTr="000C03A6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000 1141300000 0000 000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25 698 567,32</w:t>
            </w:r>
          </w:p>
        </w:tc>
      </w:tr>
      <w:tr w:rsidR="00144137" w:rsidRPr="0046121D" w:rsidTr="000C03A6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000 1141304004 0000 410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25 698 567,32</w:t>
            </w:r>
          </w:p>
        </w:tc>
      </w:tr>
      <w:tr w:rsidR="00144137" w:rsidRPr="000C03A6" w:rsidTr="000C03A6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C03A6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000 1150000000 0000 000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0C03A6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АДМИНИСТРАТИВНЫЕ ПЛАТЕЖИ И СБОРЫ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C03A6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18 967 995,23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000 1150200000 0000 140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18 967 995,23</w:t>
            </w:r>
          </w:p>
        </w:tc>
      </w:tr>
      <w:tr w:rsidR="00144137" w:rsidRPr="0046121D" w:rsidTr="000C03A6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000 1150204004 0000 140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18 967 995,23</w:t>
            </w:r>
          </w:p>
        </w:tc>
      </w:tr>
      <w:tr w:rsidR="00144137" w:rsidRPr="000C03A6" w:rsidTr="000C03A6">
        <w:trPr>
          <w:trHeight w:val="73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C03A6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000 1160000000 0000 000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0C03A6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C03A6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C03A6">
              <w:rPr>
                <w:b/>
                <w:color w:val="000000"/>
                <w:sz w:val="28"/>
                <w:szCs w:val="28"/>
              </w:rPr>
              <w:t>33 891 619,57</w:t>
            </w:r>
          </w:p>
        </w:tc>
      </w:tr>
      <w:tr w:rsidR="00144137" w:rsidRPr="0046121D" w:rsidTr="000C03A6">
        <w:trPr>
          <w:trHeight w:val="7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000 1160100001 0000 140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14 962 656,50</w:t>
            </w:r>
          </w:p>
        </w:tc>
      </w:tr>
      <w:tr w:rsidR="00144137" w:rsidRPr="0046121D" w:rsidTr="000C03A6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000 1160105001 0000 140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184 486,04</w:t>
            </w:r>
          </w:p>
        </w:tc>
      </w:tr>
      <w:tr w:rsidR="00144137" w:rsidRPr="0046121D" w:rsidTr="000C03A6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000 1160105301 0000 140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184 486,04</w:t>
            </w:r>
          </w:p>
        </w:tc>
      </w:tr>
      <w:tr w:rsidR="00144137" w:rsidRPr="0046121D" w:rsidTr="000C03A6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000 1160106001 0000 140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1 908 561,16</w:t>
            </w:r>
          </w:p>
        </w:tc>
      </w:tr>
      <w:tr w:rsidR="00144137" w:rsidRPr="0046121D" w:rsidTr="000C03A6">
        <w:trPr>
          <w:trHeight w:val="24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000 1160106301 0000 140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1 908 561,16</w:t>
            </w:r>
          </w:p>
        </w:tc>
      </w:tr>
      <w:tr w:rsidR="00144137" w:rsidRPr="0046121D" w:rsidTr="00D359E8">
        <w:trPr>
          <w:trHeight w:val="18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000 1160107001 0000 140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1 812 126,28</w:t>
            </w:r>
          </w:p>
        </w:tc>
      </w:tr>
      <w:tr w:rsidR="00144137" w:rsidRPr="0046121D" w:rsidTr="000C03A6">
        <w:trPr>
          <w:trHeight w:val="221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000 1160107301 0000 140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1 812 126,28</w:t>
            </w:r>
          </w:p>
        </w:tc>
      </w:tr>
      <w:tr w:rsidR="00144137" w:rsidRPr="0046121D" w:rsidTr="000C03A6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000 1160108001 0000 140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532 674,80</w:t>
            </w:r>
          </w:p>
        </w:tc>
      </w:tr>
      <w:tr w:rsidR="00144137" w:rsidRPr="0046121D" w:rsidTr="000C03A6">
        <w:trPr>
          <w:trHeight w:val="238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000 1160108301 0000 140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532 674,80</w:t>
            </w:r>
          </w:p>
        </w:tc>
      </w:tr>
      <w:tr w:rsidR="00144137" w:rsidRPr="0046121D" w:rsidTr="000C03A6">
        <w:trPr>
          <w:trHeight w:val="153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000 1160109001 0000 140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9 000,00</w:t>
            </w:r>
          </w:p>
        </w:tc>
      </w:tr>
      <w:tr w:rsidR="00144137" w:rsidRPr="0046121D" w:rsidTr="000C03A6">
        <w:trPr>
          <w:trHeight w:val="21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000 1160109301 0000 140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9 000,00</w:t>
            </w:r>
          </w:p>
        </w:tc>
      </w:tr>
      <w:tr w:rsidR="00144137" w:rsidRPr="0046121D" w:rsidTr="000C03A6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000 1160110001 0000 140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144137" w:rsidRPr="0046121D" w:rsidTr="00006C44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000 1160110301 0000 140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144137" w:rsidRPr="0046121D" w:rsidTr="00D359E8">
        <w:trPr>
          <w:trHeight w:val="18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000 1160111001 0000 140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20 000,00</w:t>
            </w:r>
          </w:p>
        </w:tc>
      </w:tr>
      <w:tr w:rsidR="00144137" w:rsidRPr="0046121D" w:rsidTr="00006C44">
        <w:trPr>
          <w:trHeight w:val="187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000 1160111301 0000 140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20 000,00</w:t>
            </w:r>
          </w:p>
        </w:tc>
      </w:tr>
      <w:tr w:rsidR="00144137" w:rsidRPr="0046121D" w:rsidTr="00006C44">
        <w:trPr>
          <w:trHeight w:val="13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000 1160113001 0000 140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121 300,00</w:t>
            </w:r>
          </w:p>
        </w:tc>
      </w:tr>
      <w:tr w:rsidR="00144137" w:rsidRPr="0046121D" w:rsidTr="00006C44">
        <w:trPr>
          <w:trHeight w:val="238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000 1160113301 0000 140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121 300,00</w:t>
            </w:r>
          </w:p>
        </w:tc>
      </w:tr>
      <w:tr w:rsidR="00144137" w:rsidRPr="0046121D" w:rsidTr="00D359E8">
        <w:trPr>
          <w:trHeight w:val="22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000 1160114001 0000 140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558 734,26</w:t>
            </w:r>
          </w:p>
        </w:tc>
      </w:tr>
      <w:tr w:rsidR="00144137" w:rsidRPr="0046121D" w:rsidTr="00006C44">
        <w:trPr>
          <w:trHeight w:val="260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000 1160114301 0000 140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558 734,26</w:t>
            </w:r>
          </w:p>
        </w:tc>
      </w:tr>
      <w:tr w:rsidR="00144137" w:rsidRPr="0046121D" w:rsidTr="00006C44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000 1160115001 0000 140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354 809,68</w:t>
            </w:r>
          </w:p>
        </w:tc>
      </w:tr>
      <w:tr w:rsidR="00144137" w:rsidRPr="0046121D" w:rsidTr="00006C44">
        <w:trPr>
          <w:trHeight w:val="289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000 1160115301 0000 140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218 564,43</w:t>
            </w:r>
          </w:p>
        </w:tc>
      </w:tr>
      <w:tr w:rsidR="00144137" w:rsidRPr="0046121D" w:rsidTr="00006C44">
        <w:trPr>
          <w:trHeight w:val="255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000 1160115401 0000 140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116 245,25</w:t>
            </w:r>
          </w:p>
        </w:tc>
      </w:tr>
      <w:tr w:rsidR="00144137" w:rsidRPr="0046121D" w:rsidTr="00006C44">
        <w:trPr>
          <w:trHeight w:val="5329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000 1160115701 0000 140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20 000,00</w:t>
            </w:r>
          </w:p>
        </w:tc>
      </w:tr>
      <w:tr w:rsidR="00144137" w:rsidRPr="0046121D" w:rsidTr="00006C44">
        <w:trPr>
          <w:trHeight w:val="198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000 1160117001 0000 140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80 125,46</w:t>
            </w:r>
          </w:p>
        </w:tc>
      </w:tr>
      <w:tr w:rsidR="00144137" w:rsidRPr="0046121D" w:rsidTr="00006C44">
        <w:trPr>
          <w:trHeight w:val="238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000 1160117301 0000 140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80 125,46</w:t>
            </w:r>
          </w:p>
        </w:tc>
      </w:tr>
      <w:tr w:rsidR="00144137" w:rsidRPr="0046121D" w:rsidTr="00006C44">
        <w:trPr>
          <w:trHeight w:val="277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000 1160118001 0000 140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10 000,00</w:t>
            </w:r>
          </w:p>
        </w:tc>
      </w:tr>
      <w:tr w:rsidR="00144137" w:rsidRPr="0046121D" w:rsidTr="00006C44">
        <w:trPr>
          <w:trHeight w:val="260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000 1160118301 0000 140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10 000,00</w:t>
            </w:r>
          </w:p>
        </w:tc>
      </w:tr>
      <w:tr w:rsidR="00144137" w:rsidRPr="0046121D" w:rsidTr="00006C44">
        <w:trPr>
          <w:trHeight w:val="124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000 1160119001 0000 140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2 283 528,16</w:t>
            </w:r>
          </w:p>
        </w:tc>
      </w:tr>
      <w:tr w:rsidR="00144137" w:rsidRPr="0046121D" w:rsidTr="00006C44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000 1160119301 0000 140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2 276 928,16</w:t>
            </w:r>
          </w:p>
        </w:tc>
      </w:tr>
      <w:tr w:rsidR="00144137" w:rsidRPr="0046121D" w:rsidTr="00D359E8">
        <w:trPr>
          <w:trHeight w:val="22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000 1160119401 0000 140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6 600,00</w:t>
            </w:r>
          </w:p>
        </w:tc>
      </w:tr>
      <w:tr w:rsidR="00144137" w:rsidRPr="0046121D" w:rsidTr="00006C44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000 1160120001 0000 140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7 084 310,66</w:t>
            </w:r>
          </w:p>
        </w:tc>
      </w:tr>
      <w:tr w:rsidR="00144137" w:rsidRPr="0046121D" w:rsidTr="00006C44">
        <w:trPr>
          <w:trHeight w:val="243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000 1160120301 0000 140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7 084 310,66</w:t>
            </w:r>
          </w:p>
        </w:tc>
      </w:tr>
      <w:tr w:rsidR="00144137" w:rsidRPr="0046121D" w:rsidTr="00006C44">
        <w:trPr>
          <w:trHeight w:val="35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000 1160133000 0000 140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3 475 404,34</w:t>
            </w:r>
          </w:p>
        </w:tc>
      </w:tr>
      <w:tr w:rsidR="00144137" w:rsidRPr="0046121D" w:rsidTr="00006C44">
        <w:trPr>
          <w:trHeight w:val="345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000 1160133301 0000 140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3 475 404,34</w:t>
            </w:r>
          </w:p>
        </w:tc>
      </w:tr>
      <w:tr w:rsidR="00144137" w:rsidRPr="0046121D" w:rsidTr="00006C44">
        <w:trPr>
          <w:trHeight w:val="96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000 1160200002 0000 140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1 474 601,42</w:t>
            </w:r>
          </w:p>
        </w:tc>
      </w:tr>
      <w:tr w:rsidR="00144137" w:rsidRPr="0046121D" w:rsidTr="00006C44">
        <w:trPr>
          <w:trHeight w:val="204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000 1160201002 0000 140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1 438 479,94</w:t>
            </w:r>
          </w:p>
        </w:tc>
      </w:tr>
      <w:tr w:rsidR="00144137" w:rsidRPr="0046121D" w:rsidTr="00D359E8">
        <w:trPr>
          <w:trHeight w:val="15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000 1160202002 0000 140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36 121,48</w:t>
            </w:r>
          </w:p>
        </w:tc>
      </w:tr>
      <w:tr w:rsidR="00144137" w:rsidRPr="0046121D" w:rsidTr="00006C44">
        <w:trPr>
          <w:trHeight w:val="323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000 1160700000 0000 140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9 221 757,76</w:t>
            </w:r>
          </w:p>
        </w:tc>
      </w:tr>
      <w:tr w:rsidR="00144137" w:rsidRPr="0046121D" w:rsidTr="00006C44">
        <w:trPr>
          <w:trHeight w:val="187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000 1160701000 0000 140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8 429 805,71</w:t>
            </w:r>
          </w:p>
        </w:tc>
      </w:tr>
      <w:tr w:rsidR="00144137" w:rsidRPr="0046121D" w:rsidTr="00006C44">
        <w:trPr>
          <w:trHeight w:val="232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000 1160701004 0000 140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8 429 805,71</w:t>
            </w:r>
          </w:p>
        </w:tc>
      </w:tr>
      <w:tr w:rsidR="00144137" w:rsidRPr="0046121D" w:rsidTr="00006C44">
        <w:trPr>
          <w:trHeight w:val="198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000 1160709000 0000 140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791 952,05</w:t>
            </w:r>
          </w:p>
        </w:tc>
      </w:tr>
      <w:tr w:rsidR="00144137" w:rsidRPr="0046121D" w:rsidTr="00006C44">
        <w:trPr>
          <w:trHeight w:val="175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000 1160709004 0000 140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791 952,05</w:t>
            </w:r>
          </w:p>
        </w:tc>
      </w:tr>
      <w:tr w:rsidR="00144137" w:rsidRPr="0046121D" w:rsidTr="00006C4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000 1161000000 0000 140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3 313 313,73</w:t>
            </w:r>
          </w:p>
        </w:tc>
      </w:tr>
      <w:tr w:rsidR="00144137" w:rsidRPr="0046121D" w:rsidTr="00006C44">
        <w:trPr>
          <w:trHeight w:val="221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000 1161003004 0000 140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129 804,55</w:t>
            </w:r>
          </w:p>
        </w:tc>
      </w:tr>
      <w:tr w:rsidR="00144137" w:rsidRPr="0046121D" w:rsidTr="00006C44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000 1161003204 0000 140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129 804,55</w:t>
            </w:r>
          </w:p>
        </w:tc>
      </w:tr>
      <w:tr w:rsidR="00144137" w:rsidRPr="0046121D" w:rsidTr="00006C44">
        <w:trPr>
          <w:trHeight w:val="73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000 1161006000 0000 140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2 419 738,94</w:t>
            </w:r>
          </w:p>
        </w:tc>
      </w:tr>
      <w:tr w:rsidR="00144137" w:rsidRPr="0046121D" w:rsidTr="00006C44">
        <w:trPr>
          <w:trHeight w:val="3572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000 1161006104 0000 140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1 260 833,86</w:t>
            </w:r>
          </w:p>
        </w:tc>
      </w:tr>
      <w:tr w:rsidR="00144137" w:rsidRPr="0046121D" w:rsidTr="00006C44">
        <w:trPr>
          <w:trHeight w:val="3572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000 1161006204 0000 140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1 158 905,08</w:t>
            </w:r>
          </w:p>
        </w:tc>
      </w:tr>
      <w:tr w:rsidR="00144137" w:rsidRPr="0046121D" w:rsidTr="00006C44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000 1161010000 0000 140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434 609,64</w:t>
            </w:r>
          </w:p>
        </w:tc>
      </w:tr>
      <w:tr w:rsidR="00144137" w:rsidRPr="0046121D" w:rsidTr="00006C44">
        <w:trPr>
          <w:trHeight w:val="130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000 1161010004 0000 140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434 609,64</w:t>
            </w:r>
          </w:p>
        </w:tc>
      </w:tr>
      <w:tr w:rsidR="00144137" w:rsidRPr="0046121D" w:rsidTr="00006C44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000 1161012000 0000 140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329 160,60</w:t>
            </w:r>
          </w:p>
        </w:tc>
      </w:tr>
      <w:tr w:rsidR="00144137" w:rsidRPr="0046121D" w:rsidTr="00006C44">
        <w:trPr>
          <w:trHeight w:val="153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000 1161012301 0000 140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322 930,24</w:t>
            </w:r>
          </w:p>
        </w:tc>
      </w:tr>
      <w:tr w:rsidR="00144137" w:rsidRPr="0046121D" w:rsidTr="00006C44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000 1161012901 0000 140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6 230,36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000 1161100001 0000 140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1 443 885,82</w:t>
            </w:r>
          </w:p>
        </w:tc>
      </w:tr>
      <w:tr w:rsidR="00144137" w:rsidRPr="0046121D" w:rsidTr="00006C44">
        <w:trPr>
          <w:trHeight w:val="243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000 1161105001 0000 140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1 090 765,77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000 1161106001 0000 140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353 120,05</w:t>
            </w:r>
          </w:p>
        </w:tc>
      </w:tr>
      <w:tr w:rsidR="00144137" w:rsidRPr="0046121D" w:rsidTr="00D359E8">
        <w:trPr>
          <w:trHeight w:val="18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000 1161106401 0000 140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353 120,05</w:t>
            </w:r>
          </w:p>
        </w:tc>
      </w:tr>
      <w:tr w:rsidR="00144137" w:rsidRPr="00006C44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06C44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06C44">
              <w:rPr>
                <w:b/>
                <w:color w:val="000000"/>
                <w:sz w:val="28"/>
                <w:szCs w:val="28"/>
              </w:rPr>
              <w:t>000 1170000000 0000 000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006C44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006C44">
              <w:rPr>
                <w:b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006C44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06C44">
              <w:rPr>
                <w:b/>
                <w:color w:val="000000"/>
                <w:sz w:val="28"/>
                <w:szCs w:val="28"/>
              </w:rPr>
              <w:t>2 046 761,43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000 1170100000 0000 180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-858 909,01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000 1170104004 0000 180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-858 909,01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000 1171500000 0000 150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2 905 670,44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000 1171502004 0000 150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Инициативные платежи, зачисляемые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2 905 670,44</w:t>
            </w:r>
          </w:p>
        </w:tc>
      </w:tr>
      <w:tr w:rsidR="00144137" w:rsidRPr="00C35364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C35364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000 2000000000 0000 000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C35364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C35364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14 021 281 448,58</w:t>
            </w:r>
          </w:p>
        </w:tc>
      </w:tr>
      <w:tr w:rsidR="00144137" w:rsidRPr="00C35364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C35364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000 2020000000 0000 000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C35364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C35364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35364">
              <w:rPr>
                <w:b/>
                <w:color w:val="000000"/>
                <w:sz w:val="28"/>
                <w:szCs w:val="28"/>
              </w:rPr>
              <w:t>14 123 829 436,27</w:t>
            </w:r>
          </w:p>
        </w:tc>
      </w:tr>
      <w:tr w:rsidR="00144137" w:rsidRPr="00326D4F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000 2021000000 0000 150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1 532 189 964,04</w:t>
            </w:r>
          </w:p>
        </w:tc>
      </w:tr>
      <w:tr w:rsidR="00144137" w:rsidRPr="0046121D" w:rsidTr="00C35364">
        <w:trPr>
          <w:trHeight w:val="56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000 2021500100 0000 150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1 080 629 000,00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000 2021500104 0000 150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1 080 629 000,00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000 2021500200 0000 150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451 560 964,04</w:t>
            </w:r>
          </w:p>
        </w:tc>
      </w:tr>
      <w:tr w:rsidR="00144137" w:rsidRPr="0046121D" w:rsidTr="00C35364">
        <w:trPr>
          <w:trHeight w:val="96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000 2021500204 0000 150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451 560 964,04</w:t>
            </w:r>
          </w:p>
        </w:tc>
      </w:tr>
      <w:tr w:rsidR="00144137" w:rsidRPr="00326D4F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000 2022000000 0000 150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7 655 575 436,84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000 2022007700 0000 150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1 112 915 943,18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000 2022007704 0000 150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1 112 915 943,18</w:t>
            </w:r>
          </w:p>
        </w:tc>
      </w:tr>
      <w:tr w:rsidR="00144137" w:rsidRPr="0046121D" w:rsidTr="007C72DF">
        <w:trPr>
          <w:trHeight w:val="192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000 2022021600 0000 150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2 477 690 408,26</w:t>
            </w:r>
          </w:p>
        </w:tc>
      </w:tr>
      <w:tr w:rsidR="00144137" w:rsidRPr="0046121D" w:rsidTr="007C72DF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000 2022021604 0000 150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2 477 690 408,26</w:t>
            </w:r>
          </w:p>
        </w:tc>
      </w:tr>
      <w:tr w:rsidR="00144137" w:rsidRPr="0046121D" w:rsidTr="007C72DF">
        <w:trPr>
          <w:trHeight w:val="272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000 2022029900 0000 150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7C72DF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>
              <w:rPr>
                <w:color w:val="000000"/>
                <w:sz w:val="28"/>
                <w:szCs w:val="28"/>
              </w:rPr>
              <w:t>«Фонд развития территорий»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395 578 936,50</w:t>
            </w:r>
          </w:p>
        </w:tc>
      </w:tr>
      <w:tr w:rsidR="00144137" w:rsidRPr="0046121D" w:rsidTr="00326D4F">
        <w:trPr>
          <w:trHeight w:val="232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000 2022029904 0000 150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</w:t>
            </w:r>
            <w:r>
              <w:rPr>
                <w:color w:val="000000"/>
                <w:sz w:val="28"/>
                <w:szCs w:val="28"/>
              </w:rPr>
              <w:t xml:space="preserve"> от публично-правовой компании «Фонд развития территорий»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395 578 936,50</w:t>
            </w:r>
          </w:p>
        </w:tc>
      </w:tr>
      <w:tr w:rsidR="00144137" w:rsidRPr="0046121D" w:rsidTr="00326D4F">
        <w:trPr>
          <w:trHeight w:val="158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</w:t>
            </w:r>
            <w:r>
              <w:rPr>
                <w:color w:val="000000"/>
                <w:sz w:val="28"/>
                <w:szCs w:val="28"/>
              </w:rPr>
              <w:t>пании «Фонд развития территорий»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5 680 000,00</w:t>
            </w:r>
          </w:p>
        </w:tc>
      </w:tr>
      <w:tr w:rsidR="00144137" w:rsidRPr="0046121D" w:rsidTr="00326D4F">
        <w:trPr>
          <w:trHeight w:val="153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</w:t>
            </w:r>
            <w:r>
              <w:rPr>
                <w:color w:val="000000"/>
                <w:sz w:val="28"/>
                <w:szCs w:val="28"/>
              </w:rPr>
              <w:t>пании «Фонд развития территорий»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5 680 000,00</w:t>
            </w:r>
          </w:p>
        </w:tc>
      </w:tr>
      <w:tr w:rsidR="00144137" w:rsidRPr="0046121D" w:rsidTr="00326D4F">
        <w:trPr>
          <w:trHeight w:val="243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000 2022030200 0000 150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297 584 860,81</w:t>
            </w:r>
          </w:p>
        </w:tc>
      </w:tr>
      <w:tr w:rsidR="00144137" w:rsidRPr="0046121D" w:rsidTr="00326D4F">
        <w:trPr>
          <w:trHeight w:val="226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000 2022030204 0000 150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297 584 860,81</w:t>
            </w:r>
          </w:p>
        </w:tc>
      </w:tr>
      <w:tr w:rsidR="00144137" w:rsidRPr="0046121D" w:rsidTr="00326D4F">
        <w:trPr>
          <w:trHeight w:val="130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000 2022030300 0000 150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1 109 650,00</w:t>
            </w:r>
          </w:p>
        </w:tc>
      </w:tr>
      <w:tr w:rsidR="00144137" w:rsidRPr="0046121D" w:rsidTr="00326D4F">
        <w:trPr>
          <w:trHeight w:val="13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000 2022030304 0000 150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1 109 650,00</w:t>
            </w:r>
          </w:p>
        </w:tc>
      </w:tr>
      <w:tr w:rsidR="00144137" w:rsidRPr="0046121D" w:rsidTr="00326D4F">
        <w:trPr>
          <w:trHeight w:val="13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000 2022502100 0000 150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480 735 123,40</w:t>
            </w:r>
          </w:p>
        </w:tc>
      </w:tr>
      <w:tr w:rsidR="00144137" w:rsidRPr="0046121D" w:rsidTr="00326D4F">
        <w:trPr>
          <w:trHeight w:val="141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000 2022502104 0000 150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480 735 123,40</w:t>
            </w:r>
          </w:p>
        </w:tc>
      </w:tr>
      <w:tr w:rsidR="00144137" w:rsidRPr="0046121D" w:rsidTr="00326D4F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000 2022517200 0000 150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7 446 262,63</w:t>
            </w:r>
          </w:p>
        </w:tc>
      </w:tr>
      <w:tr w:rsidR="00144137" w:rsidRPr="0046121D" w:rsidTr="00326D4F">
        <w:trPr>
          <w:trHeight w:val="198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000 2022517204 0000 150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7 446 262,63</w:t>
            </w:r>
          </w:p>
        </w:tc>
      </w:tr>
      <w:tr w:rsidR="00144137" w:rsidRPr="0046121D" w:rsidTr="00326D4F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000 2022522900 0000 150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326D4F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 xml:space="preserve">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color w:val="000000"/>
                <w:sz w:val="28"/>
                <w:szCs w:val="28"/>
              </w:rPr>
              <w:t>«спортивная школа»</w:t>
            </w:r>
            <w:r w:rsidRPr="0046121D">
              <w:rPr>
                <w:color w:val="000000"/>
                <w:sz w:val="28"/>
                <w:szCs w:val="28"/>
              </w:rPr>
              <w:t xml:space="preserve">, использующих в своем наименовании слово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6121D">
              <w:rPr>
                <w:color w:val="000000"/>
                <w:sz w:val="28"/>
                <w:szCs w:val="28"/>
              </w:rPr>
              <w:t>олимпийский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6121D">
              <w:rPr>
                <w:color w:val="000000"/>
                <w:sz w:val="28"/>
                <w:szCs w:val="28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9 142 324,00</w:t>
            </w:r>
          </w:p>
        </w:tc>
      </w:tr>
      <w:tr w:rsidR="00144137" w:rsidRPr="0046121D" w:rsidTr="00326D4F">
        <w:trPr>
          <w:trHeight w:val="204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000 2022522904 0000 150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326D4F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 xml:space="preserve">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6121D">
              <w:rPr>
                <w:color w:val="000000"/>
                <w:sz w:val="28"/>
                <w:szCs w:val="28"/>
              </w:rPr>
              <w:t>спортивная школа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6121D">
              <w:rPr>
                <w:color w:val="000000"/>
                <w:sz w:val="28"/>
                <w:szCs w:val="28"/>
              </w:rPr>
              <w:t xml:space="preserve">, использующих в своем наименовании слово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6121D">
              <w:rPr>
                <w:color w:val="000000"/>
                <w:sz w:val="28"/>
                <w:szCs w:val="28"/>
              </w:rPr>
              <w:t>олимпийский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6121D">
              <w:rPr>
                <w:color w:val="000000"/>
                <w:sz w:val="28"/>
                <w:szCs w:val="28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9 142 324,00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000 2022523900 0000 150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757 111 868,62</w:t>
            </w:r>
          </w:p>
        </w:tc>
      </w:tr>
      <w:tr w:rsidR="00144137" w:rsidRPr="0046121D" w:rsidTr="00326D4F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000 2022523904 0000 150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757 111 868,62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000 2022524300 0000 150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6 193 844,09</w:t>
            </w:r>
          </w:p>
        </w:tc>
      </w:tr>
      <w:tr w:rsidR="00144137" w:rsidRPr="0046121D" w:rsidTr="00326D4F">
        <w:trPr>
          <w:trHeight w:val="96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000 2022524304 0000 150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6 193 844,09</w:t>
            </w:r>
          </w:p>
        </w:tc>
      </w:tr>
      <w:tr w:rsidR="00144137" w:rsidRPr="0046121D" w:rsidTr="00326D4F">
        <w:trPr>
          <w:trHeight w:val="13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000 2022530400 0000 150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287 156 358,44</w:t>
            </w:r>
          </w:p>
        </w:tc>
      </w:tr>
      <w:tr w:rsidR="00144137" w:rsidRPr="0046121D" w:rsidTr="00326D4F">
        <w:trPr>
          <w:trHeight w:val="164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000 2022530404 0000 150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287 156 358,44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000 2022549700 0000 150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13 953 644,38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000 2022549704 0000 150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13 953 644,38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000 2022551100 0000 150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2 085 731,25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000 2022551104 0000 150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2 085 731,25</w:t>
            </w:r>
          </w:p>
        </w:tc>
      </w:tr>
      <w:tr w:rsidR="00144137" w:rsidRPr="0046121D" w:rsidTr="00326D4F">
        <w:trPr>
          <w:trHeight w:val="56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000 2022551900 0000 150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24 591 443,00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000 2022551904 0000 150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24 591 443,00</w:t>
            </w:r>
          </w:p>
        </w:tc>
      </w:tr>
      <w:tr w:rsidR="00144137" w:rsidRPr="0046121D" w:rsidTr="00326D4F">
        <w:trPr>
          <w:trHeight w:val="113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000 2022552000 0000 150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705 102 813,56</w:t>
            </w:r>
          </w:p>
        </w:tc>
      </w:tr>
      <w:tr w:rsidR="00144137" w:rsidRPr="0046121D" w:rsidTr="00326D4F">
        <w:trPr>
          <w:trHeight w:val="124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000 2022552004 0000 150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705 102 813,56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000 2022555500 0000 150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146 484 844,72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000 2022555504 0000 150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146 484 844,72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000 2022575000 0000 150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83 540 408,49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000 2022575004 0000 150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83 540 408,49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000 2022999900 0000 150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841 470 971,51</w:t>
            </w:r>
          </w:p>
        </w:tc>
      </w:tr>
      <w:tr w:rsidR="00144137" w:rsidRPr="0046121D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000 2022999904 0000 150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841 470 971,51</w:t>
            </w:r>
          </w:p>
        </w:tc>
      </w:tr>
      <w:tr w:rsidR="00144137" w:rsidRPr="00326D4F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000 2023000000 0000 150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4 698 146 978,42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000 2023002400 0000 150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4 537 903 262,05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000 2023002404 0000 150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4 537 903 262,05</w:t>
            </w:r>
          </w:p>
        </w:tc>
      </w:tr>
      <w:tr w:rsidR="00144137" w:rsidRPr="0046121D" w:rsidTr="00326D4F">
        <w:trPr>
          <w:trHeight w:val="192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000 2023002900 0000 150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55 480 490,87</w:t>
            </w:r>
          </w:p>
        </w:tc>
      </w:tr>
      <w:tr w:rsidR="00144137" w:rsidRPr="0046121D" w:rsidTr="00326D4F">
        <w:trPr>
          <w:trHeight w:val="187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000 2023002904 0000 150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55 480 490,87</w:t>
            </w:r>
          </w:p>
        </w:tc>
      </w:tr>
      <w:tr w:rsidR="00144137" w:rsidRPr="0046121D" w:rsidTr="00326D4F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000 2023508200 0000 150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104 733 311,00</w:t>
            </w:r>
          </w:p>
        </w:tc>
      </w:tr>
      <w:tr w:rsidR="00144137" w:rsidRPr="0046121D" w:rsidTr="00326D4F">
        <w:trPr>
          <w:trHeight w:val="141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000 2023508204 0000 150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104 733 311,00</w:t>
            </w:r>
          </w:p>
        </w:tc>
      </w:tr>
      <w:tr w:rsidR="00144137" w:rsidRPr="0046121D" w:rsidTr="00326D4F">
        <w:trPr>
          <w:trHeight w:val="147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000 2023512000 0000 150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29 914,50</w:t>
            </w:r>
          </w:p>
        </w:tc>
      </w:tr>
      <w:tr w:rsidR="00144137" w:rsidRPr="0046121D" w:rsidTr="00326D4F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000 2023512004 0000 150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29 914,50</w:t>
            </w:r>
          </w:p>
        </w:tc>
      </w:tr>
      <w:tr w:rsidR="00144137" w:rsidRPr="00326D4F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000 2024000000 0000 150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237 917 056,97</w:t>
            </w:r>
          </w:p>
        </w:tc>
      </w:tr>
      <w:tr w:rsidR="00144137" w:rsidRPr="0046121D" w:rsidTr="00326D4F">
        <w:trPr>
          <w:trHeight w:val="204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000 2024517900 0000 150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24 119 589,06</w:t>
            </w:r>
          </w:p>
        </w:tc>
      </w:tr>
      <w:tr w:rsidR="00144137" w:rsidRPr="0046121D" w:rsidTr="00326D4F">
        <w:trPr>
          <w:trHeight w:val="209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000 2024517904 0000 150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24 119 589,06</w:t>
            </w:r>
          </w:p>
        </w:tc>
      </w:tr>
      <w:tr w:rsidR="00144137" w:rsidRPr="0046121D" w:rsidTr="00326D4F">
        <w:trPr>
          <w:trHeight w:val="289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000 2024530300 0000 150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165 994 674,25</w:t>
            </w:r>
          </w:p>
        </w:tc>
      </w:tr>
      <w:tr w:rsidR="00144137" w:rsidRPr="0046121D" w:rsidTr="00326D4F">
        <w:trPr>
          <w:trHeight w:val="2778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000 2024530304 0000 150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165 994 674,25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000 2024538900 0000 150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на развитие инфраструктуры дорожного хозяйства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12 495 354,94</w:t>
            </w:r>
          </w:p>
        </w:tc>
      </w:tr>
      <w:tr w:rsidR="00144137" w:rsidRPr="0046121D" w:rsidTr="00326D4F">
        <w:trPr>
          <w:trHeight w:val="10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000 2024538904 0000 150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городских округов на развитие инфраструктуры дорожного хозяйства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12 495 354,94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000 2024545400 0000 150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5 000 000,00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000 2024545404 0000 150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5 000 000,00</w:t>
            </w:r>
          </w:p>
        </w:tc>
      </w:tr>
      <w:tr w:rsidR="00144137" w:rsidRPr="0046121D" w:rsidTr="00326D4F">
        <w:trPr>
          <w:trHeight w:val="56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000 2024999900 0000 150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30 307 438,72</w:t>
            </w:r>
          </w:p>
        </w:tc>
      </w:tr>
      <w:tr w:rsidR="00144137" w:rsidRPr="0046121D" w:rsidTr="00D359E8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000 2024999904 0000 150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30 307 438,72</w:t>
            </w:r>
          </w:p>
        </w:tc>
      </w:tr>
      <w:tr w:rsidR="00144137" w:rsidRPr="00326D4F" w:rsidTr="00D359E8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000 2070000000 0000 000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4 052 943,23</w:t>
            </w:r>
          </w:p>
        </w:tc>
      </w:tr>
      <w:tr w:rsidR="00144137" w:rsidRPr="0046121D" w:rsidTr="00326D4F">
        <w:trPr>
          <w:trHeight w:val="68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000 2070400004 0000 150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4 052 943,23</w:t>
            </w:r>
          </w:p>
        </w:tc>
      </w:tr>
      <w:tr w:rsidR="00144137" w:rsidRPr="0046121D" w:rsidTr="00326D4F">
        <w:trPr>
          <w:trHeight w:val="68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000 2070405004 0000 150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4 052 943,23</w:t>
            </w:r>
          </w:p>
        </w:tc>
      </w:tr>
      <w:tr w:rsidR="00144137" w:rsidRPr="00326D4F" w:rsidTr="00326D4F">
        <w:trPr>
          <w:trHeight w:val="181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000 2180000000 0000 000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11 663 409,83</w:t>
            </w:r>
          </w:p>
        </w:tc>
      </w:tr>
      <w:tr w:rsidR="00144137" w:rsidRPr="0046121D" w:rsidTr="00326D4F">
        <w:trPr>
          <w:trHeight w:val="187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000 2180000000 0000 150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11 663 409,83</w:t>
            </w:r>
          </w:p>
        </w:tc>
      </w:tr>
      <w:tr w:rsidR="00144137" w:rsidRPr="0046121D" w:rsidTr="00326D4F">
        <w:trPr>
          <w:trHeight w:val="170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000 2180000004 0000 150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11 663 409,83</w:t>
            </w:r>
          </w:p>
        </w:tc>
      </w:tr>
      <w:tr w:rsidR="00144137" w:rsidRPr="0046121D" w:rsidTr="00326D4F">
        <w:trPr>
          <w:trHeight w:val="79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000 2180400004 0000 150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11 663 409,83</w:t>
            </w:r>
          </w:p>
        </w:tc>
      </w:tr>
      <w:tr w:rsidR="00144137" w:rsidRPr="0046121D" w:rsidTr="00326D4F">
        <w:trPr>
          <w:trHeight w:val="8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000 2180401004 0000 150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11 663 409,83</w:t>
            </w:r>
          </w:p>
        </w:tc>
      </w:tr>
      <w:tr w:rsidR="00144137" w:rsidRPr="00326D4F" w:rsidTr="007A1058">
        <w:trPr>
          <w:trHeight w:val="1077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000 2190000000 0000 000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-118 264 340,75</w:t>
            </w:r>
          </w:p>
        </w:tc>
      </w:tr>
      <w:tr w:rsidR="00144137" w:rsidRPr="0046121D" w:rsidTr="00326D4F">
        <w:trPr>
          <w:trHeight w:val="130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000 2190000004 0000 150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-118 264 340,75</w:t>
            </w:r>
          </w:p>
        </w:tc>
      </w:tr>
      <w:tr w:rsidR="00144137" w:rsidRPr="0046121D" w:rsidTr="00D359E8">
        <w:trPr>
          <w:trHeight w:val="11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000 2192575004 0000 150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Возврат остатков субсидий на реализацию мероприятий по модернизации школьных систем образования из бюджетов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-6 462 298,57</w:t>
            </w:r>
          </w:p>
        </w:tc>
      </w:tr>
      <w:tr w:rsidR="00144137" w:rsidRPr="0046121D" w:rsidTr="00776700">
        <w:trPr>
          <w:trHeight w:val="1361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000 2194539304 0000 150</w:t>
            </w:r>
          </w:p>
        </w:tc>
        <w:tc>
          <w:tcPr>
            <w:tcW w:w="7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Возврат остатков иных межбюджетных трансфертов на финансовое обеспечение дорожной деятельности в рамках реализации национального проекта "Безопасные и качественные автомобильные дороги" из бюджетов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-2 018,52</w:t>
            </w:r>
          </w:p>
        </w:tc>
      </w:tr>
      <w:tr w:rsidR="00144137" w:rsidRPr="0046121D" w:rsidTr="00776700">
        <w:trPr>
          <w:trHeight w:val="1134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E25FD8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r w:rsidRPr="0046121D">
              <w:rPr>
                <w:color w:val="000000"/>
                <w:sz w:val="28"/>
                <w:szCs w:val="28"/>
              </w:rPr>
              <w:t>000 2196001004 0000 150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46121D" w:rsidRDefault="00144137" w:rsidP="00D359E8">
            <w:pPr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46121D" w:rsidRDefault="00144137" w:rsidP="00573770">
            <w:pPr>
              <w:jc w:val="right"/>
              <w:rPr>
                <w:color w:val="000000"/>
                <w:sz w:val="28"/>
                <w:szCs w:val="28"/>
              </w:rPr>
            </w:pPr>
            <w:r w:rsidRPr="0046121D">
              <w:rPr>
                <w:color w:val="000000"/>
                <w:sz w:val="28"/>
                <w:szCs w:val="28"/>
              </w:rPr>
              <w:t>-111 800 023,66</w:t>
            </w:r>
          </w:p>
        </w:tc>
      </w:tr>
      <w:tr w:rsidR="00144137" w:rsidRPr="00326D4F" w:rsidTr="00776700">
        <w:trPr>
          <w:trHeight w:val="73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E25F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7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37" w:rsidRPr="00326D4F" w:rsidRDefault="00144137" w:rsidP="00D359E8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137" w:rsidRPr="00326D4F" w:rsidRDefault="00144137" w:rsidP="0057377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26D4F">
              <w:rPr>
                <w:b/>
                <w:color w:val="000000"/>
                <w:sz w:val="28"/>
                <w:szCs w:val="28"/>
              </w:rPr>
              <w:t>18 109 997 532,03</w:t>
            </w:r>
          </w:p>
        </w:tc>
      </w:tr>
      <w:bookmarkEnd w:id="0"/>
    </w:tbl>
    <w:p w:rsidR="00144137" w:rsidRDefault="00144137" w:rsidP="004E32FB">
      <w:pPr>
        <w:jc w:val="center"/>
        <w:rPr>
          <w:sz w:val="28"/>
          <w:szCs w:val="28"/>
          <w:lang w:val="en-US"/>
        </w:rPr>
      </w:pPr>
    </w:p>
    <w:sectPr w:rsidR="00144137" w:rsidSect="007A6FA3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137" w:rsidRDefault="00144137" w:rsidP="00ED1A1D">
      <w:r>
        <w:separator/>
      </w:r>
    </w:p>
  </w:endnote>
  <w:endnote w:type="continuationSeparator" w:id="1">
    <w:p w:rsidR="00144137" w:rsidRDefault="00144137" w:rsidP="00ED1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137" w:rsidRDefault="00144137" w:rsidP="00ED1A1D">
      <w:r>
        <w:separator/>
      </w:r>
    </w:p>
  </w:footnote>
  <w:footnote w:type="continuationSeparator" w:id="1">
    <w:p w:rsidR="00144137" w:rsidRDefault="00144137" w:rsidP="00ED1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37" w:rsidRDefault="00144137" w:rsidP="001D67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4137" w:rsidRDefault="001441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37" w:rsidRDefault="00144137" w:rsidP="001D67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51</w:t>
    </w:r>
    <w:r>
      <w:rPr>
        <w:rStyle w:val="PageNumber"/>
      </w:rPr>
      <w:fldChar w:fldCharType="end"/>
    </w:r>
  </w:p>
  <w:p w:rsidR="00144137" w:rsidRDefault="001441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326"/>
    <w:rsid w:val="00006C44"/>
    <w:rsid w:val="0001262E"/>
    <w:rsid w:val="00051607"/>
    <w:rsid w:val="00071712"/>
    <w:rsid w:val="00085CD5"/>
    <w:rsid w:val="00095E3D"/>
    <w:rsid w:val="000A5131"/>
    <w:rsid w:val="000A72BB"/>
    <w:rsid w:val="000C03A6"/>
    <w:rsid w:val="000D74D4"/>
    <w:rsid w:val="0012508E"/>
    <w:rsid w:val="001276F8"/>
    <w:rsid w:val="0013666F"/>
    <w:rsid w:val="00143218"/>
    <w:rsid w:val="00144137"/>
    <w:rsid w:val="001869AE"/>
    <w:rsid w:val="00197EDE"/>
    <w:rsid w:val="001A263E"/>
    <w:rsid w:val="001D4554"/>
    <w:rsid w:val="001D6742"/>
    <w:rsid w:val="001E51C3"/>
    <w:rsid w:val="002176A8"/>
    <w:rsid w:val="00230BA8"/>
    <w:rsid w:val="002877F3"/>
    <w:rsid w:val="00314586"/>
    <w:rsid w:val="00326D4F"/>
    <w:rsid w:val="00342A18"/>
    <w:rsid w:val="00345147"/>
    <w:rsid w:val="003453C6"/>
    <w:rsid w:val="00367F32"/>
    <w:rsid w:val="003C5326"/>
    <w:rsid w:val="004233B6"/>
    <w:rsid w:val="00427AA8"/>
    <w:rsid w:val="0046121D"/>
    <w:rsid w:val="004D0F02"/>
    <w:rsid w:val="004D52E1"/>
    <w:rsid w:val="004E32FB"/>
    <w:rsid w:val="004F73B3"/>
    <w:rsid w:val="005179AC"/>
    <w:rsid w:val="00573770"/>
    <w:rsid w:val="005B0678"/>
    <w:rsid w:val="005B3045"/>
    <w:rsid w:val="005E00F3"/>
    <w:rsid w:val="00604ABE"/>
    <w:rsid w:val="00635F4E"/>
    <w:rsid w:val="0064613F"/>
    <w:rsid w:val="00667779"/>
    <w:rsid w:val="006766FA"/>
    <w:rsid w:val="0073309C"/>
    <w:rsid w:val="00742EAE"/>
    <w:rsid w:val="0075789C"/>
    <w:rsid w:val="00763137"/>
    <w:rsid w:val="00772401"/>
    <w:rsid w:val="00776700"/>
    <w:rsid w:val="007A1058"/>
    <w:rsid w:val="007A6FA3"/>
    <w:rsid w:val="007C48DD"/>
    <w:rsid w:val="007C72DF"/>
    <w:rsid w:val="007D7140"/>
    <w:rsid w:val="0080241E"/>
    <w:rsid w:val="008C12CE"/>
    <w:rsid w:val="008D250D"/>
    <w:rsid w:val="00921674"/>
    <w:rsid w:val="00935AB4"/>
    <w:rsid w:val="009F585A"/>
    <w:rsid w:val="00A010EE"/>
    <w:rsid w:val="00A734A4"/>
    <w:rsid w:val="00AB4048"/>
    <w:rsid w:val="00AD5C9F"/>
    <w:rsid w:val="00B96915"/>
    <w:rsid w:val="00BF4DDD"/>
    <w:rsid w:val="00BF60DB"/>
    <w:rsid w:val="00C22E96"/>
    <w:rsid w:val="00C35364"/>
    <w:rsid w:val="00C4640B"/>
    <w:rsid w:val="00C81B8A"/>
    <w:rsid w:val="00D2412E"/>
    <w:rsid w:val="00D321DD"/>
    <w:rsid w:val="00D359E8"/>
    <w:rsid w:val="00D576CE"/>
    <w:rsid w:val="00D66498"/>
    <w:rsid w:val="00DA3545"/>
    <w:rsid w:val="00DD53F7"/>
    <w:rsid w:val="00DD6652"/>
    <w:rsid w:val="00E03A5B"/>
    <w:rsid w:val="00E25FD8"/>
    <w:rsid w:val="00E47523"/>
    <w:rsid w:val="00EA3931"/>
    <w:rsid w:val="00EB7067"/>
    <w:rsid w:val="00ED1A1D"/>
    <w:rsid w:val="00EE7709"/>
    <w:rsid w:val="00F00697"/>
    <w:rsid w:val="00F42903"/>
    <w:rsid w:val="00F556BA"/>
    <w:rsid w:val="00F56A5D"/>
    <w:rsid w:val="00F86E8E"/>
    <w:rsid w:val="00FC2099"/>
    <w:rsid w:val="00FD696D"/>
    <w:rsid w:val="00FD76A6"/>
    <w:rsid w:val="00FF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F2CE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F2CE6"/>
    <w:rPr>
      <w:rFonts w:cs="Times New Roman"/>
      <w:color w:val="800080"/>
      <w:u w:val="single"/>
    </w:rPr>
  </w:style>
  <w:style w:type="paragraph" w:customStyle="1" w:styleId="xl235">
    <w:name w:val="xl235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6">
    <w:name w:val="xl236"/>
    <w:basedOn w:val="Normal"/>
    <w:uiPriority w:val="99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38">
    <w:name w:val="xl238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240">
    <w:name w:val="xl240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41">
    <w:name w:val="xl241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</w:rPr>
  </w:style>
  <w:style w:type="paragraph" w:customStyle="1" w:styleId="xl243">
    <w:name w:val="xl243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4">
    <w:name w:val="xl244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5">
    <w:name w:val="xl245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246">
    <w:name w:val="xl246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47">
    <w:name w:val="xl247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8">
    <w:name w:val="xl248"/>
    <w:basedOn w:val="Normal"/>
    <w:uiPriority w:val="99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50">
    <w:name w:val="xl250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ED1A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1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D1A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1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D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1A1D"/>
    <w:rPr>
      <w:rFonts w:ascii="Tahoma" w:hAnsi="Tahoma" w:cs="Tahoma"/>
      <w:sz w:val="16"/>
      <w:szCs w:val="16"/>
      <w:lang w:eastAsia="ru-RU"/>
    </w:rPr>
  </w:style>
  <w:style w:type="paragraph" w:customStyle="1" w:styleId="xl231">
    <w:name w:val="xl231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232">
    <w:name w:val="xl232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33">
    <w:name w:val="xl233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34">
    <w:name w:val="xl234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30">
    <w:name w:val="xl230"/>
    <w:basedOn w:val="Normal"/>
    <w:uiPriority w:val="99"/>
    <w:rsid w:val="000A72BB"/>
    <w:pP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46121D"/>
    <w:pPr>
      <w:spacing w:before="100" w:beforeAutospacing="1" w:after="100" w:afterAutospacing="1"/>
    </w:pPr>
    <w:rPr>
      <w:sz w:val="28"/>
      <w:szCs w:val="28"/>
    </w:rPr>
  </w:style>
  <w:style w:type="paragraph" w:customStyle="1" w:styleId="xl252">
    <w:name w:val="xl252"/>
    <w:basedOn w:val="Normal"/>
    <w:uiPriority w:val="99"/>
    <w:rsid w:val="0046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53">
    <w:name w:val="xl253"/>
    <w:basedOn w:val="Normal"/>
    <w:uiPriority w:val="99"/>
    <w:rsid w:val="0046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54">
    <w:name w:val="xl254"/>
    <w:basedOn w:val="Normal"/>
    <w:uiPriority w:val="99"/>
    <w:rsid w:val="0046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55">
    <w:name w:val="xl255"/>
    <w:basedOn w:val="Normal"/>
    <w:uiPriority w:val="99"/>
    <w:rsid w:val="00461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character" w:styleId="PageNumber">
    <w:name w:val="page number"/>
    <w:basedOn w:val="DefaultParagraphFont"/>
    <w:uiPriority w:val="99"/>
    <w:rsid w:val="007A6FA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48</Pages>
  <Words>8205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 Цурган</dc:creator>
  <cp:keywords/>
  <dc:description/>
  <cp:lastModifiedBy>WiZaRd</cp:lastModifiedBy>
  <cp:revision>91</cp:revision>
  <dcterms:created xsi:type="dcterms:W3CDTF">2021-03-24T05:15:00Z</dcterms:created>
  <dcterms:modified xsi:type="dcterms:W3CDTF">2024-04-02T08:37:00Z</dcterms:modified>
</cp:coreProperties>
</file>