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A3A" w:rsidRDefault="004F5A3A" w:rsidP="00DD6652">
      <w:pPr>
        <w:ind w:left="9781" w:right="-456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1</w:t>
      </w:r>
      <w:r w:rsidRPr="003C5326">
        <w:rPr>
          <w:sz w:val="28"/>
          <w:szCs w:val="28"/>
        </w:rPr>
        <w:tab/>
      </w:r>
      <w:r w:rsidRPr="003C5326">
        <w:rPr>
          <w:sz w:val="28"/>
          <w:szCs w:val="28"/>
        </w:rPr>
        <w:tab/>
      </w:r>
      <w:r w:rsidRPr="003C5326">
        <w:rPr>
          <w:sz w:val="28"/>
          <w:szCs w:val="28"/>
        </w:rPr>
        <w:tab/>
      </w:r>
      <w:r w:rsidRPr="003C5326">
        <w:rPr>
          <w:sz w:val="28"/>
          <w:szCs w:val="28"/>
        </w:rPr>
        <w:tab/>
      </w:r>
    </w:p>
    <w:p w:rsidR="004F5A3A" w:rsidRDefault="004F5A3A" w:rsidP="00FC2099">
      <w:pPr>
        <w:ind w:left="9781"/>
        <w:rPr>
          <w:sz w:val="28"/>
          <w:szCs w:val="28"/>
        </w:rPr>
      </w:pPr>
      <w:r>
        <w:rPr>
          <w:sz w:val="28"/>
          <w:szCs w:val="28"/>
        </w:rPr>
        <w:t>к Решению Брянского городского</w:t>
      </w:r>
    </w:p>
    <w:p w:rsidR="004F5A3A" w:rsidRDefault="004F5A3A" w:rsidP="00FC2099">
      <w:pPr>
        <w:ind w:left="9781"/>
        <w:rPr>
          <w:sz w:val="28"/>
          <w:szCs w:val="28"/>
        </w:rPr>
      </w:pPr>
      <w:r>
        <w:rPr>
          <w:sz w:val="28"/>
          <w:szCs w:val="28"/>
        </w:rPr>
        <w:t>Совета народных депутатов</w:t>
      </w:r>
    </w:p>
    <w:p w:rsidR="004F5A3A" w:rsidRPr="003453C6" w:rsidRDefault="004F5A3A" w:rsidP="00FC2099">
      <w:pPr>
        <w:ind w:left="9781"/>
        <w:rPr>
          <w:sz w:val="28"/>
          <w:szCs w:val="28"/>
        </w:rPr>
      </w:pPr>
      <w:r>
        <w:rPr>
          <w:sz w:val="28"/>
          <w:szCs w:val="28"/>
        </w:rPr>
        <w:t>От _________ № _______</w:t>
      </w:r>
    </w:p>
    <w:p w:rsidR="004F5A3A" w:rsidRDefault="004F5A3A" w:rsidP="003C5326">
      <w:pPr>
        <w:jc w:val="center"/>
        <w:rPr>
          <w:b/>
          <w:sz w:val="28"/>
          <w:szCs w:val="28"/>
        </w:rPr>
      </w:pPr>
    </w:p>
    <w:p w:rsidR="004F5A3A" w:rsidRPr="0012508E" w:rsidRDefault="004F5A3A" w:rsidP="003C5326">
      <w:pPr>
        <w:jc w:val="center"/>
        <w:rPr>
          <w:b/>
          <w:sz w:val="28"/>
          <w:szCs w:val="28"/>
        </w:rPr>
      </w:pPr>
    </w:p>
    <w:p w:rsidR="004F5A3A" w:rsidRPr="0012508E" w:rsidRDefault="004F5A3A" w:rsidP="003C5326">
      <w:pPr>
        <w:jc w:val="center"/>
        <w:rPr>
          <w:b/>
          <w:sz w:val="28"/>
          <w:szCs w:val="28"/>
        </w:rPr>
      </w:pPr>
    </w:p>
    <w:p w:rsidR="004F5A3A" w:rsidRPr="003C5326" w:rsidRDefault="004F5A3A" w:rsidP="003C5326">
      <w:pPr>
        <w:jc w:val="center"/>
        <w:rPr>
          <w:b/>
          <w:sz w:val="28"/>
          <w:szCs w:val="28"/>
        </w:rPr>
      </w:pPr>
    </w:p>
    <w:p w:rsidR="004F5A3A" w:rsidRPr="00EE7709" w:rsidRDefault="004F5A3A" w:rsidP="003C5326">
      <w:pPr>
        <w:jc w:val="center"/>
      </w:pPr>
      <w:r w:rsidRPr="00EE7709">
        <w:rPr>
          <w:b/>
          <w:sz w:val="28"/>
          <w:szCs w:val="28"/>
        </w:rPr>
        <w:t>Доходы бюджета города Брянска за 20</w:t>
      </w:r>
      <w:r>
        <w:rPr>
          <w:b/>
          <w:sz w:val="28"/>
          <w:szCs w:val="28"/>
        </w:rPr>
        <w:t>2</w:t>
      </w:r>
      <w:r w:rsidRPr="00DD53F7">
        <w:rPr>
          <w:b/>
          <w:sz w:val="28"/>
          <w:szCs w:val="28"/>
        </w:rPr>
        <w:t>2</w:t>
      </w:r>
      <w:r w:rsidRPr="00EE7709">
        <w:rPr>
          <w:b/>
          <w:sz w:val="28"/>
          <w:szCs w:val="28"/>
        </w:rPr>
        <w:t>год</w:t>
      </w:r>
    </w:p>
    <w:p w:rsidR="004F5A3A" w:rsidRPr="0080241E" w:rsidRDefault="004F5A3A" w:rsidP="003C5326">
      <w:pPr>
        <w:jc w:val="center"/>
      </w:pPr>
      <w:r w:rsidRPr="00EE7709">
        <w:rPr>
          <w:b/>
          <w:sz w:val="28"/>
          <w:szCs w:val="28"/>
        </w:rPr>
        <w:t xml:space="preserve">по кодам классификации доходов бюджетов </w:t>
      </w:r>
    </w:p>
    <w:p w:rsidR="004F5A3A" w:rsidRPr="00427AA8" w:rsidRDefault="004F5A3A"/>
    <w:p w:rsidR="004F5A3A" w:rsidRPr="00427AA8" w:rsidRDefault="004F5A3A"/>
    <w:p w:rsidR="004F5A3A" w:rsidRPr="00F556BA" w:rsidRDefault="004F5A3A" w:rsidP="004E32FB">
      <w:pPr>
        <w:jc w:val="center"/>
        <w:rPr>
          <w:sz w:val="28"/>
          <w:szCs w:val="28"/>
        </w:rPr>
      </w:pPr>
      <w:r w:rsidRPr="004E32FB">
        <w:rPr>
          <w:sz w:val="28"/>
          <w:szCs w:val="28"/>
        </w:rPr>
        <w:t>(рублей)</w:t>
      </w:r>
    </w:p>
    <w:tbl>
      <w:tblPr>
        <w:tblW w:w="14616" w:type="dxa"/>
        <w:tblInd w:w="93" w:type="dxa"/>
        <w:tblLook w:val="00A0"/>
      </w:tblPr>
      <w:tblGrid>
        <w:gridCol w:w="3560"/>
        <w:gridCol w:w="7840"/>
        <w:gridCol w:w="3216"/>
      </w:tblGrid>
      <w:tr w:rsidR="004F5A3A" w:rsidRPr="000A72BB" w:rsidTr="00342A18">
        <w:trPr>
          <w:trHeight w:val="794"/>
          <w:tblHeader/>
        </w:trPr>
        <w:tc>
          <w:tcPr>
            <w:tcW w:w="3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color w:val="000000"/>
                <w:sz w:val="28"/>
                <w:szCs w:val="28"/>
              </w:rPr>
              <w:t>Код БК</w:t>
            </w:r>
          </w:p>
        </w:tc>
        <w:tc>
          <w:tcPr>
            <w:tcW w:w="7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color w:val="000000"/>
                <w:sz w:val="28"/>
                <w:szCs w:val="28"/>
              </w:rPr>
              <w:t>Кассовое исполнение за 2022 год</w:t>
            </w:r>
          </w:p>
        </w:tc>
      </w:tr>
      <w:tr w:rsidR="004F5A3A" w:rsidRPr="000A72BB" w:rsidTr="005B0678">
        <w:trPr>
          <w:trHeight w:val="345"/>
          <w:tblHeader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4F5A3A" w:rsidRPr="000A72BB" w:rsidTr="000A72BB">
        <w:trPr>
          <w:trHeight w:val="40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color w:val="000000"/>
                <w:sz w:val="28"/>
                <w:szCs w:val="28"/>
              </w:rPr>
              <w:t xml:space="preserve"> 000 1000000000 0000 000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color w:val="000000"/>
                <w:sz w:val="28"/>
                <w:szCs w:val="28"/>
              </w:rPr>
              <w:t xml:space="preserve">  НАЛОГОВЫЕ И НЕНАЛОГОВЫЕ ДОХОДЫ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color w:val="000000"/>
                <w:sz w:val="28"/>
                <w:szCs w:val="28"/>
              </w:rPr>
              <w:t>3 737 312 254,13</w:t>
            </w:r>
          </w:p>
        </w:tc>
      </w:tr>
      <w:tr w:rsidR="004F5A3A" w:rsidRPr="000A72BB" w:rsidTr="000A72BB">
        <w:trPr>
          <w:trHeight w:val="40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000 1010000000 0000 000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НАЛОГИ НА ПРИБЫЛЬ, ДОХОДЫ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>2 103 582 813,70</w:t>
            </w:r>
          </w:p>
        </w:tc>
      </w:tr>
      <w:tr w:rsidR="004F5A3A" w:rsidRPr="000A72BB" w:rsidTr="000A72BB">
        <w:trPr>
          <w:trHeight w:val="3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000 1010200001 0000 110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Налог на доходы физических лиц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2 103 582 813,70</w:t>
            </w:r>
          </w:p>
        </w:tc>
      </w:tr>
      <w:tr w:rsidR="004F5A3A" w:rsidRPr="000A72BB" w:rsidTr="000A72BB">
        <w:trPr>
          <w:trHeight w:val="18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000 1010201001 0000 110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1 920 404 514,25</w:t>
            </w:r>
          </w:p>
        </w:tc>
      </w:tr>
      <w:tr w:rsidR="004F5A3A" w:rsidRPr="000A72BB" w:rsidTr="00342A18">
        <w:trPr>
          <w:trHeight w:val="2438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000 1010202001 0000 110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16 537 528,19</w:t>
            </w:r>
          </w:p>
        </w:tc>
      </w:tr>
      <w:tr w:rsidR="004F5A3A" w:rsidRPr="000A72BB" w:rsidTr="000A72BB">
        <w:trPr>
          <w:trHeight w:val="11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000 1010203001 0000 110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24 898 677,98</w:t>
            </w:r>
          </w:p>
        </w:tc>
      </w:tr>
      <w:tr w:rsidR="004F5A3A" w:rsidRPr="000A72BB" w:rsidTr="00342A18">
        <w:trPr>
          <w:trHeight w:val="2041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000 1010204001 0000 110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7 875 287,29</w:t>
            </w:r>
          </w:p>
        </w:tc>
      </w:tr>
      <w:tr w:rsidR="004F5A3A" w:rsidRPr="000A72BB" w:rsidTr="00342A18">
        <w:trPr>
          <w:trHeight w:val="2438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000 1010208001 0000 110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133 866 805,99</w:t>
            </w:r>
          </w:p>
        </w:tc>
      </w:tr>
      <w:tr w:rsidR="004F5A3A" w:rsidRPr="000A72BB" w:rsidTr="00342A18">
        <w:trPr>
          <w:trHeight w:val="96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000 1030000000 0000 000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>37 441 596,99</w:t>
            </w:r>
          </w:p>
        </w:tc>
      </w:tr>
      <w:tr w:rsidR="004F5A3A" w:rsidRPr="000A72BB" w:rsidTr="000A72BB">
        <w:trPr>
          <w:trHeight w:val="7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000 1030200001 0000 110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37 441 596,99</w:t>
            </w:r>
          </w:p>
        </w:tc>
      </w:tr>
      <w:tr w:rsidR="004F5A3A" w:rsidRPr="000A72BB" w:rsidTr="00342A18">
        <w:trPr>
          <w:trHeight w:val="164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000 1030223001 0000 110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18 769 736,14</w:t>
            </w:r>
          </w:p>
        </w:tc>
      </w:tr>
      <w:tr w:rsidR="004F5A3A" w:rsidRPr="000A72BB" w:rsidTr="00342A18">
        <w:trPr>
          <w:trHeight w:val="2551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000 1030223101 0000 110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18 769 736,14</w:t>
            </w:r>
          </w:p>
        </w:tc>
      </w:tr>
      <w:tr w:rsidR="004F5A3A" w:rsidRPr="000A72BB" w:rsidTr="00342A18">
        <w:trPr>
          <w:trHeight w:val="2098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000 1030224001 0000 110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101 385,70</w:t>
            </w:r>
          </w:p>
        </w:tc>
      </w:tr>
      <w:tr w:rsidR="004F5A3A" w:rsidRPr="000A72BB" w:rsidTr="00342A18">
        <w:trPr>
          <w:trHeight w:val="2948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000 1030224101 0000 110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101 385,70</w:t>
            </w:r>
          </w:p>
        </w:tc>
      </w:tr>
      <w:tr w:rsidR="004F5A3A" w:rsidRPr="000A72BB" w:rsidTr="000A72BB">
        <w:trPr>
          <w:trHeight w:val="18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000 1030225001 0000 110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20 723 908,50</w:t>
            </w:r>
          </w:p>
        </w:tc>
      </w:tr>
      <w:tr w:rsidR="004F5A3A" w:rsidRPr="000A72BB" w:rsidTr="000A72BB">
        <w:trPr>
          <w:trHeight w:val="30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000 1030225101 0000 110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20 723 908,50</w:t>
            </w:r>
          </w:p>
        </w:tc>
      </w:tr>
      <w:tr w:rsidR="004F5A3A" w:rsidRPr="000A72BB" w:rsidTr="000A72BB">
        <w:trPr>
          <w:trHeight w:val="18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000 1030226001 0000 110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-2 153 433,35</w:t>
            </w:r>
          </w:p>
        </w:tc>
      </w:tr>
      <w:tr w:rsidR="004F5A3A" w:rsidRPr="000A72BB" w:rsidTr="00342A18">
        <w:trPr>
          <w:trHeight w:val="2778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000 1030226101 0000 110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-2 153 433,35</w:t>
            </w:r>
          </w:p>
        </w:tc>
      </w:tr>
      <w:tr w:rsidR="004F5A3A" w:rsidRPr="000A72BB" w:rsidTr="000A72BB">
        <w:trPr>
          <w:trHeight w:val="40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000 1050000000 0000 000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НАЛОГИ НА СОВОКУПНЫЙ ДОХОД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>154 895 957,76</w:t>
            </w:r>
          </w:p>
        </w:tc>
      </w:tr>
      <w:tr w:rsidR="004F5A3A" w:rsidRPr="000A72BB" w:rsidTr="000A72BB">
        <w:trPr>
          <w:trHeight w:val="7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000 1050200002 0000 110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-675 141,21</w:t>
            </w:r>
          </w:p>
        </w:tc>
      </w:tr>
      <w:tr w:rsidR="004F5A3A" w:rsidRPr="000A72BB" w:rsidTr="000A72BB">
        <w:trPr>
          <w:trHeight w:val="7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000 1050201002 0000 110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-660 503,89</w:t>
            </w:r>
          </w:p>
        </w:tc>
      </w:tr>
      <w:tr w:rsidR="004F5A3A" w:rsidRPr="000A72BB" w:rsidTr="000A72BB">
        <w:trPr>
          <w:trHeight w:val="11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000 1050202002 0000 110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-14 637,32</w:t>
            </w:r>
          </w:p>
        </w:tc>
      </w:tr>
      <w:tr w:rsidR="004F5A3A" w:rsidRPr="000A72BB" w:rsidTr="000A72BB">
        <w:trPr>
          <w:trHeight w:val="3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000 1050300001 0000 110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Единый сельскохозяйственный налог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78 967,65</w:t>
            </w:r>
          </w:p>
        </w:tc>
      </w:tr>
      <w:tr w:rsidR="004F5A3A" w:rsidRPr="000A72BB" w:rsidTr="000A72BB">
        <w:trPr>
          <w:trHeight w:val="3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000 1050301001 0000 110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Единый сельскохозяйственный налог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78 967,65</w:t>
            </w:r>
          </w:p>
        </w:tc>
      </w:tr>
      <w:tr w:rsidR="004F5A3A" w:rsidRPr="000A72BB" w:rsidTr="000A72BB">
        <w:trPr>
          <w:trHeight w:val="7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000 1050400002 0000 110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Налог, взимаемый в связи с применением патентной системы налогообложения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155 492 131,32</w:t>
            </w:r>
          </w:p>
        </w:tc>
      </w:tr>
      <w:tr w:rsidR="004F5A3A" w:rsidRPr="000A72BB" w:rsidTr="000A72BB">
        <w:trPr>
          <w:trHeight w:val="11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000 1050401002 0000 110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155 492 131,32</w:t>
            </w:r>
          </w:p>
        </w:tc>
      </w:tr>
      <w:tr w:rsidR="004F5A3A" w:rsidRPr="000A72BB" w:rsidTr="000A72BB">
        <w:trPr>
          <w:trHeight w:val="40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000 1060000000 0000 000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НАЛОГИ НА ИМУЩЕСТВО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>867 914 417,77</w:t>
            </w:r>
          </w:p>
        </w:tc>
      </w:tr>
      <w:tr w:rsidR="004F5A3A" w:rsidRPr="000A72BB" w:rsidTr="000A72BB">
        <w:trPr>
          <w:trHeight w:val="3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000 1060100000 0000 110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Налог на имущество физических лиц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466 976 178,48</w:t>
            </w:r>
          </w:p>
        </w:tc>
      </w:tr>
      <w:tr w:rsidR="004F5A3A" w:rsidRPr="000A72BB" w:rsidTr="000A72BB">
        <w:trPr>
          <w:trHeight w:val="11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000 1060102004 0000 110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466 976 178,48</w:t>
            </w:r>
          </w:p>
        </w:tc>
      </w:tr>
      <w:tr w:rsidR="004F5A3A" w:rsidRPr="000A72BB" w:rsidTr="000A72BB">
        <w:trPr>
          <w:trHeight w:val="3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000 1060600000 0000 110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Земельный налог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400 938 239,29</w:t>
            </w:r>
          </w:p>
        </w:tc>
      </w:tr>
      <w:tr w:rsidR="004F5A3A" w:rsidRPr="000A72BB" w:rsidTr="000A72BB">
        <w:trPr>
          <w:trHeight w:val="3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000 1060603000 0000 110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Земельный налог с организаций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312 505 019,75</w:t>
            </w:r>
          </w:p>
        </w:tc>
      </w:tr>
      <w:tr w:rsidR="004F5A3A" w:rsidRPr="000A72BB" w:rsidTr="000A72BB">
        <w:trPr>
          <w:trHeight w:val="7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000 1060603204 0000 110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312 505 019,75</w:t>
            </w:r>
          </w:p>
        </w:tc>
      </w:tr>
      <w:tr w:rsidR="004F5A3A" w:rsidRPr="000A72BB" w:rsidTr="000A72BB">
        <w:trPr>
          <w:trHeight w:val="3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000 1060604000 0000 110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Земельный налог с физических лиц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88 433 219,54</w:t>
            </w:r>
          </w:p>
        </w:tc>
      </w:tr>
      <w:tr w:rsidR="004F5A3A" w:rsidRPr="000A72BB" w:rsidTr="00342A18">
        <w:trPr>
          <w:trHeight w:val="8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000 1060604204 0000 110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88 433 219,54</w:t>
            </w:r>
          </w:p>
        </w:tc>
      </w:tr>
      <w:tr w:rsidR="004F5A3A" w:rsidRPr="000A72BB" w:rsidTr="000A72BB">
        <w:trPr>
          <w:trHeight w:val="40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000 1080000000 0000 000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ГОСУДАРСТВЕННАЯ ПОШЛИНА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>73 164 597,44</w:t>
            </w:r>
          </w:p>
        </w:tc>
      </w:tr>
      <w:tr w:rsidR="004F5A3A" w:rsidRPr="000A72BB" w:rsidTr="000A72BB">
        <w:trPr>
          <w:trHeight w:val="7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000 1080300001 0000 110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72 406 895,44</w:t>
            </w:r>
          </w:p>
        </w:tc>
      </w:tr>
      <w:tr w:rsidR="004F5A3A" w:rsidRPr="000A72BB" w:rsidTr="00342A18">
        <w:trPr>
          <w:trHeight w:val="102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000 1080301001 0000 110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72 406 895,44</w:t>
            </w:r>
          </w:p>
        </w:tc>
      </w:tr>
      <w:tr w:rsidR="004F5A3A" w:rsidRPr="000A72BB" w:rsidTr="00342A18">
        <w:trPr>
          <w:trHeight w:val="90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000 1080700001 0000 110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757 702,00</w:t>
            </w:r>
          </w:p>
        </w:tc>
      </w:tr>
      <w:tr w:rsidR="004F5A3A" w:rsidRPr="000A72BB" w:rsidTr="00342A18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000 1080715001 0000 110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Государственная пошлина за выдачу разрешения на установку рекламной конструкции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655 000,00</w:t>
            </w:r>
          </w:p>
        </w:tc>
      </w:tr>
      <w:tr w:rsidR="004F5A3A" w:rsidRPr="000A72BB" w:rsidTr="000A72BB">
        <w:trPr>
          <w:trHeight w:val="15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000 1080717001 0000 110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102 702,00</w:t>
            </w:r>
          </w:p>
        </w:tc>
      </w:tr>
      <w:tr w:rsidR="004F5A3A" w:rsidRPr="000A72BB" w:rsidTr="00342A18">
        <w:trPr>
          <w:trHeight w:val="181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000 1080717301 0000 110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102 702,00</w:t>
            </w:r>
          </w:p>
        </w:tc>
      </w:tr>
      <w:tr w:rsidR="004F5A3A" w:rsidRPr="000A72BB" w:rsidTr="00342A18">
        <w:trPr>
          <w:trHeight w:val="107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000 1090000000 0000 000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ЗАДОЛЖЕННОСТЬ И ПЕРЕРАСЧЕТЫ ПО ОТМЕНЕННЫМ НАЛОГАМ, СБОРАМ И ИНЫМ ОБЯЗАТЕЛЬНЫМ ПЛАТЕЖАМ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>-1 379,66</w:t>
            </w:r>
          </w:p>
        </w:tc>
      </w:tr>
      <w:tr w:rsidR="004F5A3A" w:rsidRPr="000A72BB" w:rsidTr="000A72BB">
        <w:trPr>
          <w:trHeight w:val="3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000 1090400000 0000 110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Налоги на имущество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-1 379,66</w:t>
            </w:r>
          </w:p>
        </w:tc>
      </w:tr>
      <w:tr w:rsidR="004F5A3A" w:rsidRPr="000A72BB" w:rsidTr="00342A18">
        <w:trPr>
          <w:trHeight w:val="56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000 1090405000 0000 110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Земельный налог (по обязательствам, возникшим до 1 января 2006 года)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-1 379,66</w:t>
            </w:r>
          </w:p>
        </w:tc>
      </w:tr>
      <w:tr w:rsidR="004F5A3A" w:rsidRPr="000A72BB" w:rsidTr="00342A18">
        <w:trPr>
          <w:trHeight w:val="79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000 1090405204 0000 110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-1 379,66</w:t>
            </w:r>
          </w:p>
        </w:tc>
      </w:tr>
      <w:tr w:rsidR="004F5A3A" w:rsidRPr="000A72BB" w:rsidTr="00342A18">
        <w:trPr>
          <w:trHeight w:val="124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000 1110000000 0000 000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>266 596 008,34</w:t>
            </w:r>
          </w:p>
        </w:tc>
      </w:tr>
      <w:tr w:rsidR="004F5A3A" w:rsidRPr="000A72BB" w:rsidTr="00342A18">
        <w:trPr>
          <w:trHeight w:val="198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000 1110100000 0000 120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5 795 890,10</w:t>
            </w:r>
          </w:p>
        </w:tc>
      </w:tr>
      <w:tr w:rsidR="004F5A3A" w:rsidRPr="000A72BB" w:rsidTr="00342A18">
        <w:trPr>
          <w:trHeight w:val="158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000 1110104004 0000 120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5 795 890,10</w:t>
            </w:r>
          </w:p>
        </w:tc>
      </w:tr>
      <w:tr w:rsidR="004F5A3A" w:rsidRPr="000A72BB" w:rsidTr="00342A18">
        <w:trPr>
          <w:trHeight w:val="2211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000 1110500000 0000 120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209 009 259,89</w:t>
            </w:r>
          </w:p>
        </w:tc>
      </w:tr>
      <w:tr w:rsidR="004F5A3A" w:rsidRPr="000A72BB" w:rsidTr="00342A18">
        <w:trPr>
          <w:trHeight w:val="164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000 1110501000 0000 120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139 210 689,69</w:t>
            </w:r>
          </w:p>
        </w:tc>
      </w:tr>
      <w:tr w:rsidR="004F5A3A" w:rsidRPr="000A72BB" w:rsidTr="000A72BB">
        <w:trPr>
          <w:trHeight w:val="18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000 1110501204 0000 120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139 210 689,69</w:t>
            </w:r>
          </w:p>
        </w:tc>
      </w:tr>
      <w:tr w:rsidR="004F5A3A" w:rsidRPr="000A72BB" w:rsidTr="000A72BB">
        <w:trPr>
          <w:trHeight w:val="18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000 1110502000 0000 120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13 522 863,36</w:t>
            </w:r>
          </w:p>
        </w:tc>
      </w:tr>
      <w:tr w:rsidR="004F5A3A" w:rsidRPr="000A72BB" w:rsidTr="000A72BB">
        <w:trPr>
          <w:trHeight w:val="18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000 1110502404 0000 120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13 522 863,36</w:t>
            </w:r>
          </w:p>
        </w:tc>
      </w:tr>
      <w:tr w:rsidR="004F5A3A" w:rsidRPr="000A72BB" w:rsidTr="00342A18">
        <w:trPr>
          <w:trHeight w:val="198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000 1110503000 0000 120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3 012 520,00</w:t>
            </w:r>
          </w:p>
        </w:tc>
      </w:tr>
      <w:tr w:rsidR="004F5A3A" w:rsidRPr="000A72BB" w:rsidTr="00342A18">
        <w:trPr>
          <w:trHeight w:val="164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000 1110503404 0000 120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3 012 520,00</w:t>
            </w:r>
          </w:p>
        </w:tc>
      </w:tr>
      <w:tr w:rsidR="004F5A3A" w:rsidRPr="000A72BB" w:rsidTr="00342A18">
        <w:trPr>
          <w:trHeight w:val="102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000 1110507000 0000 120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53 263 186,84</w:t>
            </w:r>
          </w:p>
        </w:tc>
      </w:tr>
      <w:tr w:rsidR="004F5A3A" w:rsidRPr="000A72BB" w:rsidTr="000A72BB">
        <w:trPr>
          <w:trHeight w:val="11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000 1110507404 0000 120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53 263 186,84</w:t>
            </w:r>
          </w:p>
        </w:tc>
      </w:tr>
      <w:tr w:rsidR="004F5A3A" w:rsidRPr="000A72BB" w:rsidTr="000A72BB">
        <w:trPr>
          <w:trHeight w:val="11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000 1110530000 0000 120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206 448,30</w:t>
            </w:r>
          </w:p>
        </w:tc>
      </w:tr>
      <w:tr w:rsidR="004F5A3A" w:rsidRPr="000A72BB" w:rsidTr="000A72BB">
        <w:trPr>
          <w:trHeight w:val="11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000 1110531000 0000 120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Плата по соглашениям об установлении сервитута в отношении земельных участков, государственная собственность на которые не разграничена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9 759,30</w:t>
            </w:r>
          </w:p>
        </w:tc>
      </w:tr>
      <w:tr w:rsidR="004F5A3A" w:rsidRPr="000A72BB" w:rsidTr="00342A18">
        <w:trPr>
          <w:trHeight w:val="2438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000 1110531204 0000 120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9 759,30</w:t>
            </w:r>
          </w:p>
        </w:tc>
      </w:tr>
      <w:tr w:rsidR="004F5A3A" w:rsidRPr="000A72BB" w:rsidTr="000A72BB">
        <w:trPr>
          <w:trHeight w:val="11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000 1110532000 0000 120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Плата по соглашениям об установлении сервитута в отношении земельных участков после разграничения государственной собственности на землю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196 689,00</w:t>
            </w:r>
          </w:p>
        </w:tc>
      </w:tr>
      <w:tr w:rsidR="004F5A3A" w:rsidRPr="000A72BB" w:rsidTr="000A72BB">
        <w:trPr>
          <w:trHeight w:val="22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000 1110532404 0000 120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196 689,00</w:t>
            </w:r>
          </w:p>
        </w:tc>
      </w:tr>
      <w:tr w:rsidR="004F5A3A" w:rsidRPr="000A72BB" w:rsidTr="000A72BB">
        <w:trPr>
          <w:trHeight w:val="7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000 1110700000 0000 120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Платежи от государственных и муниципальных унитарных предприятий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12 634 218,03</w:t>
            </w:r>
          </w:p>
        </w:tc>
      </w:tr>
      <w:tr w:rsidR="004F5A3A" w:rsidRPr="000A72BB" w:rsidTr="000A72BB">
        <w:trPr>
          <w:trHeight w:val="11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000 1110701000 0000 120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12 634 218,03</w:t>
            </w:r>
          </w:p>
        </w:tc>
      </w:tr>
      <w:tr w:rsidR="004F5A3A" w:rsidRPr="000A72BB" w:rsidTr="000A72BB">
        <w:trPr>
          <w:trHeight w:val="15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000 1110701404 0000 120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12 634 218,03</w:t>
            </w:r>
          </w:p>
        </w:tc>
      </w:tr>
      <w:tr w:rsidR="004F5A3A" w:rsidRPr="000A72BB" w:rsidTr="000A72BB">
        <w:trPr>
          <w:trHeight w:val="22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000 1110900000 0000 120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38 950 192,02</w:t>
            </w:r>
          </w:p>
        </w:tc>
      </w:tr>
      <w:tr w:rsidR="004F5A3A" w:rsidRPr="000A72BB" w:rsidTr="000A72BB">
        <w:trPr>
          <w:trHeight w:val="22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000 1110904000 0000 120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23 137 389,52</w:t>
            </w:r>
          </w:p>
        </w:tc>
      </w:tr>
      <w:tr w:rsidR="004F5A3A" w:rsidRPr="000A72BB" w:rsidTr="000A72BB">
        <w:trPr>
          <w:trHeight w:val="18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000 1110904404 0000 120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23 137 389,52</w:t>
            </w:r>
          </w:p>
        </w:tc>
      </w:tr>
      <w:tr w:rsidR="004F5A3A" w:rsidRPr="000A72BB" w:rsidTr="00342A18">
        <w:trPr>
          <w:trHeight w:val="2268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000 1110908000 0000 120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15 812 802,50</w:t>
            </w:r>
          </w:p>
        </w:tc>
      </w:tr>
      <w:tr w:rsidR="004F5A3A" w:rsidRPr="000A72BB" w:rsidTr="00342A18">
        <w:trPr>
          <w:trHeight w:val="2381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000 1110908004 0000 120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15 812 802,50</w:t>
            </w:r>
          </w:p>
        </w:tc>
      </w:tr>
      <w:tr w:rsidR="004F5A3A" w:rsidRPr="000A72BB" w:rsidTr="000A72BB">
        <w:trPr>
          <w:trHeight w:val="8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000 1120000000 0000 000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ПЛАТЕЖИ ПРИ ПОЛЬЗОВАНИИ ПРИРОДНЫМИ РЕСУРСАМИ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>9 924 090,13</w:t>
            </w:r>
          </w:p>
        </w:tc>
      </w:tr>
      <w:tr w:rsidR="004F5A3A" w:rsidRPr="000A72BB" w:rsidTr="000A72BB">
        <w:trPr>
          <w:trHeight w:val="3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000 1120100001 0000 120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Плата за негативное воздействие на окружающую среду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9 924 090,13</w:t>
            </w:r>
          </w:p>
        </w:tc>
      </w:tr>
      <w:tr w:rsidR="004F5A3A" w:rsidRPr="000A72BB" w:rsidTr="000A72BB">
        <w:trPr>
          <w:trHeight w:val="7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000 1120101001 0000 120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Плата за выбросы загрязняющих веществ в атмосферный воздух стационарными объектами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1 251 014,78</w:t>
            </w:r>
          </w:p>
        </w:tc>
      </w:tr>
      <w:tr w:rsidR="004F5A3A" w:rsidRPr="000A72BB" w:rsidTr="000A72BB">
        <w:trPr>
          <w:trHeight w:val="3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000 1120103001 0000 120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Плата за сбросы загрязняющих веществ в водные объекты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2 412 003,14</w:t>
            </w:r>
          </w:p>
        </w:tc>
      </w:tr>
      <w:tr w:rsidR="004F5A3A" w:rsidRPr="000A72BB" w:rsidTr="000A72BB">
        <w:trPr>
          <w:trHeight w:val="3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000 1120104001 0000 120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Плата за размещение отходов производства и потребления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6 261 072,21</w:t>
            </w:r>
          </w:p>
        </w:tc>
      </w:tr>
      <w:tr w:rsidR="004F5A3A" w:rsidRPr="000A72BB" w:rsidTr="000A72BB">
        <w:trPr>
          <w:trHeight w:val="3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000 1120104101 0000 120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Плата за размещение отходов производства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4 429 386,47</w:t>
            </w:r>
          </w:p>
        </w:tc>
      </w:tr>
      <w:tr w:rsidR="004F5A3A" w:rsidRPr="000A72BB" w:rsidTr="000A72BB">
        <w:trPr>
          <w:trHeight w:val="3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000 1120104201 0000 120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Плата за размещение твердых коммунальных отходов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1 831 685,74</w:t>
            </w:r>
          </w:p>
        </w:tc>
      </w:tr>
      <w:tr w:rsidR="004F5A3A" w:rsidRPr="000A72BB" w:rsidTr="00935AB4">
        <w:trPr>
          <w:trHeight w:val="56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b/>
                <w:color w:val="000000"/>
                <w:sz w:val="28"/>
                <w:szCs w:val="28"/>
              </w:rPr>
            </w:pPr>
            <w:r w:rsidRPr="000A72BB">
              <w:rPr>
                <w:b/>
                <w:color w:val="000000"/>
                <w:sz w:val="28"/>
                <w:szCs w:val="28"/>
              </w:rPr>
              <w:t xml:space="preserve"> 000 1130000000 0000 000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b/>
                <w:color w:val="000000"/>
                <w:sz w:val="28"/>
                <w:szCs w:val="28"/>
              </w:rPr>
            </w:pPr>
            <w:r w:rsidRPr="000A72BB">
              <w:rPr>
                <w:b/>
                <w:color w:val="000000"/>
                <w:sz w:val="28"/>
                <w:szCs w:val="28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0A72BB">
              <w:rPr>
                <w:b/>
                <w:color w:val="000000"/>
                <w:sz w:val="28"/>
                <w:szCs w:val="28"/>
              </w:rPr>
              <w:t>69 132 382,78</w:t>
            </w:r>
          </w:p>
        </w:tc>
      </w:tr>
      <w:tr w:rsidR="004F5A3A" w:rsidRPr="000A72BB" w:rsidTr="000A72BB">
        <w:trPr>
          <w:trHeight w:val="3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000 1130100000 0000 130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от оказания платных услуг (работ)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515 346,95</w:t>
            </w:r>
          </w:p>
        </w:tc>
      </w:tr>
      <w:tr w:rsidR="004F5A3A" w:rsidRPr="000A72BB" w:rsidTr="00935AB4">
        <w:trPr>
          <w:trHeight w:val="96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bCs/>
                <w:iCs/>
                <w:color w:val="000000"/>
                <w:sz w:val="28"/>
                <w:szCs w:val="28"/>
              </w:rPr>
            </w:pPr>
            <w:r w:rsidRPr="000A72BB">
              <w:rPr>
                <w:bCs/>
                <w:iCs/>
                <w:color w:val="000000"/>
                <w:sz w:val="28"/>
                <w:szCs w:val="28"/>
              </w:rPr>
              <w:t xml:space="preserve"> 000 1130150000 0000 130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bCs/>
                <w:iCs/>
                <w:color w:val="000000"/>
                <w:sz w:val="28"/>
                <w:szCs w:val="28"/>
              </w:rPr>
            </w:pPr>
            <w:r w:rsidRPr="000A72BB">
              <w:rPr>
                <w:bCs/>
                <w:iCs/>
                <w:color w:val="000000"/>
                <w:sz w:val="28"/>
                <w:szCs w:val="28"/>
              </w:rPr>
              <w:t xml:space="preserve">  Плата за оказание услуг по присоединению объектов дорожного сервиса к автомобильным дорогам общего пользования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bCs/>
                <w:iCs/>
                <w:color w:val="000000"/>
                <w:sz w:val="28"/>
                <w:szCs w:val="28"/>
              </w:rPr>
            </w:pPr>
            <w:r w:rsidRPr="000A72BB">
              <w:rPr>
                <w:bCs/>
                <w:iCs/>
                <w:color w:val="000000"/>
                <w:sz w:val="28"/>
                <w:szCs w:val="28"/>
              </w:rPr>
              <w:t>515 346,95</w:t>
            </w:r>
          </w:p>
        </w:tc>
      </w:tr>
      <w:tr w:rsidR="004F5A3A" w:rsidRPr="000A72BB" w:rsidTr="00935AB4">
        <w:trPr>
          <w:trHeight w:val="147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000 1130153004 0000 130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515 346,95</w:t>
            </w:r>
          </w:p>
        </w:tc>
      </w:tr>
      <w:tr w:rsidR="004F5A3A" w:rsidRPr="000A72BB" w:rsidTr="00935AB4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000 1130200000 0000 130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от компенсации затрат государства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68 617 035,83</w:t>
            </w:r>
          </w:p>
        </w:tc>
      </w:tr>
      <w:tr w:rsidR="004F5A3A" w:rsidRPr="000A72BB" w:rsidTr="00935AB4">
        <w:trPr>
          <w:trHeight w:val="8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000 1130206000 0000 130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680 982,94</w:t>
            </w:r>
          </w:p>
        </w:tc>
      </w:tr>
      <w:tr w:rsidR="004F5A3A" w:rsidRPr="000A72BB" w:rsidTr="00935AB4">
        <w:trPr>
          <w:trHeight w:val="107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000 1130206404 0000 130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680 982,94</w:t>
            </w:r>
          </w:p>
        </w:tc>
      </w:tr>
      <w:tr w:rsidR="004F5A3A" w:rsidRPr="000A72BB" w:rsidTr="000A72BB">
        <w:trPr>
          <w:trHeight w:val="3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000 1130299000 0000 130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Прочие доходы от компенсации затрат государства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67 936 052,89</w:t>
            </w:r>
          </w:p>
        </w:tc>
      </w:tr>
      <w:tr w:rsidR="004F5A3A" w:rsidRPr="000A72BB" w:rsidTr="00935AB4">
        <w:trPr>
          <w:trHeight w:val="79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000 1130299404 0000 130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Прочие доходы от компенсации затрат бюджетов городских округов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67 936 052,89</w:t>
            </w:r>
          </w:p>
        </w:tc>
      </w:tr>
      <w:tr w:rsidR="004F5A3A" w:rsidRPr="000A72BB" w:rsidTr="000A72BB">
        <w:trPr>
          <w:trHeight w:val="8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000 1140000000 0000 000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>77 748 622,99</w:t>
            </w:r>
          </w:p>
        </w:tc>
      </w:tr>
      <w:tr w:rsidR="004F5A3A" w:rsidRPr="000A72BB" w:rsidTr="00935AB4">
        <w:trPr>
          <w:trHeight w:val="1928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000 1140200000 0000 000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32 891 504,01</w:t>
            </w:r>
          </w:p>
        </w:tc>
      </w:tr>
      <w:tr w:rsidR="004F5A3A" w:rsidRPr="000A72BB" w:rsidTr="00935AB4">
        <w:trPr>
          <w:trHeight w:val="198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000 1140204004 0000 410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32 891 504,01</w:t>
            </w:r>
          </w:p>
        </w:tc>
      </w:tr>
      <w:tr w:rsidR="004F5A3A" w:rsidRPr="000A72BB" w:rsidTr="00935AB4">
        <w:trPr>
          <w:trHeight w:val="198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000 1140204204 0000 410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16 758,00</w:t>
            </w:r>
          </w:p>
        </w:tc>
      </w:tr>
      <w:tr w:rsidR="004F5A3A" w:rsidRPr="000A72BB" w:rsidTr="00935AB4">
        <w:trPr>
          <w:trHeight w:val="215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000 1140204304 0000 410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32 874 746,01</w:t>
            </w:r>
          </w:p>
        </w:tc>
      </w:tr>
      <w:tr w:rsidR="004F5A3A" w:rsidRPr="000A72BB" w:rsidTr="00935AB4">
        <w:trPr>
          <w:trHeight w:val="56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000 1140600000 0000 430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28 789 468,01</w:t>
            </w:r>
          </w:p>
        </w:tc>
      </w:tr>
      <w:tr w:rsidR="004F5A3A" w:rsidRPr="000A72BB" w:rsidTr="00935AB4">
        <w:trPr>
          <w:trHeight w:val="62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000 1140601000 0000 430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26 333 184,26</w:t>
            </w:r>
          </w:p>
        </w:tc>
      </w:tr>
      <w:tr w:rsidR="004F5A3A" w:rsidRPr="000A72BB" w:rsidTr="00935AB4">
        <w:trPr>
          <w:trHeight w:val="96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000 1140601204 0000 430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26 333 184,26</w:t>
            </w:r>
          </w:p>
        </w:tc>
      </w:tr>
      <w:tr w:rsidR="004F5A3A" w:rsidRPr="000A72BB" w:rsidTr="00935AB4">
        <w:trPr>
          <w:trHeight w:val="96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000 1140602000 0000 430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2 456 283,75</w:t>
            </w:r>
          </w:p>
        </w:tc>
      </w:tr>
      <w:tr w:rsidR="004F5A3A" w:rsidRPr="000A72BB" w:rsidTr="00935AB4">
        <w:trPr>
          <w:trHeight w:val="130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000 1140602404 0000 430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2 456 283,75</w:t>
            </w:r>
          </w:p>
        </w:tc>
      </w:tr>
      <w:tr w:rsidR="004F5A3A" w:rsidRPr="000A72BB" w:rsidTr="00935AB4">
        <w:trPr>
          <w:trHeight w:val="164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000 1140630000 0000 430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1 573 800,97</w:t>
            </w:r>
          </w:p>
        </w:tc>
      </w:tr>
      <w:tr w:rsidR="004F5A3A" w:rsidRPr="000A72BB" w:rsidTr="000A72BB">
        <w:trPr>
          <w:trHeight w:val="18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000 1140631000 0000 430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1 573 800,97</w:t>
            </w:r>
          </w:p>
        </w:tc>
      </w:tr>
      <w:tr w:rsidR="004F5A3A" w:rsidRPr="000A72BB" w:rsidTr="00935AB4">
        <w:trPr>
          <w:trHeight w:val="1871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000 1140631204 0000 430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1 573 800,97</w:t>
            </w:r>
          </w:p>
        </w:tc>
      </w:tr>
      <w:tr w:rsidR="004F5A3A" w:rsidRPr="000A72BB" w:rsidTr="00935AB4">
        <w:trPr>
          <w:trHeight w:val="62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000 1141300000 0000 000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14 493 850,00</w:t>
            </w:r>
          </w:p>
        </w:tc>
      </w:tr>
      <w:tr w:rsidR="004F5A3A" w:rsidRPr="000A72BB" w:rsidTr="00935AB4">
        <w:trPr>
          <w:trHeight w:val="96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000 1141304004 0000 410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от приватизации имущества, находящегося в собственности городских округов, в части приватизации нефинансовых активов имущества казны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14 493 850,00</w:t>
            </w:r>
          </w:p>
        </w:tc>
      </w:tr>
      <w:tr w:rsidR="004F5A3A" w:rsidRPr="000A72BB" w:rsidTr="00935AB4">
        <w:trPr>
          <w:trHeight w:val="283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000 1150000000 0000 000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АДМИНИСТРАТИВНЫЕ ПЛАТЕЖИ И СБОРЫ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>21 171 899,74</w:t>
            </w:r>
          </w:p>
        </w:tc>
      </w:tr>
      <w:tr w:rsidR="004F5A3A" w:rsidRPr="000A72BB" w:rsidTr="00935AB4">
        <w:trPr>
          <w:trHeight w:val="8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000 1150200000 0000 140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21 171 899,74</w:t>
            </w:r>
          </w:p>
        </w:tc>
      </w:tr>
      <w:tr w:rsidR="004F5A3A" w:rsidRPr="000A72BB" w:rsidTr="00935AB4">
        <w:trPr>
          <w:trHeight w:val="102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000 1150204004 0000 140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21 171 899,74</w:t>
            </w:r>
          </w:p>
        </w:tc>
      </w:tr>
      <w:tr w:rsidR="004F5A3A" w:rsidRPr="000A72BB" w:rsidTr="00935AB4">
        <w:trPr>
          <w:trHeight w:val="283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000 1160000000 0000 000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ШТРАФЫ, САНКЦИИ, ВОЗМЕЩЕНИЕ УЩЕРБА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>51 788 840,52</w:t>
            </w:r>
          </w:p>
        </w:tc>
      </w:tr>
      <w:tr w:rsidR="004F5A3A" w:rsidRPr="000A72BB" w:rsidTr="00935AB4">
        <w:trPr>
          <w:trHeight w:val="8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000 1160100001 0000 140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19 571 159,38</w:t>
            </w:r>
          </w:p>
        </w:tc>
      </w:tr>
      <w:tr w:rsidR="004F5A3A" w:rsidRPr="000A72BB" w:rsidTr="00935AB4">
        <w:trPr>
          <w:trHeight w:val="130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000 1160105001 0000 140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298 226,31</w:t>
            </w:r>
          </w:p>
        </w:tc>
      </w:tr>
      <w:tr w:rsidR="004F5A3A" w:rsidRPr="000A72BB" w:rsidTr="00C22E96">
        <w:trPr>
          <w:trHeight w:val="164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000 1160105301 0000 140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298 226,31</w:t>
            </w:r>
          </w:p>
        </w:tc>
      </w:tr>
      <w:tr w:rsidR="004F5A3A" w:rsidRPr="000A72BB" w:rsidTr="00935AB4">
        <w:trPr>
          <w:trHeight w:val="1531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000 1160106001 0000 140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1 700 384,26</w:t>
            </w:r>
          </w:p>
        </w:tc>
      </w:tr>
      <w:tr w:rsidR="004F5A3A" w:rsidRPr="000A72BB" w:rsidTr="00C22E96">
        <w:trPr>
          <w:trHeight w:val="215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000 1160106301 0000 140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1 700 384,26</w:t>
            </w:r>
          </w:p>
        </w:tc>
      </w:tr>
      <w:tr w:rsidR="004F5A3A" w:rsidRPr="000A72BB" w:rsidTr="00C22E96">
        <w:trPr>
          <w:trHeight w:val="90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000 1160107001 0000 140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1 182 416,88</w:t>
            </w:r>
          </w:p>
        </w:tc>
      </w:tr>
      <w:tr w:rsidR="004F5A3A" w:rsidRPr="000A72BB" w:rsidTr="00C22E96">
        <w:trPr>
          <w:trHeight w:val="1871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000 1160107301 0000 140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1 137 916,88</w:t>
            </w:r>
          </w:p>
        </w:tc>
      </w:tr>
      <w:tr w:rsidR="004F5A3A" w:rsidRPr="000A72BB" w:rsidTr="00C22E96">
        <w:trPr>
          <w:trHeight w:val="164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000 1160107401 0000 140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44 500,00</w:t>
            </w:r>
          </w:p>
        </w:tc>
      </w:tr>
      <w:tr w:rsidR="004F5A3A" w:rsidRPr="000A72BB" w:rsidTr="00C22E96">
        <w:trPr>
          <w:trHeight w:val="130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000 1160108001 0000 140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853 570,28</w:t>
            </w:r>
          </w:p>
        </w:tc>
      </w:tr>
      <w:tr w:rsidR="004F5A3A" w:rsidRPr="000A72BB" w:rsidTr="00C22E96">
        <w:trPr>
          <w:trHeight w:val="1928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000 1160108301 0000 140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853 570,28</w:t>
            </w:r>
          </w:p>
        </w:tc>
      </w:tr>
      <w:tr w:rsidR="004F5A3A" w:rsidRPr="000A72BB" w:rsidTr="00C22E96">
        <w:trPr>
          <w:trHeight w:val="124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000 1160109001 0000 140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6 000,00</w:t>
            </w:r>
          </w:p>
        </w:tc>
      </w:tr>
      <w:tr w:rsidR="004F5A3A" w:rsidRPr="000A72BB" w:rsidTr="00C22E96">
        <w:trPr>
          <w:trHeight w:val="181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000 1160109301 0000 140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6 000,00</w:t>
            </w:r>
          </w:p>
        </w:tc>
      </w:tr>
      <w:tr w:rsidR="004F5A3A" w:rsidRPr="000A72BB" w:rsidTr="00C22E96">
        <w:trPr>
          <w:trHeight w:val="130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000 1160110001 0000 140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3 000,00</w:t>
            </w:r>
          </w:p>
        </w:tc>
      </w:tr>
      <w:tr w:rsidR="004F5A3A" w:rsidRPr="000A72BB" w:rsidTr="00C22E96">
        <w:trPr>
          <w:trHeight w:val="1871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000 1160110301 0000 140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3 000,00</w:t>
            </w:r>
          </w:p>
        </w:tc>
      </w:tr>
      <w:tr w:rsidR="004F5A3A" w:rsidRPr="000A72BB" w:rsidTr="00C22E96">
        <w:trPr>
          <w:trHeight w:val="124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000 1160111001 0000 140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200,00</w:t>
            </w:r>
          </w:p>
        </w:tc>
      </w:tr>
      <w:tr w:rsidR="004F5A3A" w:rsidRPr="000A72BB" w:rsidTr="00C22E96">
        <w:trPr>
          <w:trHeight w:val="164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000 1160111301 0000 140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200,00</w:t>
            </w:r>
          </w:p>
        </w:tc>
      </w:tr>
      <w:tr w:rsidR="004F5A3A" w:rsidRPr="000A72BB" w:rsidTr="00C22E96">
        <w:trPr>
          <w:trHeight w:val="124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000 1160113001 0000 140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153 660,99</w:t>
            </w:r>
          </w:p>
        </w:tc>
      </w:tr>
      <w:tr w:rsidR="004F5A3A" w:rsidRPr="000A72BB" w:rsidTr="00C22E96">
        <w:trPr>
          <w:trHeight w:val="181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000 1160113301 0000 140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153 660,99</w:t>
            </w:r>
          </w:p>
        </w:tc>
      </w:tr>
      <w:tr w:rsidR="004F5A3A" w:rsidRPr="000A72BB" w:rsidTr="000A72BB">
        <w:trPr>
          <w:trHeight w:val="18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000 1160114001 0000 140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530 344,23</w:t>
            </w:r>
          </w:p>
        </w:tc>
      </w:tr>
      <w:tr w:rsidR="004F5A3A" w:rsidRPr="000A72BB" w:rsidTr="000A72BB">
        <w:trPr>
          <w:trHeight w:val="26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000 1160114301 0000 140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530 344,23</w:t>
            </w:r>
          </w:p>
        </w:tc>
      </w:tr>
      <w:tr w:rsidR="004F5A3A" w:rsidRPr="000A72BB" w:rsidTr="00C22E96">
        <w:trPr>
          <w:trHeight w:val="158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000 1160115001 0000 140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423 829,33</w:t>
            </w:r>
          </w:p>
        </w:tc>
      </w:tr>
      <w:tr w:rsidR="004F5A3A" w:rsidRPr="000A72BB" w:rsidTr="00C22E96">
        <w:trPr>
          <w:trHeight w:val="2551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000 1160115301 0000 140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248 174,13</w:t>
            </w:r>
          </w:p>
        </w:tc>
      </w:tr>
      <w:tr w:rsidR="004F5A3A" w:rsidRPr="000A72BB" w:rsidTr="00C22E96">
        <w:trPr>
          <w:trHeight w:val="266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000 1160115401 0000 140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175 655,20</w:t>
            </w:r>
          </w:p>
        </w:tc>
      </w:tr>
      <w:tr w:rsidR="004F5A3A" w:rsidRPr="000A72BB" w:rsidTr="00C22E96">
        <w:trPr>
          <w:trHeight w:val="124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000 1160117001 0000 140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22 302,08</w:t>
            </w:r>
          </w:p>
        </w:tc>
      </w:tr>
      <w:tr w:rsidR="004F5A3A" w:rsidRPr="000A72BB" w:rsidTr="00EB7067">
        <w:trPr>
          <w:trHeight w:val="1928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000 1160117301 0000 140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22 302,08</w:t>
            </w:r>
          </w:p>
        </w:tc>
      </w:tr>
      <w:tr w:rsidR="004F5A3A" w:rsidRPr="000A72BB" w:rsidTr="00EB7067">
        <w:trPr>
          <w:trHeight w:val="2211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000 1160118001 0000 140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135 246,91</w:t>
            </w:r>
          </w:p>
        </w:tc>
      </w:tr>
      <w:tr w:rsidR="004F5A3A" w:rsidRPr="000A72BB" w:rsidTr="00EB7067">
        <w:trPr>
          <w:trHeight w:val="2608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000 1160118301 0000 140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135 246,91</w:t>
            </w:r>
          </w:p>
        </w:tc>
      </w:tr>
      <w:tr w:rsidR="004F5A3A" w:rsidRPr="000A72BB" w:rsidTr="00EB7067">
        <w:trPr>
          <w:trHeight w:val="124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000 1160119001 0000 140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5 762 009,38</w:t>
            </w:r>
          </w:p>
        </w:tc>
      </w:tr>
      <w:tr w:rsidR="004F5A3A" w:rsidRPr="000A72BB" w:rsidTr="000A72BB">
        <w:trPr>
          <w:trHeight w:val="18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000 1160119301 0000 140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5 653 573,83</w:t>
            </w:r>
          </w:p>
        </w:tc>
      </w:tr>
      <w:tr w:rsidR="004F5A3A" w:rsidRPr="000A72BB" w:rsidTr="000A72BB">
        <w:trPr>
          <w:trHeight w:val="18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000 1160119401 0000 140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108 435,55</w:t>
            </w:r>
          </w:p>
        </w:tc>
      </w:tr>
      <w:tr w:rsidR="004F5A3A" w:rsidRPr="000A72BB" w:rsidTr="000A72BB">
        <w:trPr>
          <w:trHeight w:val="18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000 1160120001 0000 140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8 499 968,73</w:t>
            </w:r>
          </w:p>
        </w:tc>
      </w:tr>
      <w:tr w:rsidR="004F5A3A" w:rsidRPr="000A72BB" w:rsidTr="000A72BB">
        <w:trPr>
          <w:trHeight w:val="22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000 1160120301 0000 140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8 499 968,73</w:t>
            </w:r>
          </w:p>
        </w:tc>
      </w:tr>
      <w:tr w:rsidR="004F5A3A" w:rsidRPr="000A72BB" w:rsidTr="00EB7067">
        <w:trPr>
          <w:trHeight w:val="2608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000 1160133000 0000 140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4 058 751,41</w:t>
            </w:r>
          </w:p>
        </w:tc>
      </w:tr>
      <w:tr w:rsidR="004F5A3A" w:rsidRPr="000A72BB" w:rsidTr="00EB7067">
        <w:trPr>
          <w:trHeight w:val="3231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000 1160133301 0000 140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4 058 751,41</w:t>
            </w:r>
          </w:p>
        </w:tc>
      </w:tr>
      <w:tr w:rsidR="004F5A3A" w:rsidRPr="000A72BB" w:rsidTr="00EB7067">
        <w:trPr>
          <w:trHeight w:val="79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000 1160200002 0000 140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1 474 988,59</w:t>
            </w:r>
          </w:p>
        </w:tc>
      </w:tr>
      <w:tr w:rsidR="004F5A3A" w:rsidRPr="000A72BB" w:rsidTr="00EB7067">
        <w:trPr>
          <w:trHeight w:val="1191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000 1160201002 0000 140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996 077,91</w:t>
            </w:r>
          </w:p>
        </w:tc>
      </w:tr>
      <w:tr w:rsidR="004F5A3A" w:rsidRPr="000A72BB" w:rsidTr="000A72BB">
        <w:trPr>
          <w:trHeight w:val="15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000 1160202002 0000 140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478 910,68</w:t>
            </w:r>
          </w:p>
        </w:tc>
      </w:tr>
      <w:tr w:rsidR="004F5A3A" w:rsidRPr="000A72BB" w:rsidTr="000A72BB">
        <w:trPr>
          <w:trHeight w:val="30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000 1160700000 0000 140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21 570 889,49</w:t>
            </w:r>
          </w:p>
        </w:tc>
      </w:tr>
      <w:tr w:rsidR="004F5A3A" w:rsidRPr="000A72BB" w:rsidTr="000A72BB">
        <w:trPr>
          <w:trHeight w:val="15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000 1160701000 0000 140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21 354 773,65</w:t>
            </w:r>
          </w:p>
        </w:tc>
      </w:tr>
      <w:tr w:rsidR="004F5A3A" w:rsidRPr="000A72BB" w:rsidTr="000A72BB">
        <w:trPr>
          <w:trHeight w:val="18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000 1160701004 0000 140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21 354 773,65</w:t>
            </w:r>
          </w:p>
        </w:tc>
      </w:tr>
      <w:tr w:rsidR="004F5A3A" w:rsidRPr="000A72BB" w:rsidTr="00EB7067">
        <w:trPr>
          <w:trHeight w:val="1928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000 1160709000 0000 140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216 115,84</w:t>
            </w:r>
          </w:p>
        </w:tc>
      </w:tr>
      <w:tr w:rsidR="004F5A3A" w:rsidRPr="000A72BB" w:rsidTr="00EB7067">
        <w:trPr>
          <w:trHeight w:val="158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000 1160709004 0000 140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216 115,84</w:t>
            </w:r>
          </w:p>
        </w:tc>
      </w:tr>
      <w:tr w:rsidR="004F5A3A" w:rsidRPr="000A72BB" w:rsidTr="00EB7067">
        <w:trPr>
          <w:trHeight w:val="56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000 1161000000 0000 140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Платежи в целях возмещения причиненного ущерба (убытков)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4 388 333,37</w:t>
            </w:r>
          </w:p>
        </w:tc>
      </w:tr>
      <w:tr w:rsidR="004F5A3A" w:rsidRPr="000A72BB" w:rsidTr="00EB7067">
        <w:trPr>
          <w:trHeight w:val="1928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000 1161003004 0000 140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54 130,00</w:t>
            </w:r>
          </w:p>
        </w:tc>
      </w:tr>
      <w:tr w:rsidR="004F5A3A" w:rsidRPr="000A72BB" w:rsidTr="000A72BB">
        <w:trPr>
          <w:trHeight w:val="18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000 1161003204 0000 140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54 130,00</w:t>
            </w:r>
          </w:p>
        </w:tc>
      </w:tr>
      <w:tr w:rsidR="004F5A3A" w:rsidRPr="000A72BB" w:rsidTr="00EB7067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000 1161006000 0000 140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1 000 724,97</w:t>
            </w:r>
          </w:p>
        </w:tc>
      </w:tr>
      <w:tr w:rsidR="004F5A3A" w:rsidRPr="000A72BB" w:rsidTr="00EB7067">
        <w:trPr>
          <w:trHeight w:val="3572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000 1161006104 0000 140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746 969,91</w:t>
            </w:r>
          </w:p>
        </w:tc>
      </w:tr>
      <w:tr w:rsidR="004F5A3A" w:rsidRPr="000A72BB" w:rsidTr="000A72BB">
        <w:trPr>
          <w:trHeight w:val="37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000 1161006204 0000 140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253 755,06</w:t>
            </w:r>
          </w:p>
        </w:tc>
      </w:tr>
      <w:tr w:rsidR="004F5A3A" w:rsidRPr="000A72BB" w:rsidTr="00EB7067">
        <w:trPr>
          <w:trHeight w:val="8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000 1161010000 0000 140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Денежные взыскания, налагаемые в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632 806,58</w:t>
            </w:r>
          </w:p>
        </w:tc>
      </w:tr>
      <w:tr w:rsidR="004F5A3A" w:rsidRPr="000A72BB" w:rsidTr="00EB7067">
        <w:trPr>
          <w:trHeight w:val="124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000 1161010004 0000 140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632 806,58</w:t>
            </w:r>
          </w:p>
        </w:tc>
      </w:tr>
      <w:tr w:rsidR="004F5A3A" w:rsidRPr="000A72BB" w:rsidTr="00EB7067">
        <w:trPr>
          <w:trHeight w:val="1531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000 1161012000 0000 140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2 700 671,82</w:t>
            </w:r>
          </w:p>
        </w:tc>
      </w:tr>
      <w:tr w:rsidR="004F5A3A" w:rsidRPr="000A72BB" w:rsidTr="000A72BB">
        <w:trPr>
          <w:trHeight w:val="18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000 1161012301 0000 140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2 633 135,12</w:t>
            </w:r>
          </w:p>
        </w:tc>
      </w:tr>
      <w:tr w:rsidR="004F5A3A" w:rsidRPr="000A72BB" w:rsidTr="000A72BB">
        <w:trPr>
          <w:trHeight w:val="18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000 1161012901 0000 140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67 536,70</w:t>
            </w:r>
          </w:p>
        </w:tc>
      </w:tr>
      <w:tr w:rsidR="004F5A3A" w:rsidRPr="000A72BB" w:rsidTr="00EB7067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000 1161100001 0000 140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Платежи, уплачиваемые в целях возмещения вреда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724 718,28</w:t>
            </w:r>
          </w:p>
        </w:tc>
      </w:tr>
      <w:tr w:rsidR="004F5A3A" w:rsidRPr="000A72BB" w:rsidTr="000A72BB">
        <w:trPr>
          <w:trHeight w:val="30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000 1161105001 0000 140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374 450,00</w:t>
            </w:r>
          </w:p>
        </w:tc>
      </w:tr>
      <w:tr w:rsidR="004F5A3A" w:rsidRPr="000A72BB" w:rsidTr="000A72BB">
        <w:trPr>
          <w:trHeight w:val="7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000 1161106001 0000 140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Платежи, уплачиваемые в целях возмещения вреда, причиняемого автомобильным дорогам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350 268,28</w:t>
            </w:r>
          </w:p>
        </w:tc>
      </w:tr>
      <w:tr w:rsidR="004F5A3A" w:rsidRPr="000A72BB" w:rsidTr="000A72BB">
        <w:trPr>
          <w:trHeight w:val="15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000 1161106401 0000 140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350 268,28</w:t>
            </w:r>
          </w:p>
        </w:tc>
      </w:tr>
      <w:tr w:rsidR="004F5A3A" w:rsidRPr="000A72BB" w:rsidTr="000A72BB">
        <w:trPr>
          <w:trHeight w:val="40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000 1170000000 0000 000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ПРОЧИЕ НЕНАЛОГОВЫЕ ДОХОДЫ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>3 952 405,63</w:t>
            </w:r>
          </w:p>
        </w:tc>
      </w:tr>
      <w:tr w:rsidR="004F5A3A" w:rsidRPr="000A72BB" w:rsidTr="000A72BB">
        <w:trPr>
          <w:trHeight w:val="3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000 1170100000 0000 180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Невыясненные поступления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1 077 967,33</w:t>
            </w:r>
          </w:p>
        </w:tc>
      </w:tr>
      <w:tr w:rsidR="004F5A3A" w:rsidRPr="000A72BB" w:rsidTr="000A72BB">
        <w:trPr>
          <w:trHeight w:val="7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000 1170104004 0000 180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Невыясненные поступления, зачисляемые в бюджеты городских округов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1 077 967,33</w:t>
            </w:r>
          </w:p>
        </w:tc>
      </w:tr>
      <w:tr w:rsidR="004F5A3A" w:rsidRPr="000A72BB" w:rsidTr="000A72BB">
        <w:trPr>
          <w:trHeight w:val="3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000 1171500000 0000 150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Инициативные платежи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2 874 438,30</w:t>
            </w:r>
          </w:p>
        </w:tc>
      </w:tr>
      <w:tr w:rsidR="004F5A3A" w:rsidRPr="000A72BB" w:rsidTr="000A72BB">
        <w:trPr>
          <w:trHeight w:val="7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000 1171502004 0000 150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Инициативные платежи, зачисляемые в бюджеты городских округов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2 874 438,30</w:t>
            </w:r>
          </w:p>
        </w:tc>
      </w:tr>
      <w:tr w:rsidR="004F5A3A" w:rsidRPr="000A72BB" w:rsidTr="00635F4E">
        <w:trPr>
          <w:trHeight w:val="56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color w:val="000000"/>
                <w:sz w:val="28"/>
                <w:szCs w:val="28"/>
              </w:rPr>
              <w:t xml:space="preserve"> 000 2000000000 0000 000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color w:val="000000"/>
                <w:sz w:val="28"/>
                <w:szCs w:val="28"/>
              </w:rPr>
              <w:t xml:space="preserve">  БЕЗВОЗМЕЗДНЫЕ ПОСТУПЛЕНИЯ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color w:val="000000"/>
                <w:sz w:val="28"/>
                <w:szCs w:val="28"/>
              </w:rPr>
              <w:t>12 784 829 442,02</w:t>
            </w:r>
          </w:p>
        </w:tc>
      </w:tr>
      <w:tr w:rsidR="004F5A3A" w:rsidRPr="000A72BB" w:rsidTr="00635F4E">
        <w:trPr>
          <w:trHeight w:val="113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000 2020000000 0000 000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>12 811 636 860,71</w:t>
            </w:r>
          </w:p>
        </w:tc>
      </w:tr>
      <w:tr w:rsidR="004F5A3A" w:rsidRPr="000A72BB" w:rsidTr="00635F4E">
        <w:trPr>
          <w:trHeight w:val="39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000 2021000000 0000 150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1 463 822 212,00</w:t>
            </w:r>
          </w:p>
        </w:tc>
      </w:tr>
      <w:tr w:rsidR="004F5A3A" w:rsidRPr="000A72BB" w:rsidTr="00635F4E">
        <w:trPr>
          <w:trHeight w:val="283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000 2021500100 0000 150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Дотации на выравнивание бюджетной обеспеченности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917 355 000,00</w:t>
            </w:r>
          </w:p>
        </w:tc>
      </w:tr>
      <w:tr w:rsidR="004F5A3A" w:rsidRPr="000A72BB" w:rsidTr="00635F4E">
        <w:trPr>
          <w:trHeight w:val="113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000 2021500104 0000 150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917 355 000,00</w:t>
            </w:r>
          </w:p>
        </w:tc>
      </w:tr>
      <w:tr w:rsidR="004F5A3A" w:rsidRPr="000A72BB" w:rsidTr="00635F4E">
        <w:trPr>
          <w:trHeight w:val="45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000 2021500200 0000 150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546 467 212,00</w:t>
            </w:r>
          </w:p>
        </w:tc>
      </w:tr>
      <w:tr w:rsidR="004F5A3A" w:rsidRPr="000A72BB" w:rsidTr="00635F4E">
        <w:trPr>
          <w:trHeight w:val="45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000 2021500204 0000 150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546 467 212,00</w:t>
            </w:r>
          </w:p>
        </w:tc>
      </w:tr>
      <w:tr w:rsidR="004F5A3A" w:rsidRPr="000A72BB" w:rsidTr="00635F4E">
        <w:trPr>
          <w:trHeight w:val="8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000 2022000000 0000 150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>6 012 022 920,58</w:t>
            </w:r>
          </w:p>
        </w:tc>
      </w:tr>
      <w:tr w:rsidR="004F5A3A" w:rsidRPr="000A72BB" w:rsidTr="00635F4E">
        <w:trPr>
          <w:trHeight w:val="90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000 2022007700 0000 150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817 001 446,01</w:t>
            </w:r>
          </w:p>
        </w:tc>
      </w:tr>
      <w:tr w:rsidR="004F5A3A" w:rsidRPr="000A72BB" w:rsidTr="00635F4E">
        <w:trPr>
          <w:trHeight w:val="73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000 2022007704 0000 150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817 001 446,01</w:t>
            </w:r>
          </w:p>
        </w:tc>
      </w:tr>
      <w:tr w:rsidR="004F5A3A" w:rsidRPr="000A72BB" w:rsidTr="00635F4E">
        <w:trPr>
          <w:trHeight w:val="2211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000 2022021600 0000 150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2 090 831 610,76</w:t>
            </w:r>
          </w:p>
        </w:tc>
      </w:tr>
      <w:tr w:rsidR="004F5A3A" w:rsidRPr="000A72BB" w:rsidTr="000A72BB">
        <w:trPr>
          <w:trHeight w:val="22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000 2022021604 0000 150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2 090 831 610,76</w:t>
            </w:r>
          </w:p>
        </w:tc>
      </w:tr>
      <w:tr w:rsidR="004F5A3A" w:rsidRPr="000A72BB" w:rsidTr="000A72BB">
        <w:trPr>
          <w:trHeight w:val="30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000 2022029900 0000 150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178 023 872,45</w:t>
            </w:r>
          </w:p>
        </w:tc>
      </w:tr>
      <w:tr w:rsidR="004F5A3A" w:rsidRPr="000A72BB" w:rsidTr="00635F4E">
        <w:trPr>
          <w:trHeight w:val="249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000 2022029904 0000 150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178 023 872,45</w:t>
            </w:r>
          </w:p>
        </w:tc>
      </w:tr>
      <w:tr w:rsidR="004F5A3A" w:rsidRPr="000A72BB" w:rsidTr="00635F4E">
        <w:trPr>
          <w:trHeight w:val="2041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000 2022030200 0000 150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1 798 032,68</w:t>
            </w:r>
          </w:p>
        </w:tc>
      </w:tr>
      <w:tr w:rsidR="004F5A3A" w:rsidRPr="000A72BB" w:rsidTr="000A72BB">
        <w:trPr>
          <w:trHeight w:val="22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000 2022030204 0000 150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1 798 032,68</w:t>
            </w:r>
          </w:p>
        </w:tc>
      </w:tr>
      <w:tr w:rsidR="004F5A3A" w:rsidRPr="000A72BB" w:rsidTr="000A72BB">
        <w:trPr>
          <w:trHeight w:val="11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000 2022502100 0000 150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Субсидии бюджетам на реализацию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222 017 934,78</w:t>
            </w:r>
          </w:p>
        </w:tc>
      </w:tr>
      <w:tr w:rsidR="004F5A3A" w:rsidRPr="000A72BB" w:rsidTr="00635F4E">
        <w:trPr>
          <w:trHeight w:val="90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000 2022502104 0000 150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Субсидии бюджетам городских округов на реализацию мероприятий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222 017 934,78</w:t>
            </w:r>
          </w:p>
        </w:tc>
      </w:tr>
      <w:tr w:rsidR="004F5A3A" w:rsidRPr="000A72BB" w:rsidTr="00635F4E">
        <w:trPr>
          <w:trHeight w:val="8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000 2022522900 0000 150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Субсидии бюджетам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6 685 758,00</w:t>
            </w:r>
          </w:p>
        </w:tc>
      </w:tr>
      <w:tr w:rsidR="004F5A3A" w:rsidRPr="000A72BB" w:rsidTr="00635F4E">
        <w:trPr>
          <w:trHeight w:val="1191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000 2022522904 0000 150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Субсидии бюджетам городских округов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6 685 758,00</w:t>
            </w:r>
          </w:p>
        </w:tc>
      </w:tr>
      <w:tr w:rsidR="004F5A3A" w:rsidRPr="000A72BB" w:rsidTr="000A72BB">
        <w:trPr>
          <w:trHeight w:val="7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000 2022524300 0000 150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17 151 515,60</w:t>
            </w:r>
          </w:p>
        </w:tc>
      </w:tr>
      <w:tr w:rsidR="004F5A3A" w:rsidRPr="000A72BB" w:rsidTr="00635F4E">
        <w:trPr>
          <w:trHeight w:val="79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000 2022524304 0000 150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17 151 515,60</w:t>
            </w:r>
          </w:p>
        </w:tc>
      </w:tr>
      <w:tr w:rsidR="004F5A3A" w:rsidRPr="000A72BB" w:rsidTr="00635F4E">
        <w:trPr>
          <w:trHeight w:val="124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000 2022530400 0000 150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258 590 724,00</w:t>
            </w:r>
          </w:p>
        </w:tc>
      </w:tr>
      <w:tr w:rsidR="004F5A3A" w:rsidRPr="000A72BB" w:rsidTr="00635F4E">
        <w:trPr>
          <w:trHeight w:val="124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000 2022530404 0000 150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258 590 724,00</w:t>
            </w:r>
          </w:p>
        </w:tc>
      </w:tr>
      <w:tr w:rsidR="004F5A3A" w:rsidRPr="000A72BB" w:rsidTr="00635F4E">
        <w:trPr>
          <w:trHeight w:val="62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000 2022549700 0000 150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Субсидии бюджетам на реализацию мероприятий по обеспечению жильем молодых семей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9 853 661,72</w:t>
            </w:r>
          </w:p>
        </w:tc>
      </w:tr>
      <w:tr w:rsidR="004F5A3A" w:rsidRPr="000A72BB" w:rsidTr="00635F4E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000 2022549704 0000 150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9 853 661,72</w:t>
            </w:r>
          </w:p>
        </w:tc>
      </w:tr>
      <w:tr w:rsidR="004F5A3A" w:rsidRPr="000A72BB" w:rsidTr="000A72BB">
        <w:trPr>
          <w:trHeight w:val="3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000 2022551900 0000 150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Субсидии бюджетам на поддержку отрасли культуры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1 276 916,00</w:t>
            </w:r>
          </w:p>
        </w:tc>
      </w:tr>
      <w:tr w:rsidR="004F5A3A" w:rsidRPr="000A72BB" w:rsidTr="00635F4E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000 2022551904 0000 150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Субсидии бюджетам городских округов на поддержку отрасли культуры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1 276 916,00</w:t>
            </w:r>
          </w:p>
        </w:tc>
      </w:tr>
      <w:tr w:rsidR="004F5A3A" w:rsidRPr="000A72BB" w:rsidTr="00635F4E">
        <w:trPr>
          <w:trHeight w:val="8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000 2022552000 0000 150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Субсидии бюджетам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862 126 109,92</w:t>
            </w:r>
          </w:p>
        </w:tc>
      </w:tr>
      <w:tr w:rsidR="004F5A3A" w:rsidRPr="000A72BB" w:rsidTr="00635F4E">
        <w:trPr>
          <w:trHeight w:val="124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000 2022552004 0000 150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862 126 109,92</w:t>
            </w:r>
          </w:p>
        </w:tc>
      </w:tr>
      <w:tr w:rsidR="004F5A3A" w:rsidRPr="000A72BB" w:rsidTr="000A72BB">
        <w:trPr>
          <w:trHeight w:val="7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000 2022555500 0000 150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Субсидии бюджетам на реализацию программ формирования современной городской среды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146 196 707,26</w:t>
            </w:r>
          </w:p>
        </w:tc>
      </w:tr>
      <w:tr w:rsidR="004F5A3A" w:rsidRPr="000A72BB" w:rsidTr="000A72BB">
        <w:trPr>
          <w:trHeight w:val="7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000 2022555504 0000 150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146 196 707,26</w:t>
            </w:r>
          </w:p>
        </w:tc>
      </w:tr>
      <w:tr w:rsidR="004F5A3A" w:rsidRPr="000A72BB" w:rsidTr="000A72BB">
        <w:trPr>
          <w:trHeight w:val="7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000 2022575000 0000 150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223 743 665,41</w:t>
            </w:r>
          </w:p>
        </w:tc>
      </w:tr>
      <w:tr w:rsidR="004F5A3A" w:rsidRPr="000A72BB" w:rsidTr="000A72BB">
        <w:trPr>
          <w:trHeight w:val="11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000 2022575004 0000 150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223 743 665,41</w:t>
            </w:r>
          </w:p>
        </w:tc>
      </w:tr>
      <w:tr w:rsidR="004F5A3A" w:rsidRPr="000A72BB" w:rsidTr="000A72BB">
        <w:trPr>
          <w:trHeight w:val="3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000 2022999900 0000 150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Прочие субсидии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1 176 724 965,99</w:t>
            </w:r>
          </w:p>
        </w:tc>
      </w:tr>
      <w:tr w:rsidR="004F5A3A" w:rsidRPr="000A72BB" w:rsidTr="000A72BB">
        <w:trPr>
          <w:trHeight w:val="3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000 2022999904 0000 150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Прочие субсидии бюджетам городских округов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1 176 724 965,99</w:t>
            </w:r>
          </w:p>
        </w:tc>
      </w:tr>
      <w:tr w:rsidR="004F5A3A" w:rsidRPr="000A72BB" w:rsidTr="00D66498">
        <w:trPr>
          <w:trHeight w:val="79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000 2023000000 0000 150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>4 442 613 926,42</w:t>
            </w:r>
          </w:p>
        </w:tc>
      </w:tr>
      <w:tr w:rsidR="004F5A3A" w:rsidRPr="000A72BB" w:rsidTr="00D66498">
        <w:trPr>
          <w:trHeight w:val="79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000 2023002400 0000 150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4 273 041 936,04</w:t>
            </w:r>
          </w:p>
        </w:tc>
      </w:tr>
      <w:tr w:rsidR="004F5A3A" w:rsidRPr="000A72BB" w:rsidTr="00D66498">
        <w:trPr>
          <w:trHeight w:val="56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000 2023002404 0000 150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4 273 041 936,04</w:t>
            </w:r>
          </w:p>
        </w:tc>
      </w:tr>
      <w:tr w:rsidR="004F5A3A" w:rsidRPr="000A72BB" w:rsidTr="00D66498">
        <w:trPr>
          <w:trHeight w:val="1361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000 2023002900 0000 150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51 153 380,38</w:t>
            </w:r>
          </w:p>
        </w:tc>
      </w:tr>
      <w:tr w:rsidR="004F5A3A" w:rsidRPr="000A72BB" w:rsidTr="00D66498">
        <w:trPr>
          <w:trHeight w:val="1531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000 2023002904 0000 150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51 153 380,38</w:t>
            </w:r>
          </w:p>
        </w:tc>
      </w:tr>
      <w:tr w:rsidR="004F5A3A" w:rsidRPr="000A72BB" w:rsidTr="00D66498">
        <w:trPr>
          <w:trHeight w:val="113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000 2023508200 0000 150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116 085 000,00</w:t>
            </w:r>
          </w:p>
        </w:tc>
      </w:tr>
      <w:tr w:rsidR="004F5A3A" w:rsidRPr="000A72BB" w:rsidTr="00D66498">
        <w:trPr>
          <w:trHeight w:val="22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000 2023508204 0000 150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116 085 000,00</w:t>
            </w:r>
          </w:p>
        </w:tc>
      </w:tr>
      <w:tr w:rsidR="004F5A3A" w:rsidRPr="000A72BB" w:rsidTr="000A72BB">
        <w:trPr>
          <w:trHeight w:val="15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000 2023512000 0000 150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478 134,00</w:t>
            </w:r>
          </w:p>
        </w:tc>
      </w:tr>
      <w:tr w:rsidR="004F5A3A" w:rsidRPr="000A72BB" w:rsidTr="000A72BB">
        <w:trPr>
          <w:trHeight w:val="150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000 2023512004 0000 150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478 134,00</w:t>
            </w:r>
          </w:p>
        </w:tc>
      </w:tr>
      <w:tr w:rsidR="004F5A3A" w:rsidRPr="000A72BB" w:rsidTr="000A72BB">
        <w:trPr>
          <w:trHeight w:val="11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000 2023548500 0000 150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Субвенции бюджетам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1 855 476,00</w:t>
            </w:r>
          </w:p>
        </w:tc>
      </w:tr>
      <w:tr w:rsidR="004F5A3A" w:rsidRPr="000A72BB" w:rsidTr="000A72BB">
        <w:trPr>
          <w:trHeight w:val="11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000 2023548504 0000 150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Субвенции бюджетам городских округов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1 855 476,00</w:t>
            </w:r>
          </w:p>
        </w:tc>
      </w:tr>
      <w:tr w:rsidR="004F5A3A" w:rsidRPr="000A72BB" w:rsidTr="000A72BB">
        <w:trPr>
          <w:trHeight w:val="40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000 2024000000 0000 150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 xml:space="preserve">  Иные межбюджетные трансферты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i/>
                <w:iCs/>
                <w:color w:val="000000"/>
                <w:sz w:val="28"/>
                <w:szCs w:val="28"/>
              </w:rPr>
              <w:t>893 177 801,71</w:t>
            </w:r>
          </w:p>
        </w:tc>
      </w:tr>
      <w:tr w:rsidR="004F5A3A" w:rsidRPr="000A72BB" w:rsidTr="000A72BB">
        <w:trPr>
          <w:trHeight w:val="187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000 2024517900 0000 150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7 620 814,32</w:t>
            </w:r>
          </w:p>
        </w:tc>
      </w:tr>
      <w:tr w:rsidR="004F5A3A" w:rsidRPr="000A72BB" w:rsidTr="00D66498">
        <w:trPr>
          <w:trHeight w:val="164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000 2024517904 0000 150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7 620 814,32</w:t>
            </w:r>
          </w:p>
        </w:tc>
      </w:tr>
      <w:tr w:rsidR="004F5A3A" w:rsidRPr="000A72BB" w:rsidTr="00D66498">
        <w:trPr>
          <w:trHeight w:val="124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000 2024530300 0000 150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158 135 420,00</w:t>
            </w:r>
          </w:p>
        </w:tc>
      </w:tr>
      <w:tr w:rsidR="004F5A3A" w:rsidRPr="000A72BB" w:rsidTr="00D66498">
        <w:trPr>
          <w:trHeight w:val="158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000 2024530304 0000 150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158 135 420,00</w:t>
            </w:r>
          </w:p>
        </w:tc>
      </w:tr>
      <w:tr w:rsidR="004F5A3A" w:rsidRPr="000A72BB" w:rsidTr="000A72BB">
        <w:trPr>
          <w:trHeight w:val="7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000 2024538900 0000 150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Межбюджетные трансферты, передаваемые бюджетам на развитие инфраструктуры дорожного хозяйства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695 628 334,62</w:t>
            </w:r>
          </w:p>
        </w:tc>
      </w:tr>
      <w:tr w:rsidR="004F5A3A" w:rsidRPr="000A72BB" w:rsidTr="00D66498">
        <w:trPr>
          <w:trHeight w:val="8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000 2024538904 0000 150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Межбюджетные трансферты, передаваемые бюджетам городских округов на развитие инфраструктуры дорожного хозяйства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695 628 334,62</w:t>
            </w:r>
          </w:p>
        </w:tc>
      </w:tr>
      <w:tr w:rsidR="004F5A3A" w:rsidRPr="000A72BB" w:rsidTr="00D66498">
        <w:trPr>
          <w:trHeight w:val="56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000 2024545400 0000 150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10 000 000,00</w:t>
            </w:r>
          </w:p>
        </w:tc>
      </w:tr>
      <w:tr w:rsidR="004F5A3A" w:rsidRPr="000A72BB" w:rsidTr="000A72BB">
        <w:trPr>
          <w:trHeight w:val="1125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000 2024545404 0000 150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Межбюджетные трансферты, передаваемые бюджетам городских округов на создание модельных муниципальных библиотек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10 000 000,00</w:t>
            </w:r>
          </w:p>
        </w:tc>
      </w:tr>
      <w:tr w:rsidR="004F5A3A" w:rsidRPr="000A72BB" w:rsidTr="00D66498">
        <w:trPr>
          <w:trHeight w:val="79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000 2024900100 0000 150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Межбюджетные трансферты, передаваемые бюджетам, за счет средств резервного фонда Правительства Российской Федерации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-</w:t>
            </w:r>
          </w:p>
        </w:tc>
      </w:tr>
      <w:tr w:rsidR="004F5A3A" w:rsidRPr="000A72BB" w:rsidTr="00D66498">
        <w:trPr>
          <w:trHeight w:val="8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000 2024900104 0000 150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Межбюджетные трансферты, передаваемые бюджетам городских округов, за счет средств резервного фонда Правительства Российской Федерации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-</w:t>
            </w:r>
          </w:p>
        </w:tc>
      </w:tr>
      <w:tr w:rsidR="004F5A3A" w:rsidRPr="000A72BB" w:rsidTr="00D66498">
        <w:trPr>
          <w:trHeight w:val="34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000 2024999900 0000 150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21 793 232,77</w:t>
            </w:r>
          </w:p>
        </w:tc>
      </w:tr>
      <w:tr w:rsidR="004F5A3A" w:rsidRPr="000A72BB" w:rsidTr="00D66498">
        <w:trPr>
          <w:trHeight w:val="51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000 2024999904 0000 150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Прочие межбюджетные трансферты, передаваемые бюджетам городских округов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21 793 232,77</w:t>
            </w:r>
          </w:p>
        </w:tc>
      </w:tr>
      <w:tr w:rsidR="004F5A3A" w:rsidRPr="000A72BB" w:rsidTr="00D66498">
        <w:trPr>
          <w:trHeight w:val="22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color w:val="000000"/>
                <w:sz w:val="28"/>
                <w:szCs w:val="28"/>
              </w:rPr>
              <w:t xml:space="preserve"> 000 2070000000 0000 000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color w:val="000000"/>
                <w:sz w:val="28"/>
                <w:szCs w:val="28"/>
              </w:rPr>
              <w:t xml:space="preserve">  ПРОЧИЕ БЕЗВОЗМЕЗДНЫЕ ПОСТУПЛЕНИЯ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color w:val="000000"/>
                <w:sz w:val="28"/>
                <w:szCs w:val="28"/>
              </w:rPr>
              <w:t>1 114 247,72</w:t>
            </w:r>
          </w:p>
        </w:tc>
      </w:tr>
      <w:tr w:rsidR="004F5A3A" w:rsidRPr="000A72BB" w:rsidTr="00D66498">
        <w:trPr>
          <w:trHeight w:val="34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000 2070400004 0000 150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Прочие безвозмездные поступления в бюджеты городских округов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1 114 247,72</w:t>
            </w:r>
          </w:p>
        </w:tc>
      </w:tr>
      <w:tr w:rsidR="004F5A3A" w:rsidRPr="000A72BB" w:rsidTr="00D66498">
        <w:trPr>
          <w:trHeight w:val="34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000 2070405004 0000 150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Прочие безвозмездные поступления в бюджеты городских округов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1 114 247,72</w:t>
            </w:r>
          </w:p>
        </w:tc>
      </w:tr>
      <w:tr w:rsidR="004F5A3A" w:rsidRPr="000A72BB" w:rsidTr="00D66498">
        <w:trPr>
          <w:trHeight w:val="141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color w:val="000000"/>
                <w:sz w:val="28"/>
                <w:szCs w:val="28"/>
              </w:rPr>
              <w:t xml:space="preserve"> 000 2180000000 0000 000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color w:val="000000"/>
                <w:sz w:val="28"/>
                <w:szCs w:val="28"/>
              </w:rPr>
              <w:t xml:space="preserve"> 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color w:val="000000"/>
                <w:sz w:val="28"/>
                <w:szCs w:val="28"/>
              </w:rPr>
              <w:t>0,01</w:t>
            </w:r>
          </w:p>
        </w:tc>
      </w:tr>
      <w:tr w:rsidR="004F5A3A" w:rsidRPr="000A72BB" w:rsidTr="00D66498">
        <w:trPr>
          <w:trHeight w:val="17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000 2180000000 0000 150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0,01</w:t>
            </w:r>
          </w:p>
        </w:tc>
      </w:tr>
      <w:tr w:rsidR="004F5A3A" w:rsidRPr="000A72BB" w:rsidTr="00D66498">
        <w:trPr>
          <w:trHeight w:val="1701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000 2180000004 0000 150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0,01</w:t>
            </w:r>
          </w:p>
        </w:tc>
      </w:tr>
      <w:tr w:rsidR="004F5A3A" w:rsidRPr="000A72BB" w:rsidTr="000A72BB">
        <w:trPr>
          <w:trHeight w:val="750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000 2180400004 0000 150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0,01</w:t>
            </w:r>
          </w:p>
        </w:tc>
      </w:tr>
      <w:tr w:rsidR="004F5A3A" w:rsidRPr="000A72BB" w:rsidTr="00D66498">
        <w:trPr>
          <w:trHeight w:val="62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000 2180401004 0000 150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0,01</w:t>
            </w:r>
          </w:p>
        </w:tc>
      </w:tr>
      <w:tr w:rsidR="004F5A3A" w:rsidRPr="000A72BB" w:rsidTr="00D66498">
        <w:trPr>
          <w:trHeight w:val="1361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color w:val="000000"/>
                <w:sz w:val="28"/>
                <w:szCs w:val="28"/>
              </w:rPr>
              <w:t xml:space="preserve"> 000 2190000000 0000 000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color w:val="000000"/>
                <w:sz w:val="28"/>
                <w:szCs w:val="28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color w:val="000000"/>
                <w:sz w:val="28"/>
                <w:szCs w:val="28"/>
              </w:rPr>
              <w:t>-27 921 666,42</w:t>
            </w:r>
          </w:p>
        </w:tc>
      </w:tr>
      <w:tr w:rsidR="004F5A3A" w:rsidRPr="000A72BB" w:rsidTr="00D66498">
        <w:trPr>
          <w:trHeight w:val="90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000 2190000004 0000 150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-27 921 666,42</w:t>
            </w:r>
          </w:p>
        </w:tc>
      </w:tr>
      <w:tr w:rsidR="004F5A3A" w:rsidRPr="000A72BB" w:rsidTr="00D66498">
        <w:trPr>
          <w:trHeight w:val="90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000 2192549704 0000 150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Возврат остатков субсидий на реализацию мероприятий по обеспечению жильем молодых семей из бюджетов городских округов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-142 074,00</w:t>
            </w:r>
          </w:p>
        </w:tc>
      </w:tr>
      <w:tr w:rsidR="004F5A3A" w:rsidRPr="000A72BB" w:rsidTr="00D66498">
        <w:trPr>
          <w:trHeight w:val="964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000 2196001004 0000 150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A3A" w:rsidRPr="000A72BB" w:rsidRDefault="004F5A3A" w:rsidP="000A72BB">
            <w:pPr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 xml:space="preserve">  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color w:val="000000"/>
                <w:sz w:val="28"/>
                <w:szCs w:val="28"/>
              </w:rPr>
            </w:pPr>
            <w:r w:rsidRPr="000A72BB">
              <w:rPr>
                <w:color w:val="000000"/>
                <w:sz w:val="28"/>
                <w:szCs w:val="28"/>
              </w:rPr>
              <w:t>-27 779 592,42</w:t>
            </w:r>
          </w:p>
        </w:tc>
      </w:tr>
      <w:tr w:rsidR="004F5A3A" w:rsidRPr="000A72BB" w:rsidTr="00D321DD">
        <w:trPr>
          <w:trHeight w:val="397"/>
        </w:trPr>
        <w:tc>
          <w:tcPr>
            <w:tcW w:w="3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7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F5A3A" w:rsidRPr="000A72BB" w:rsidRDefault="004F5A3A" w:rsidP="000A72BB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0A72BB">
              <w:rPr>
                <w:b/>
                <w:bCs/>
                <w:color w:val="000000"/>
                <w:sz w:val="28"/>
                <w:szCs w:val="28"/>
              </w:rPr>
              <w:t>16 522 141 696,15</w:t>
            </w:r>
          </w:p>
        </w:tc>
      </w:tr>
    </w:tbl>
    <w:p w:rsidR="004F5A3A" w:rsidRDefault="004F5A3A" w:rsidP="004E32FB">
      <w:pPr>
        <w:jc w:val="center"/>
        <w:rPr>
          <w:sz w:val="28"/>
          <w:szCs w:val="28"/>
          <w:lang w:val="en-US"/>
        </w:rPr>
      </w:pPr>
    </w:p>
    <w:sectPr w:rsidR="004F5A3A" w:rsidSect="00E82138">
      <w:headerReference w:type="even" r:id="rId6"/>
      <w:headerReference w:type="default" r:id="rId7"/>
      <w:pgSz w:w="16838" w:h="11906" w:orient="landscape"/>
      <w:pgMar w:top="1701" w:right="1134" w:bottom="851" w:left="1134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5A3A" w:rsidRDefault="004F5A3A" w:rsidP="00ED1A1D">
      <w:r>
        <w:separator/>
      </w:r>
    </w:p>
  </w:endnote>
  <w:endnote w:type="continuationSeparator" w:id="1">
    <w:p w:rsidR="004F5A3A" w:rsidRDefault="004F5A3A" w:rsidP="00ED1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5A3A" w:rsidRDefault="004F5A3A" w:rsidP="00ED1A1D">
      <w:r>
        <w:separator/>
      </w:r>
    </w:p>
  </w:footnote>
  <w:footnote w:type="continuationSeparator" w:id="1">
    <w:p w:rsidR="004F5A3A" w:rsidRDefault="004F5A3A" w:rsidP="00ED1A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A3A" w:rsidRDefault="004F5A3A" w:rsidP="0019746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F5A3A" w:rsidRDefault="004F5A3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A3A" w:rsidRDefault="004F5A3A" w:rsidP="0019746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32</w:t>
    </w:r>
    <w:r>
      <w:rPr>
        <w:rStyle w:val="PageNumber"/>
      </w:rPr>
      <w:fldChar w:fldCharType="end"/>
    </w:r>
  </w:p>
  <w:p w:rsidR="004F5A3A" w:rsidRDefault="004F5A3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5326"/>
    <w:rsid w:val="00056500"/>
    <w:rsid w:val="00071712"/>
    <w:rsid w:val="000A5131"/>
    <w:rsid w:val="000A72BB"/>
    <w:rsid w:val="000D74D4"/>
    <w:rsid w:val="0012508E"/>
    <w:rsid w:val="001276F8"/>
    <w:rsid w:val="0013666F"/>
    <w:rsid w:val="00143218"/>
    <w:rsid w:val="001752FF"/>
    <w:rsid w:val="001869AE"/>
    <w:rsid w:val="0019746F"/>
    <w:rsid w:val="00197EDE"/>
    <w:rsid w:val="001A263E"/>
    <w:rsid w:val="001D56C9"/>
    <w:rsid w:val="001E51C3"/>
    <w:rsid w:val="00230BA8"/>
    <w:rsid w:val="002642E6"/>
    <w:rsid w:val="002A27EB"/>
    <w:rsid w:val="002C3F22"/>
    <w:rsid w:val="00314586"/>
    <w:rsid w:val="00342A18"/>
    <w:rsid w:val="00345147"/>
    <w:rsid w:val="003453C6"/>
    <w:rsid w:val="00350DF5"/>
    <w:rsid w:val="003622F1"/>
    <w:rsid w:val="003C5326"/>
    <w:rsid w:val="004233B6"/>
    <w:rsid w:val="00427AA8"/>
    <w:rsid w:val="004D0F02"/>
    <w:rsid w:val="004D52E1"/>
    <w:rsid w:val="004E32FB"/>
    <w:rsid w:val="004F5A3A"/>
    <w:rsid w:val="004F73B3"/>
    <w:rsid w:val="005179AC"/>
    <w:rsid w:val="0056433A"/>
    <w:rsid w:val="005B0678"/>
    <w:rsid w:val="005B3045"/>
    <w:rsid w:val="005E00F3"/>
    <w:rsid w:val="00604ABE"/>
    <w:rsid w:val="00635F4E"/>
    <w:rsid w:val="0064613F"/>
    <w:rsid w:val="00667779"/>
    <w:rsid w:val="006766FA"/>
    <w:rsid w:val="0073309C"/>
    <w:rsid w:val="00742EAE"/>
    <w:rsid w:val="00772401"/>
    <w:rsid w:val="007C48DD"/>
    <w:rsid w:val="007D7140"/>
    <w:rsid w:val="0080241E"/>
    <w:rsid w:val="00842E35"/>
    <w:rsid w:val="008C12CE"/>
    <w:rsid w:val="008D250D"/>
    <w:rsid w:val="00921674"/>
    <w:rsid w:val="00935AB4"/>
    <w:rsid w:val="009F585A"/>
    <w:rsid w:val="00A010EE"/>
    <w:rsid w:val="00A95E89"/>
    <w:rsid w:val="00AD110C"/>
    <w:rsid w:val="00AD5C9F"/>
    <w:rsid w:val="00B9398E"/>
    <w:rsid w:val="00B96915"/>
    <w:rsid w:val="00BF4DDD"/>
    <w:rsid w:val="00BF60DB"/>
    <w:rsid w:val="00C22E96"/>
    <w:rsid w:val="00C4640B"/>
    <w:rsid w:val="00C81B8A"/>
    <w:rsid w:val="00D02BA2"/>
    <w:rsid w:val="00D2412E"/>
    <w:rsid w:val="00D321DD"/>
    <w:rsid w:val="00D66498"/>
    <w:rsid w:val="00D84854"/>
    <w:rsid w:val="00DA3545"/>
    <w:rsid w:val="00DD53F7"/>
    <w:rsid w:val="00DD6652"/>
    <w:rsid w:val="00E03A5B"/>
    <w:rsid w:val="00E47523"/>
    <w:rsid w:val="00E82138"/>
    <w:rsid w:val="00EA3931"/>
    <w:rsid w:val="00EB7067"/>
    <w:rsid w:val="00ED1A1D"/>
    <w:rsid w:val="00EE7709"/>
    <w:rsid w:val="00F00697"/>
    <w:rsid w:val="00F42903"/>
    <w:rsid w:val="00F556BA"/>
    <w:rsid w:val="00F56A5D"/>
    <w:rsid w:val="00F86E8E"/>
    <w:rsid w:val="00FC2099"/>
    <w:rsid w:val="00FD696D"/>
    <w:rsid w:val="00FD76A6"/>
    <w:rsid w:val="00FF2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32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FF2CE6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FF2CE6"/>
    <w:rPr>
      <w:rFonts w:cs="Times New Roman"/>
      <w:color w:val="800080"/>
      <w:u w:val="single"/>
    </w:rPr>
  </w:style>
  <w:style w:type="paragraph" w:customStyle="1" w:styleId="xl235">
    <w:name w:val="xl235"/>
    <w:basedOn w:val="Normal"/>
    <w:uiPriority w:val="99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236">
    <w:name w:val="xl236"/>
    <w:basedOn w:val="Normal"/>
    <w:uiPriority w:val="99"/>
    <w:rsid w:val="00FF2CE6"/>
    <w:pPr>
      <w:spacing w:before="100" w:beforeAutospacing="1" w:after="100" w:afterAutospacing="1"/>
    </w:pPr>
    <w:rPr>
      <w:sz w:val="28"/>
      <w:szCs w:val="28"/>
    </w:rPr>
  </w:style>
  <w:style w:type="paragraph" w:customStyle="1" w:styleId="xl237">
    <w:name w:val="xl237"/>
    <w:basedOn w:val="Normal"/>
    <w:uiPriority w:val="99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38">
    <w:name w:val="xl238"/>
    <w:basedOn w:val="Normal"/>
    <w:uiPriority w:val="99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39">
    <w:name w:val="xl239"/>
    <w:basedOn w:val="Normal"/>
    <w:uiPriority w:val="99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240">
    <w:name w:val="xl240"/>
    <w:basedOn w:val="Normal"/>
    <w:uiPriority w:val="99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41">
    <w:name w:val="xl241"/>
    <w:basedOn w:val="Normal"/>
    <w:uiPriority w:val="99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  <w:sz w:val="28"/>
      <w:szCs w:val="28"/>
    </w:rPr>
  </w:style>
  <w:style w:type="paragraph" w:customStyle="1" w:styleId="xl242">
    <w:name w:val="xl242"/>
    <w:basedOn w:val="Normal"/>
    <w:uiPriority w:val="99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color w:val="000000"/>
      <w:sz w:val="28"/>
      <w:szCs w:val="28"/>
    </w:rPr>
  </w:style>
  <w:style w:type="paragraph" w:customStyle="1" w:styleId="xl243">
    <w:name w:val="xl243"/>
    <w:basedOn w:val="Normal"/>
    <w:uiPriority w:val="99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244">
    <w:name w:val="xl244"/>
    <w:basedOn w:val="Normal"/>
    <w:uiPriority w:val="99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245">
    <w:name w:val="xl245"/>
    <w:basedOn w:val="Normal"/>
    <w:uiPriority w:val="99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sz w:val="28"/>
      <w:szCs w:val="28"/>
    </w:rPr>
  </w:style>
  <w:style w:type="paragraph" w:customStyle="1" w:styleId="xl246">
    <w:name w:val="xl246"/>
    <w:basedOn w:val="Normal"/>
    <w:uiPriority w:val="99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47">
    <w:name w:val="xl247"/>
    <w:basedOn w:val="Normal"/>
    <w:uiPriority w:val="99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xl248">
    <w:name w:val="xl248"/>
    <w:basedOn w:val="Normal"/>
    <w:uiPriority w:val="99"/>
    <w:rsid w:val="00FF2CE6"/>
    <w:pP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Normal"/>
    <w:uiPriority w:val="99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50">
    <w:name w:val="xl250"/>
    <w:basedOn w:val="Normal"/>
    <w:uiPriority w:val="99"/>
    <w:rsid w:val="00FF2C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rsid w:val="00ED1A1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D1A1D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ED1A1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D1A1D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D1A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1A1D"/>
    <w:rPr>
      <w:rFonts w:ascii="Tahoma" w:hAnsi="Tahoma" w:cs="Tahoma"/>
      <w:sz w:val="16"/>
      <w:szCs w:val="16"/>
      <w:lang w:eastAsia="ru-RU"/>
    </w:rPr>
  </w:style>
  <w:style w:type="paragraph" w:customStyle="1" w:styleId="xl231">
    <w:name w:val="xl231"/>
    <w:basedOn w:val="Normal"/>
    <w:uiPriority w:val="99"/>
    <w:rsid w:val="001A2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232">
    <w:name w:val="xl232"/>
    <w:basedOn w:val="Normal"/>
    <w:uiPriority w:val="99"/>
    <w:rsid w:val="001A2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xl233">
    <w:name w:val="xl233"/>
    <w:basedOn w:val="Normal"/>
    <w:uiPriority w:val="99"/>
    <w:rsid w:val="001A2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  <w:sz w:val="16"/>
      <w:szCs w:val="16"/>
    </w:rPr>
  </w:style>
  <w:style w:type="paragraph" w:customStyle="1" w:styleId="xl234">
    <w:name w:val="xl234"/>
    <w:basedOn w:val="Normal"/>
    <w:uiPriority w:val="99"/>
    <w:rsid w:val="001A26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0000"/>
      <w:sz w:val="16"/>
      <w:szCs w:val="16"/>
    </w:rPr>
  </w:style>
  <w:style w:type="paragraph" w:customStyle="1" w:styleId="xl230">
    <w:name w:val="xl230"/>
    <w:basedOn w:val="Normal"/>
    <w:uiPriority w:val="99"/>
    <w:rsid w:val="000A72BB"/>
    <w:pPr>
      <w:spacing w:before="100" w:beforeAutospacing="1" w:after="100" w:afterAutospacing="1"/>
    </w:pPr>
    <w:rPr>
      <w:sz w:val="28"/>
      <w:szCs w:val="28"/>
    </w:rPr>
  </w:style>
  <w:style w:type="character" w:styleId="PageNumber">
    <w:name w:val="page number"/>
    <w:basedOn w:val="DefaultParagraphFont"/>
    <w:uiPriority w:val="99"/>
    <w:rsid w:val="00E8213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86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1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1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40</Pages>
  <Words>7512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Анна В. Цурган</dc:creator>
  <cp:keywords/>
  <dc:description/>
  <cp:lastModifiedBy>User</cp:lastModifiedBy>
  <cp:revision>5</cp:revision>
  <dcterms:created xsi:type="dcterms:W3CDTF">2023-04-03T07:34:00Z</dcterms:created>
  <dcterms:modified xsi:type="dcterms:W3CDTF">2023-04-26T13:38:00Z</dcterms:modified>
</cp:coreProperties>
</file>