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3F7" w:rsidRDefault="00C923F7" w:rsidP="006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Справочная информация к административному регламенту предоставления муниципальной услуги </w:t>
      </w:r>
    </w:p>
    <w:p w:rsidR="00C923F7" w:rsidRPr="00F00762" w:rsidRDefault="00C923F7" w:rsidP="00E04CA5">
      <w:pPr>
        <w:pStyle w:val="ConsPlusTitle"/>
        <w:jc w:val="center"/>
      </w:pPr>
      <w:r w:rsidRPr="00F00762">
        <w:t>«Присвоение, изменение, аннулирование адресов на территории городского округа город Брянск»</w:t>
      </w:r>
    </w:p>
    <w:p w:rsidR="00C923F7" w:rsidRDefault="00C923F7" w:rsidP="007B7EEC">
      <w:pPr>
        <w:rPr>
          <w:sz w:val="28"/>
          <w:szCs w:val="28"/>
        </w:rPr>
      </w:pPr>
    </w:p>
    <w:p w:rsidR="00C923F7" w:rsidRDefault="00C923F7" w:rsidP="0013703C">
      <w:pPr>
        <w:pStyle w:val="ListParagraph"/>
        <w:numPr>
          <w:ilvl w:val="0"/>
          <w:numId w:val="1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месте нахождения, график работы, справочные телефоны, адрес официальных сайтов, электронной почты органов, предоставляющих муниципальную услугу</w:t>
      </w:r>
    </w:p>
    <w:p w:rsidR="00C923F7" w:rsidRDefault="00C923F7" w:rsidP="0013703C">
      <w:pPr>
        <w:pStyle w:val="ListParagraph"/>
        <w:ind w:left="1425"/>
        <w:rPr>
          <w:b/>
          <w:sz w:val="28"/>
          <w:szCs w:val="28"/>
        </w:rPr>
      </w:pPr>
    </w:p>
    <w:tbl>
      <w:tblPr>
        <w:tblW w:w="0" w:type="auto"/>
        <w:jc w:val="center"/>
        <w:tblInd w:w="-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97"/>
        <w:gridCol w:w="2300"/>
        <w:gridCol w:w="2126"/>
        <w:gridCol w:w="1985"/>
        <w:gridCol w:w="2049"/>
        <w:gridCol w:w="2160"/>
        <w:gridCol w:w="2524"/>
      </w:tblGrid>
      <w:tr w:rsidR="00C923F7" w:rsidTr="00F00762">
        <w:trPr>
          <w:jc w:val="center"/>
        </w:trPr>
        <w:tc>
          <w:tcPr>
            <w:tcW w:w="2197" w:type="dxa"/>
          </w:tcPr>
          <w:p w:rsidR="00C923F7" w:rsidRPr="000C6002" w:rsidRDefault="00C923F7" w:rsidP="000C6002">
            <w:pPr>
              <w:jc w:val="center"/>
              <w:rPr>
                <w:b/>
                <w:sz w:val="28"/>
                <w:szCs w:val="28"/>
              </w:rPr>
            </w:pPr>
            <w:r w:rsidRPr="000C6002">
              <w:rPr>
                <w:b/>
                <w:sz w:val="28"/>
                <w:szCs w:val="28"/>
              </w:rPr>
              <w:t>Орган, реализующий муниципальную услугу</w:t>
            </w:r>
          </w:p>
        </w:tc>
        <w:tc>
          <w:tcPr>
            <w:tcW w:w="2300" w:type="dxa"/>
          </w:tcPr>
          <w:p w:rsidR="00C923F7" w:rsidRPr="000C6002" w:rsidRDefault="00C923F7" w:rsidP="000C6002">
            <w:pPr>
              <w:jc w:val="center"/>
              <w:rPr>
                <w:b/>
                <w:sz w:val="28"/>
                <w:szCs w:val="28"/>
              </w:rPr>
            </w:pPr>
            <w:r w:rsidRPr="000C6002">
              <w:rPr>
                <w:b/>
                <w:sz w:val="28"/>
                <w:szCs w:val="28"/>
              </w:rPr>
              <w:t>Место нахождения (адрес)</w:t>
            </w:r>
          </w:p>
        </w:tc>
        <w:tc>
          <w:tcPr>
            <w:tcW w:w="2126" w:type="dxa"/>
          </w:tcPr>
          <w:p w:rsidR="00C923F7" w:rsidRPr="000C6002" w:rsidRDefault="00C923F7" w:rsidP="000C6002">
            <w:pPr>
              <w:jc w:val="center"/>
              <w:rPr>
                <w:b/>
                <w:sz w:val="28"/>
                <w:szCs w:val="28"/>
              </w:rPr>
            </w:pPr>
            <w:r w:rsidRPr="000C6002">
              <w:rPr>
                <w:b/>
                <w:sz w:val="28"/>
                <w:szCs w:val="28"/>
              </w:rPr>
              <w:t>График работы</w:t>
            </w:r>
          </w:p>
          <w:p w:rsidR="00C923F7" w:rsidRPr="000C6002" w:rsidRDefault="00C923F7" w:rsidP="000C600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C923F7" w:rsidRPr="000C6002" w:rsidRDefault="00C923F7" w:rsidP="000C6002">
            <w:pPr>
              <w:jc w:val="center"/>
              <w:rPr>
                <w:b/>
                <w:sz w:val="28"/>
                <w:szCs w:val="28"/>
              </w:rPr>
            </w:pPr>
            <w:r w:rsidRPr="000C6002">
              <w:rPr>
                <w:b/>
                <w:sz w:val="28"/>
                <w:szCs w:val="28"/>
              </w:rPr>
              <w:t>График приема граждан</w:t>
            </w:r>
          </w:p>
        </w:tc>
        <w:tc>
          <w:tcPr>
            <w:tcW w:w="2049" w:type="dxa"/>
          </w:tcPr>
          <w:p w:rsidR="00C923F7" w:rsidRPr="000C6002" w:rsidRDefault="00C923F7" w:rsidP="000C6002">
            <w:pPr>
              <w:jc w:val="center"/>
              <w:rPr>
                <w:b/>
                <w:sz w:val="28"/>
                <w:szCs w:val="28"/>
              </w:rPr>
            </w:pPr>
            <w:r w:rsidRPr="000C6002">
              <w:rPr>
                <w:b/>
                <w:sz w:val="28"/>
                <w:szCs w:val="28"/>
              </w:rPr>
              <w:t>Телефон</w:t>
            </w:r>
          </w:p>
        </w:tc>
        <w:tc>
          <w:tcPr>
            <w:tcW w:w="2160" w:type="dxa"/>
          </w:tcPr>
          <w:p w:rsidR="00C923F7" w:rsidRPr="000C6002" w:rsidRDefault="00C923F7" w:rsidP="000C6002">
            <w:pPr>
              <w:jc w:val="center"/>
              <w:rPr>
                <w:b/>
                <w:sz w:val="28"/>
                <w:szCs w:val="28"/>
              </w:rPr>
            </w:pPr>
            <w:r w:rsidRPr="000C6002">
              <w:rPr>
                <w:b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2524" w:type="dxa"/>
          </w:tcPr>
          <w:p w:rsidR="00C923F7" w:rsidRPr="000C6002" w:rsidRDefault="00C923F7" w:rsidP="000C6002">
            <w:pPr>
              <w:jc w:val="center"/>
              <w:rPr>
                <w:b/>
                <w:sz w:val="28"/>
                <w:szCs w:val="28"/>
              </w:rPr>
            </w:pPr>
            <w:r w:rsidRPr="000C6002">
              <w:rPr>
                <w:b/>
                <w:sz w:val="28"/>
                <w:szCs w:val="28"/>
              </w:rPr>
              <w:t>Адрес электронной почты</w:t>
            </w:r>
          </w:p>
        </w:tc>
      </w:tr>
      <w:tr w:rsidR="00C923F7" w:rsidRPr="00E04CA5" w:rsidTr="00F00762">
        <w:trPr>
          <w:jc w:val="center"/>
        </w:trPr>
        <w:tc>
          <w:tcPr>
            <w:tcW w:w="2197" w:type="dxa"/>
          </w:tcPr>
          <w:p w:rsidR="00C923F7" w:rsidRPr="000C6002" w:rsidRDefault="00C923F7" w:rsidP="0013703C">
            <w:pPr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Управление                           по строительству                      и развитию территории города Брянска</w:t>
            </w:r>
          </w:p>
        </w:tc>
        <w:tc>
          <w:tcPr>
            <w:tcW w:w="2300" w:type="dxa"/>
          </w:tcPr>
          <w:p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50, г"/>
              </w:smartTagPr>
              <w:r w:rsidRPr="000C6002">
                <w:rPr>
                  <w:sz w:val="24"/>
                  <w:szCs w:val="24"/>
                </w:rPr>
                <w:t>241050, г</w:t>
              </w:r>
            </w:smartTag>
            <w:r w:rsidRPr="000C6002">
              <w:rPr>
                <w:sz w:val="24"/>
                <w:szCs w:val="24"/>
              </w:rPr>
              <w:t>. Брянск, пр-</w:t>
            </w:r>
            <w:r>
              <w:rPr>
                <w:sz w:val="24"/>
                <w:szCs w:val="24"/>
              </w:rPr>
              <w:t>к</w:t>
            </w:r>
            <w:r w:rsidRPr="000C6002">
              <w:rPr>
                <w:sz w:val="24"/>
                <w:szCs w:val="24"/>
              </w:rPr>
              <w:t>т Ленина, 28</w:t>
            </w:r>
          </w:p>
        </w:tc>
        <w:tc>
          <w:tcPr>
            <w:tcW w:w="2126" w:type="dxa"/>
          </w:tcPr>
          <w:p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Пн. – 8.30-17.45</w:t>
            </w:r>
          </w:p>
          <w:p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Вт. – 8.30-17.45</w:t>
            </w:r>
          </w:p>
          <w:p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Ср. – 8.30-17.45</w:t>
            </w:r>
          </w:p>
          <w:p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Чт. – 8.30-17.45</w:t>
            </w:r>
          </w:p>
          <w:p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Пт. – 8.30-16.30</w:t>
            </w:r>
          </w:p>
          <w:p w:rsidR="00C923F7" w:rsidRPr="008E7497" w:rsidRDefault="00C923F7" w:rsidP="00F00762">
            <w:pPr>
              <w:jc w:val="center"/>
            </w:pPr>
            <w:r>
              <w:t>(перерыв 13.00-</w:t>
            </w:r>
            <w:r w:rsidRPr="00370093">
              <w:t>14.00</w:t>
            </w:r>
            <w:r w:rsidRPr="000C6002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Пн. – 14.00-17.00</w:t>
            </w:r>
          </w:p>
          <w:p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Ср. – 10.00-13.00</w:t>
            </w:r>
          </w:p>
          <w:p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Чт. – 10.00-13.00</w:t>
            </w:r>
          </w:p>
          <w:p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</w:tcPr>
          <w:p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(4832) 40-00-20</w:t>
            </w:r>
          </w:p>
        </w:tc>
        <w:tc>
          <w:tcPr>
            <w:tcW w:w="2160" w:type="dxa"/>
          </w:tcPr>
          <w:p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  <w:lang w:val="en-US"/>
              </w:rPr>
              <w:t>bga</w:t>
            </w:r>
            <w:r w:rsidRPr="000C6002">
              <w:rPr>
                <w:sz w:val="24"/>
                <w:szCs w:val="24"/>
              </w:rPr>
              <w:t>32.</w:t>
            </w:r>
            <w:r w:rsidRPr="000C6002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2524" w:type="dxa"/>
          </w:tcPr>
          <w:p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  <w:lang w:val="en-US"/>
              </w:rPr>
              <w:t>bryansk-mail@mail.ru</w:t>
            </w:r>
          </w:p>
        </w:tc>
      </w:tr>
    </w:tbl>
    <w:p w:rsidR="00C923F7" w:rsidRPr="0013703C" w:rsidRDefault="00C923F7" w:rsidP="0013703C">
      <w:pPr>
        <w:rPr>
          <w:b/>
          <w:sz w:val="28"/>
          <w:szCs w:val="28"/>
        </w:rPr>
      </w:pPr>
    </w:p>
    <w:p w:rsidR="00C923F7" w:rsidRPr="00E04CA5" w:rsidRDefault="00C923F7" w:rsidP="007B7EEC">
      <w:pPr>
        <w:rPr>
          <w:sz w:val="28"/>
          <w:szCs w:val="28"/>
        </w:rPr>
      </w:pPr>
    </w:p>
    <w:p w:rsidR="00C923F7" w:rsidRPr="00E04CA5" w:rsidRDefault="00C923F7" w:rsidP="007B7EEC">
      <w:pPr>
        <w:rPr>
          <w:sz w:val="28"/>
          <w:szCs w:val="28"/>
        </w:rPr>
      </w:pPr>
      <w:bookmarkStart w:id="0" w:name="_GoBack"/>
      <w:bookmarkEnd w:id="0"/>
    </w:p>
    <w:sectPr w:rsidR="00C923F7" w:rsidRPr="00E04CA5" w:rsidSect="00650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28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3F7" w:rsidRDefault="00C923F7" w:rsidP="004E658A">
      <w:r>
        <w:separator/>
      </w:r>
    </w:p>
  </w:endnote>
  <w:endnote w:type="continuationSeparator" w:id="0">
    <w:p w:rsidR="00C923F7" w:rsidRDefault="00C923F7" w:rsidP="004E6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F7" w:rsidRDefault="00C923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F7" w:rsidRDefault="00C923F7">
    <w:pPr>
      <w:pStyle w:val="Footer"/>
    </w:pPr>
  </w:p>
  <w:p w:rsidR="00C923F7" w:rsidRDefault="00C923F7">
    <w:pPr>
      <w:pStyle w:val="Footer"/>
    </w:pPr>
    <w:r w:rsidRPr="000C6002">
      <w:rPr>
        <w:noProof/>
        <w:vanish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7" type="#_x0000_t75" alt="http://wordpress.meson.ru/User25/wp-content/uploads/2015/04/300.gif" style="width:727.5pt;height:444pt;visibility:visible">
          <v:imagedata r:id="rId1" o:title=""/>
        </v:shape>
      </w:pict>
    </w:r>
    <w:r w:rsidRPr="000C6002">
      <w:rPr>
        <w:noProof/>
        <w:vanish/>
        <w:lang w:eastAsia="ru-RU"/>
      </w:rPr>
      <w:pict>
        <v:shape id="Рисунок 4" o:spid="_x0000_i1028" type="#_x0000_t75" alt="http://wordpress.meson.ru/User25/wp-content/uploads/2015/04/300.gif" style="width:727.5pt;height:444pt;visibility:visible">
          <v:imagedata r:id="rId1" o:title="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F7" w:rsidRDefault="00C923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3F7" w:rsidRDefault="00C923F7" w:rsidP="004E658A">
      <w:r>
        <w:separator/>
      </w:r>
    </w:p>
  </w:footnote>
  <w:footnote w:type="continuationSeparator" w:id="0">
    <w:p w:rsidR="00C923F7" w:rsidRDefault="00C923F7" w:rsidP="004E65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F7" w:rsidRDefault="00C923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F7" w:rsidRDefault="00C923F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F7" w:rsidRDefault="00C923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AD7"/>
    <w:rsid w:val="000147BA"/>
    <w:rsid w:val="00032174"/>
    <w:rsid w:val="00044BFE"/>
    <w:rsid w:val="0005368E"/>
    <w:rsid w:val="00056DFD"/>
    <w:rsid w:val="00074B27"/>
    <w:rsid w:val="00084153"/>
    <w:rsid w:val="000916DF"/>
    <w:rsid w:val="000C6002"/>
    <w:rsid w:val="000F1E45"/>
    <w:rsid w:val="00100751"/>
    <w:rsid w:val="00103B11"/>
    <w:rsid w:val="00107116"/>
    <w:rsid w:val="001268EF"/>
    <w:rsid w:val="0013703C"/>
    <w:rsid w:val="00137392"/>
    <w:rsid w:val="00147BC0"/>
    <w:rsid w:val="00164C40"/>
    <w:rsid w:val="00167139"/>
    <w:rsid w:val="00182974"/>
    <w:rsid w:val="00193F7C"/>
    <w:rsid w:val="001A7283"/>
    <w:rsid w:val="001F6393"/>
    <w:rsid w:val="002261C8"/>
    <w:rsid w:val="0023147E"/>
    <w:rsid w:val="00235BD1"/>
    <w:rsid w:val="0023716D"/>
    <w:rsid w:val="00237A62"/>
    <w:rsid w:val="002A1E5D"/>
    <w:rsid w:val="002A7AE7"/>
    <w:rsid w:val="002D0938"/>
    <w:rsid w:val="002D4949"/>
    <w:rsid w:val="002E31DC"/>
    <w:rsid w:val="003017B5"/>
    <w:rsid w:val="00321A98"/>
    <w:rsid w:val="00344F68"/>
    <w:rsid w:val="00353523"/>
    <w:rsid w:val="00370093"/>
    <w:rsid w:val="003738BD"/>
    <w:rsid w:val="003A203A"/>
    <w:rsid w:val="003A309C"/>
    <w:rsid w:val="003B2742"/>
    <w:rsid w:val="003E1442"/>
    <w:rsid w:val="003E76F8"/>
    <w:rsid w:val="00462AD7"/>
    <w:rsid w:val="00462BE5"/>
    <w:rsid w:val="004833E2"/>
    <w:rsid w:val="004B7C14"/>
    <w:rsid w:val="004E08E9"/>
    <w:rsid w:val="004E635F"/>
    <w:rsid w:val="004E658A"/>
    <w:rsid w:val="004F53D6"/>
    <w:rsid w:val="00510B5B"/>
    <w:rsid w:val="00520D95"/>
    <w:rsid w:val="00542694"/>
    <w:rsid w:val="00590AD2"/>
    <w:rsid w:val="005A4009"/>
    <w:rsid w:val="005D000D"/>
    <w:rsid w:val="005E3394"/>
    <w:rsid w:val="005E764C"/>
    <w:rsid w:val="005F50DE"/>
    <w:rsid w:val="006013DD"/>
    <w:rsid w:val="00650153"/>
    <w:rsid w:val="006518B7"/>
    <w:rsid w:val="00677770"/>
    <w:rsid w:val="006A633A"/>
    <w:rsid w:val="006B7D90"/>
    <w:rsid w:val="006E1878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5442"/>
    <w:rsid w:val="007E786D"/>
    <w:rsid w:val="007F01E6"/>
    <w:rsid w:val="007F1CC1"/>
    <w:rsid w:val="007F49CD"/>
    <w:rsid w:val="008074DD"/>
    <w:rsid w:val="00812DB7"/>
    <w:rsid w:val="00832981"/>
    <w:rsid w:val="0083748D"/>
    <w:rsid w:val="008404DE"/>
    <w:rsid w:val="00897215"/>
    <w:rsid w:val="008A4125"/>
    <w:rsid w:val="008A468B"/>
    <w:rsid w:val="008B1636"/>
    <w:rsid w:val="008C0278"/>
    <w:rsid w:val="008D65E5"/>
    <w:rsid w:val="008E7497"/>
    <w:rsid w:val="008F4253"/>
    <w:rsid w:val="009173B8"/>
    <w:rsid w:val="00920E38"/>
    <w:rsid w:val="009442B3"/>
    <w:rsid w:val="00961067"/>
    <w:rsid w:val="009815DA"/>
    <w:rsid w:val="009B06D0"/>
    <w:rsid w:val="009C7EE8"/>
    <w:rsid w:val="009E1088"/>
    <w:rsid w:val="009E2949"/>
    <w:rsid w:val="00A06D2D"/>
    <w:rsid w:val="00A14D4E"/>
    <w:rsid w:val="00A309ED"/>
    <w:rsid w:val="00A31165"/>
    <w:rsid w:val="00A46189"/>
    <w:rsid w:val="00A66E99"/>
    <w:rsid w:val="00A745EA"/>
    <w:rsid w:val="00A84C8A"/>
    <w:rsid w:val="00A87932"/>
    <w:rsid w:val="00AE6869"/>
    <w:rsid w:val="00B32F28"/>
    <w:rsid w:val="00B81668"/>
    <w:rsid w:val="00B92E51"/>
    <w:rsid w:val="00B94D66"/>
    <w:rsid w:val="00B976D9"/>
    <w:rsid w:val="00BE20BC"/>
    <w:rsid w:val="00BF1BB6"/>
    <w:rsid w:val="00C0231B"/>
    <w:rsid w:val="00C0563D"/>
    <w:rsid w:val="00C15B30"/>
    <w:rsid w:val="00C55B89"/>
    <w:rsid w:val="00C804F4"/>
    <w:rsid w:val="00C806CE"/>
    <w:rsid w:val="00C87A9A"/>
    <w:rsid w:val="00C923F7"/>
    <w:rsid w:val="00C92B31"/>
    <w:rsid w:val="00CA3CE5"/>
    <w:rsid w:val="00CA6733"/>
    <w:rsid w:val="00CC4CC2"/>
    <w:rsid w:val="00CD06EB"/>
    <w:rsid w:val="00CE7D40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E04CA5"/>
    <w:rsid w:val="00E051DF"/>
    <w:rsid w:val="00E47603"/>
    <w:rsid w:val="00E63EED"/>
    <w:rsid w:val="00E700F1"/>
    <w:rsid w:val="00E73F99"/>
    <w:rsid w:val="00E81F94"/>
    <w:rsid w:val="00E87471"/>
    <w:rsid w:val="00EB1915"/>
    <w:rsid w:val="00ED3A2F"/>
    <w:rsid w:val="00ED6B4E"/>
    <w:rsid w:val="00F00762"/>
    <w:rsid w:val="00F0687E"/>
    <w:rsid w:val="00F10508"/>
    <w:rsid w:val="00F11A63"/>
    <w:rsid w:val="00F12E23"/>
    <w:rsid w:val="00F86DCF"/>
    <w:rsid w:val="00F914B3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658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E658A"/>
    <w:rPr>
      <w:rFonts w:cs="Times New Roman"/>
    </w:rPr>
  </w:style>
  <w:style w:type="paragraph" w:styleId="ListParagraph">
    <w:name w:val="List Paragraph"/>
    <w:basedOn w:val="Normal"/>
    <w:uiPriority w:val="99"/>
    <w:qFormat/>
    <w:rsid w:val="00C0231B"/>
    <w:pPr>
      <w:ind w:left="720"/>
      <w:contextualSpacing/>
    </w:pPr>
  </w:style>
  <w:style w:type="paragraph" w:styleId="NormalWeb">
    <w:name w:val="Normal (Web)"/>
    <w:basedOn w:val="Normal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182974"/>
    <w:rPr>
      <w:rFonts w:cs="Times New Roman"/>
    </w:rPr>
  </w:style>
  <w:style w:type="character" w:styleId="Hyperlink">
    <w:name w:val="Hyperlink"/>
    <w:basedOn w:val="DefaultParagraphFont"/>
    <w:uiPriority w:val="99"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Normal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DefaultParagraphFont"/>
    <w:uiPriority w:val="99"/>
    <w:rsid w:val="00B94D66"/>
    <w:rPr>
      <w:rFonts w:cs="Times New Roman"/>
    </w:rPr>
  </w:style>
  <w:style w:type="character" w:customStyle="1" w:styleId="posttitle">
    <w:name w:val="posttitle"/>
    <w:basedOn w:val="DefaultParagraphFont"/>
    <w:uiPriority w:val="99"/>
    <w:rsid w:val="00B94D66"/>
    <w:rPr>
      <w:rFonts w:cs="Times New Roman"/>
    </w:rPr>
  </w:style>
  <w:style w:type="paragraph" w:customStyle="1" w:styleId="advice">
    <w:name w:val="advice"/>
    <w:basedOn w:val="Normal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DefaultParagraphFont"/>
    <w:uiPriority w:val="99"/>
    <w:rsid w:val="007E5442"/>
    <w:rPr>
      <w:rFonts w:cs="Times New Roman"/>
    </w:rPr>
  </w:style>
  <w:style w:type="character" w:customStyle="1" w:styleId="pricecurrency">
    <w:name w:val="price_currency"/>
    <w:basedOn w:val="DefaultParagraphFont"/>
    <w:uiPriority w:val="99"/>
    <w:rsid w:val="007E5442"/>
    <w:rPr>
      <w:rFonts w:cs="Times New Roman"/>
    </w:rPr>
  </w:style>
  <w:style w:type="character" w:customStyle="1" w:styleId="pricemeasure">
    <w:name w:val="price_measure"/>
    <w:basedOn w:val="DefaultParagraphFont"/>
    <w:uiPriority w:val="99"/>
    <w:rsid w:val="007E5442"/>
    <w:rPr>
      <w:rFonts w:cs="Times New Roman"/>
    </w:rPr>
  </w:style>
  <w:style w:type="table" w:styleId="TableGrid">
    <w:name w:val="Table Grid"/>
    <w:basedOn w:val="TableNormal"/>
    <w:uiPriority w:val="99"/>
    <w:rsid w:val="001370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73F9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04CA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27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3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5269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524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34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277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530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531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349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32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32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33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33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33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40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34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25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37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539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539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24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40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542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2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53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25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7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27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532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3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7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2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3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7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5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7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8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8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8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7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7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0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1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541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2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7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7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128</Words>
  <Characters>733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учету и распределению жилья</dc:creator>
  <cp:keywords/>
  <dc:description/>
  <cp:lastModifiedBy>Коняхина</cp:lastModifiedBy>
  <cp:revision>3</cp:revision>
  <cp:lastPrinted>2020-02-11T07:39:00Z</cp:lastPrinted>
  <dcterms:created xsi:type="dcterms:W3CDTF">2020-02-11T07:40:00Z</dcterms:created>
  <dcterms:modified xsi:type="dcterms:W3CDTF">2021-07-16T06:58:00Z</dcterms:modified>
</cp:coreProperties>
</file>