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67" w:rsidRDefault="006E7367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6E7367" w:rsidRPr="0013703C" w:rsidRDefault="006E7367" w:rsidP="00650153">
      <w:pPr>
        <w:jc w:val="center"/>
        <w:rPr>
          <w:b/>
          <w:sz w:val="28"/>
          <w:szCs w:val="28"/>
        </w:rPr>
      </w:pPr>
      <w:r w:rsidRPr="0013703C">
        <w:rPr>
          <w:b/>
          <w:sz w:val="28"/>
          <w:szCs w:val="28"/>
        </w:rPr>
        <w:t>«</w:t>
      </w:r>
      <w:r>
        <w:rPr>
          <w:b/>
          <w:sz w:val="28"/>
        </w:rPr>
        <w:t>Выдача уведомления о соответствии (или 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 земельном участке на территории города Брянска</w:t>
      </w:r>
      <w:r>
        <w:rPr>
          <w:b/>
          <w:sz w:val="28"/>
          <w:szCs w:val="28"/>
        </w:rPr>
        <w:t>»</w:t>
      </w:r>
    </w:p>
    <w:p w:rsidR="006E7367" w:rsidRDefault="006E7367" w:rsidP="007B7EEC">
      <w:pPr>
        <w:rPr>
          <w:sz w:val="28"/>
          <w:szCs w:val="28"/>
        </w:rPr>
      </w:pPr>
    </w:p>
    <w:p w:rsidR="006E7367" w:rsidRDefault="006E7367" w:rsidP="0013703C">
      <w:pPr>
        <w:pStyle w:val="ListParagraph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6E7367" w:rsidRDefault="006E7367" w:rsidP="0013703C">
      <w:pPr>
        <w:pStyle w:val="ListParagraph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2825"/>
        <w:gridCol w:w="2410"/>
        <w:gridCol w:w="2232"/>
        <w:gridCol w:w="2038"/>
        <w:gridCol w:w="2823"/>
        <w:gridCol w:w="2906"/>
      </w:tblGrid>
      <w:tr w:rsidR="006E7367" w:rsidTr="0076512B">
        <w:trPr>
          <w:jc w:val="center"/>
        </w:trPr>
        <w:tc>
          <w:tcPr>
            <w:tcW w:w="969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№</w:t>
            </w:r>
          </w:p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25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410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232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График работы</w:t>
            </w:r>
          </w:p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823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906" w:type="dxa"/>
          </w:tcPr>
          <w:p w:rsidR="006E7367" w:rsidRPr="0076512B" w:rsidRDefault="006E7367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Ленина,35</w:t>
            </w:r>
          </w:p>
        </w:tc>
        <w:tc>
          <w:tcPr>
            <w:tcW w:w="2232" w:type="dxa"/>
          </w:tcPr>
          <w:p w:rsidR="006E7367" w:rsidRPr="00EA7F74" w:rsidRDefault="006E7367" w:rsidP="0013703C">
            <w:r w:rsidRPr="00EA7F74">
              <w:t>Пн. – 8.30-17.45</w:t>
            </w:r>
          </w:p>
          <w:p w:rsidR="006E7367" w:rsidRPr="00EA7F74" w:rsidRDefault="006E7367" w:rsidP="00E81F94">
            <w:r w:rsidRPr="00EA7F74">
              <w:t>Вт. – 8.30-17.45</w:t>
            </w:r>
          </w:p>
          <w:p w:rsidR="006E7367" w:rsidRPr="00EA7F74" w:rsidRDefault="006E7367" w:rsidP="00E81F94">
            <w:r w:rsidRPr="00EA7F74">
              <w:t>Ср. – 8.30-17.45</w:t>
            </w:r>
          </w:p>
          <w:p w:rsidR="006E7367" w:rsidRPr="00EA7F74" w:rsidRDefault="006E7367" w:rsidP="00E81F94">
            <w:r w:rsidRPr="00EA7F74">
              <w:t>Чт. – 8.30-17.45</w:t>
            </w:r>
          </w:p>
          <w:p w:rsidR="006E7367" w:rsidRPr="00EA7F74" w:rsidRDefault="006E7367" w:rsidP="0013703C">
            <w:r w:rsidRPr="00EA7F74">
              <w:t>Пт. – 8.30-16.30</w:t>
            </w:r>
          </w:p>
          <w:p w:rsidR="006E7367" w:rsidRPr="00EA7F74" w:rsidRDefault="006E7367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66-40-44</w:t>
            </w:r>
          </w:p>
        </w:tc>
        <w:tc>
          <w:tcPr>
            <w:tcW w:w="2823" w:type="dxa"/>
          </w:tcPr>
          <w:p w:rsidR="006E7367" w:rsidRPr="00EA7F74" w:rsidRDefault="006E7367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r w:rsidRPr="00EA7F74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906" w:type="dxa"/>
          </w:tcPr>
          <w:p w:rsidR="006E7367" w:rsidRPr="00EA7F74" w:rsidRDefault="006E7367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goradm@bga32.ru</w:t>
            </w:r>
          </w:p>
          <w:p w:rsidR="006E7367" w:rsidRPr="00EA7F74" w:rsidRDefault="006E7367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zhaloby@bga32.ru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Ленина,28</w:t>
            </w:r>
          </w:p>
        </w:tc>
        <w:tc>
          <w:tcPr>
            <w:tcW w:w="2232" w:type="dxa"/>
          </w:tcPr>
          <w:p w:rsidR="006E7367" w:rsidRPr="00EA7F74" w:rsidRDefault="006E7367" w:rsidP="00370093">
            <w:r w:rsidRPr="00EA7F74">
              <w:t>Пн. – 8.30-17.45</w:t>
            </w:r>
          </w:p>
          <w:p w:rsidR="006E7367" w:rsidRPr="00EA7F74" w:rsidRDefault="006E7367" w:rsidP="00370093">
            <w:r w:rsidRPr="00EA7F74">
              <w:t>Вт. – 8.30-17.45</w:t>
            </w:r>
          </w:p>
          <w:p w:rsidR="006E7367" w:rsidRPr="00EA7F74" w:rsidRDefault="006E7367" w:rsidP="00370093">
            <w:r w:rsidRPr="00EA7F74">
              <w:t>Ср. – 8.30-17.45</w:t>
            </w:r>
          </w:p>
          <w:p w:rsidR="006E7367" w:rsidRPr="00EA7F74" w:rsidRDefault="006E7367" w:rsidP="00370093">
            <w:r w:rsidRPr="00EA7F74">
              <w:t>Чт. – 8.30-17.45</w:t>
            </w:r>
          </w:p>
          <w:p w:rsidR="006E7367" w:rsidRPr="00EA7F74" w:rsidRDefault="006E7367" w:rsidP="00370093">
            <w:r w:rsidRPr="00EA7F74">
              <w:t>Пт. – 8.30-16.30</w:t>
            </w:r>
          </w:p>
          <w:p w:rsidR="006E7367" w:rsidRPr="00EA7F74" w:rsidRDefault="006E7367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6E7367" w:rsidRPr="00EA7F74" w:rsidRDefault="006E7367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20</w:t>
            </w:r>
          </w:p>
          <w:p w:rsidR="006E7367" w:rsidRPr="00EA7F74" w:rsidRDefault="006E7367" w:rsidP="00E81F9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23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r w:rsidRPr="00EA7F74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906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bryansk-mail@mail.ru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:rsidR="006E7367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 xml:space="preserve">ГАУ «МФЦ </w:t>
            </w:r>
          </w:p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в г. Брянске»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EA7F74">
                <w:rPr>
                  <w:sz w:val="24"/>
                  <w:szCs w:val="24"/>
                </w:rPr>
                <w:t>241050, г</w:t>
              </w:r>
            </w:smartTag>
            <w:r w:rsidRPr="00EA7F74">
              <w:rPr>
                <w:sz w:val="24"/>
                <w:szCs w:val="24"/>
              </w:rPr>
              <w:t>. Брянск,</w:t>
            </w:r>
          </w:p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ул. Дуки, 78</w:t>
            </w:r>
          </w:p>
        </w:tc>
        <w:tc>
          <w:tcPr>
            <w:tcW w:w="2232" w:type="dxa"/>
          </w:tcPr>
          <w:p w:rsidR="006E7367" w:rsidRPr="00EA7F74" w:rsidRDefault="006E7367" w:rsidP="00A275A1">
            <w:r w:rsidRPr="00EA7F74">
              <w:t>Пн. – 9.00-17.30</w:t>
            </w:r>
          </w:p>
          <w:p w:rsidR="006E7367" w:rsidRPr="00EA7F74" w:rsidRDefault="006E7367" w:rsidP="00A275A1">
            <w:r w:rsidRPr="00EA7F74">
              <w:t>Вт. – 9.00-17.30</w:t>
            </w:r>
          </w:p>
          <w:p w:rsidR="006E7367" w:rsidRPr="00EA7F74" w:rsidRDefault="006E7367" w:rsidP="00A275A1">
            <w:r w:rsidRPr="00EA7F74">
              <w:t>Ср. – 9.00-17.30</w:t>
            </w:r>
          </w:p>
          <w:p w:rsidR="006E7367" w:rsidRPr="00EA7F74" w:rsidRDefault="006E7367" w:rsidP="00A275A1">
            <w:r w:rsidRPr="00EA7F74">
              <w:t>Чт. – 9.00-20.00</w:t>
            </w:r>
          </w:p>
          <w:p w:rsidR="006E7367" w:rsidRPr="00EA7F74" w:rsidRDefault="006E7367" w:rsidP="00A275A1">
            <w:r w:rsidRPr="00EA7F74">
              <w:t xml:space="preserve">Пт. – 9.00-17.30 </w:t>
            </w:r>
          </w:p>
          <w:p w:rsidR="006E7367" w:rsidRPr="00EA7F74" w:rsidRDefault="006E7367" w:rsidP="00A275A1">
            <w:r w:rsidRPr="00EA7F74">
              <w:t>Сб. – 9.00-17.00</w:t>
            </w:r>
          </w:p>
          <w:p w:rsidR="006E7367" w:rsidRPr="00EA7F74" w:rsidRDefault="006E7367" w:rsidP="00A275A1">
            <w:r w:rsidRPr="00EA7F74">
              <w:t>(без перерыва на обед)</w:t>
            </w:r>
          </w:p>
          <w:p w:rsidR="006E7367" w:rsidRDefault="006E7367" w:rsidP="00A275A1">
            <w:r w:rsidRPr="00EA7F74">
              <w:t>Воскресенье выходной</w:t>
            </w:r>
          </w:p>
          <w:p w:rsidR="006E7367" w:rsidRPr="00EA7F74" w:rsidRDefault="006E7367" w:rsidP="00A275A1"/>
        </w:tc>
        <w:tc>
          <w:tcPr>
            <w:tcW w:w="2038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66-60-09</w:t>
            </w:r>
          </w:p>
          <w:p w:rsidR="006E7367" w:rsidRPr="00EA7F74" w:rsidRDefault="006E7367" w:rsidP="003B21E5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66-60-56</w:t>
            </w:r>
          </w:p>
          <w:p w:rsidR="006E7367" w:rsidRPr="00EA7F74" w:rsidRDefault="006E7367" w:rsidP="00E81F94">
            <w:pPr>
              <w:rPr>
                <w:sz w:val="24"/>
                <w:szCs w:val="24"/>
              </w:rPr>
            </w:pPr>
          </w:p>
          <w:p w:rsidR="006E7367" w:rsidRPr="00EA7F74" w:rsidRDefault="006E7367" w:rsidP="00E81F94">
            <w:p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pacing w:val="11"/>
                <w:sz w:val="24"/>
                <w:szCs w:val="24"/>
                <w:shd w:val="clear" w:color="auto" w:fill="FFFFFF"/>
              </w:rPr>
              <w:t>gaumfc@gaumfc.ru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22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241022,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Володарского, 50</w:t>
            </w:r>
          </w:p>
        </w:tc>
        <w:tc>
          <w:tcPr>
            <w:tcW w:w="2232" w:type="dxa"/>
          </w:tcPr>
          <w:p w:rsidR="006E7367" w:rsidRPr="00EA7F74" w:rsidRDefault="006E7367" w:rsidP="00F1168C">
            <w:r w:rsidRPr="00EA7F74">
              <w:t>Пн. – 9.00-17.30</w:t>
            </w:r>
          </w:p>
          <w:p w:rsidR="006E7367" w:rsidRPr="00EA7F74" w:rsidRDefault="006E7367" w:rsidP="00F1168C">
            <w:r w:rsidRPr="00EA7F74">
              <w:t>Вт. – 9.00-17.30</w:t>
            </w:r>
          </w:p>
          <w:p w:rsidR="006E7367" w:rsidRPr="00EA7F74" w:rsidRDefault="006E7367" w:rsidP="00F1168C">
            <w:r w:rsidRPr="00EA7F74">
              <w:t>Ср. – 9.00-17.30</w:t>
            </w:r>
          </w:p>
          <w:p w:rsidR="006E7367" w:rsidRPr="00EA7F74" w:rsidRDefault="006E7367" w:rsidP="00F1168C">
            <w:r w:rsidRPr="00EA7F74">
              <w:t>Чт. – 9.00-20.00</w:t>
            </w:r>
          </w:p>
          <w:p w:rsidR="006E7367" w:rsidRPr="00EA7F74" w:rsidRDefault="006E7367" w:rsidP="00F1168C">
            <w:r w:rsidRPr="00EA7F74">
              <w:t xml:space="preserve">Пт. – 9.00-17.30 </w:t>
            </w:r>
          </w:p>
          <w:p w:rsidR="006E7367" w:rsidRPr="00EA7F74" w:rsidRDefault="006E7367" w:rsidP="00F1168C">
            <w:r w:rsidRPr="00EA7F74">
              <w:t>Сб. – 9.00-17.00</w:t>
            </w:r>
          </w:p>
          <w:p w:rsidR="006E7367" w:rsidRPr="00EA7F74" w:rsidRDefault="006E7367" w:rsidP="00F1168C">
            <w:r w:rsidRPr="00EA7F74">
              <w:t>(без перерыва на обед)</w:t>
            </w:r>
          </w:p>
          <w:p w:rsidR="006E7367" w:rsidRPr="00EA7F74" w:rsidRDefault="006E7367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6E7367" w:rsidRPr="00EA7F74" w:rsidRDefault="006E7367" w:rsidP="00880CBE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77-74-53,</w:t>
            </w:r>
          </w:p>
          <w:p w:rsidR="006E7367" w:rsidRPr="00EA7F74" w:rsidRDefault="006E7367" w:rsidP="00880CBE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 xml:space="preserve">(4832) 77-74-52, </w:t>
            </w:r>
          </w:p>
          <w:p w:rsidR="006E7367" w:rsidRPr="00EA7F74" w:rsidRDefault="006E7367" w:rsidP="00880CBE">
            <w:pPr>
              <w:jc w:val="both"/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77-74-51</w:t>
            </w:r>
          </w:p>
        </w:tc>
        <w:tc>
          <w:tcPr>
            <w:tcW w:w="2823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mftzvol@yandex.ru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5</w:t>
            </w:r>
          </w:p>
        </w:tc>
        <w:tc>
          <w:tcPr>
            <w:tcW w:w="2825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(Бежицкое отделение)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12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241012,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Орловская, д. 30</w:t>
            </w:r>
          </w:p>
        </w:tc>
        <w:tc>
          <w:tcPr>
            <w:tcW w:w="2232" w:type="dxa"/>
          </w:tcPr>
          <w:p w:rsidR="006E7367" w:rsidRPr="00EA7F74" w:rsidRDefault="006E7367" w:rsidP="00F1168C">
            <w:r w:rsidRPr="00EA7F74">
              <w:t>Пн. – 9.00-17.30</w:t>
            </w:r>
          </w:p>
          <w:p w:rsidR="006E7367" w:rsidRPr="00EA7F74" w:rsidRDefault="006E7367" w:rsidP="00F1168C">
            <w:r w:rsidRPr="00EA7F74">
              <w:t>Вт. – 9.00-17.30</w:t>
            </w:r>
          </w:p>
          <w:p w:rsidR="006E7367" w:rsidRPr="00EA7F74" w:rsidRDefault="006E7367" w:rsidP="00F1168C">
            <w:r w:rsidRPr="00EA7F74">
              <w:t>Ср. – 9.00-17.30</w:t>
            </w:r>
          </w:p>
          <w:p w:rsidR="006E7367" w:rsidRPr="00EA7F74" w:rsidRDefault="006E7367" w:rsidP="00F1168C">
            <w:r w:rsidRPr="00EA7F74">
              <w:t>Чт. – 9.00-20.00</w:t>
            </w:r>
          </w:p>
          <w:p w:rsidR="006E7367" w:rsidRPr="00EA7F74" w:rsidRDefault="006E7367" w:rsidP="00F1168C">
            <w:r w:rsidRPr="00EA7F74">
              <w:t xml:space="preserve">Пт. – 9.00-17.30 </w:t>
            </w:r>
          </w:p>
          <w:p w:rsidR="006E7367" w:rsidRPr="00EA7F74" w:rsidRDefault="006E7367" w:rsidP="00F1168C">
            <w:r w:rsidRPr="00EA7F74">
              <w:t>Сб. – 9.00-17.00</w:t>
            </w:r>
          </w:p>
          <w:p w:rsidR="006E7367" w:rsidRPr="00EA7F74" w:rsidRDefault="006E7367" w:rsidP="00F1168C">
            <w:r w:rsidRPr="00EA7F74">
              <w:t>(без перерыва на обед)</w:t>
            </w:r>
          </w:p>
          <w:p w:rsidR="006E7367" w:rsidRPr="00EA7F74" w:rsidRDefault="006E7367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31-19-27, (4832) 31-19-28</w:t>
            </w:r>
          </w:p>
        </w:tc>
        <w:tc>
          <w:tcPr>
            <w:tcW w:w="2823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mftzbej@yandex.ru</w:t>
            </w:r>
          </w:p>
        </w:tc>
      </w:tr>
      <w:tr w:rsidR="006E7367" w:rsidRPr="00EA7F74" w:rsidTr="0076512B">
        <w:trPr>
          <w:jc w:val="center"/>
        </w:trPr>
        <w:tc>
          <w:tcPr>
            <w:tcW w:w="969" w:type="dxa"/>
          </w:tcPr>
          <w:p w:rsidR="006E7367" w:rsidRPr="00EA7F74" w:rsidRDefault="006E7367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6</w:t>
            </w:r>
          </w:p>
        </w:tc>
        <w:tc>
          <w:tcPr>
            <w:tcW w:w="2825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МАУ «МФЦ Володарского района г.Брянска»</w:t>
            </w:r>
          </w:p>
          <w:p w:rsidR="006E7367" w:rsidRPr="00EA7F74" w:rsidRDefault="006E7367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(Фокинское отделение)</w:t>
            </w:r>
          </w:p>
        </w:tc>
        <w:tc>
          <w:tcPr>
            <w:tcW w:w="2410" w:type="dxa"/>
          </w:tcPr>
          <w:p w:rsidR="006E7367" w:rsidRPr="00EA7F74" w:rsidRDefault="006E7367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29, г"/>
              </w:smartTagPr>
              <w:r w:rsidRPr="00EA7F74">
                <w:rPr>
                  <w:color w:val="000000"/>
                  <w:sz w:val="24"/>
                  <w:szCs w:val="24"/>
                  <w:shd w:val="clear" w:color="auto" w:fill="FFFFFF"/>
                </w:rPr>
                <w:t>241029, г</w:t>
              </w:r>
            </w:smartTag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. Брянск, ул. Полесская, д. 16</w:t>
            </w:r>
          </w:p>
        </w:tc>
        <w:tc>
          <w:tcPr>
            <w:tcW w:w="2232" w:type="dxa"/>
          </w:tcPr>
          <w:p w:rsidR="006E7367" w:rsidRPr="00EA7F74" w:rsidRDefault="006E7367" w:rsidP="00F1168C">
            <w:r w:rsidRPr="00EA7F74">
              <w:t>Пн. – 9.00-17.30</w:t>
            </w:r>
          </w:p>
          <w:p w:rsidR="006E7367" w:rsidRPr="00EA7F74" w:rsidRDefault="006E7367" w:rsidP="00F1168C">
            <w:r w:rsidRPr="00EA7F74">
              <w:t>Вт. – 9.00-17.30</w:t>
            </w:r>
          </w:p>
          <w:p w:rsidR="006E7367" w:rsidRPr="00EA7F74" w:rsidRDefault="006E7367" w:rsidP="00F1168C">
            <w:r w:rsidRPr="00EA7F74">
              <w:t>Ср. – 9.00-17.30</w:t>
            </w:r>
          </w:p>
          <w:p w:rsidR="006E7367" w:rsidRPr="00EA7F74" w:rsidRDefault="006E7367" w:rsidP="00F1168C">
            <w:r w:rsidRPr="00EA7F74">
              <w:t>Чт. – 9.00-20.00</w:t>
            </w:r>
          </w:p>
          <w:p w:rsidR="006E7367" w:rsidRPr="00EA7F74" w:rsidRDefault="006E7367" w:rsidP="00F1168C">
            <w:r w:rsidRPr="00EA7F74">
              <w:t xml:space="preserve">Пт. – 9.00-17.30 </w:t>
            </w:r>
          </w:p>
          <w:p w:rsidR="006E7367" w:rsidRPr="00EA7F74" w:rsidRDefault="006E7367" w:rsidP="00F1168C">
            <w:r w:rsidRPr="00EA7F74">
              <w:t>Сб. – 9.00-17.00</w:t>
            </w:r>
          </w:p>
          <w:p w:rsidR="006E7367" w:rsidRPr="00EA7F74" w:rsidRDefault="006E7367" w:rsidP="00F1168C">
            <w:r w:rsidRPr="00EA7F74">
              <w:t>(без перерыва на обед)</w:t>
            </w:r>
          </w:p>
          <w:p w:rsidR="006E7367" w:rsidRPr="00EA7F74" w:rsidRDefault="006E7367" w:rsidP="00F1168C">
            <w:r w:rsidRPr="00EA7F74">
              <w:t>Воскресенье выходной</w:t>
            </w:r>
          </w:p>
        </w:tc>
        <w:tc>
          <w:tcPr>
            <w:tcW w:w="2038" w:type="dxa"/>
          </w:tcPr>
          <w:p w:rsidR="006E7367" w:rsidRPr="00EA7F74" w:rsidRDefault="006E7367" w:rsidP="00E81F9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 xml:space="preserve">(4832) 31-19-25, </w:t>
            </w:r>
          </w:p>
          <w:p w:rsidR="006E7367" w:rsidRPr="00EA7F74" w:rsidRDefault="006E7367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(4832) 31-19-26</w:t>
            </w:r>
          </w:p>
        </w:tc>
        <w:tc>
          <w:tcPr>
            <w:tcW w:w="2823" w:type="dxa"/>
          </w:tcPr>
          <w:p w:rsidR="006E7367" w:rsidRPr="00EA7F74" w:rsidRDefault="006E7367" w:rsidP="00E73F99">
            <w:pPr>
              <w:pStyle w:val="NoSpacing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6E7367" w:rsidRPr="00EA7F74" w:rsidRDefault="006E7367" w:rsidP="00E73F99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z w:val="24"/>
                <w:szCs w:val="24"/>
                <w:shd w:val="clear" w:color="auto" w:fill="FFFFFF"/>
              </w:rPr>
              <w:t>mftzfok@yandex.ru</w:t>
            </w:r>
          </w:p>
        </w:tc>
      </w:tr>
    </w:tbl>
    <w:p w:rsidR="006E7367" w:rsidRPr="00EA7F74" w:rsidRDefault="006E7367" w:rsidP="0013703C">
      <w:pPr>
        <w:rPr>
          <w:b/>
          <w:sz w:val="24"/>
          <w:szCs w:val="24"/>
        </w:rPr>
      </w:pPr>
    </w:p>
    <w:p w:rsidR="006E7367" w:rsidRPr="003875FD" w:rsidRDefault="006E7367" w:rsidP="007B7EEC">
      <w:pPr>
        <w:rPr>
          <w:sz w:val="28"/>
          <w:szCs w:val="28"/>
        </w:rPr>
      </w:pPr>
    </w:p>
    <w:p w:rsidR="006E7367" w:rsidRPr="003875FD" w:rsidRDefault="006E7367" w:rsidP="007B7EEC">
      <w:pPr>
        <w:rPr>
          <w:sz w:val="28"/>
          <w:szCs w:val="28"/>
        </w:rPr>
      </w:pPr>
      <w:bookmarkStart w:id="0" w:name="_GoBack"/>
      <w:bookmarkEnd w:id="0"/>
    </w:p>
    <w:sectPr w:rsidR="006E7367" w:rsidRPr="003875FD" w:rsidSect="00650153">
      <w:footerReference w:type="default" r:id="rId7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367" w:rsidRDefault="006E7367" w:rsidP="004E658A">
      <w:r>
        <w:separator/>
      </w:r>
    </w:p>
  </w:endnote>
  <w:endnote w:type="continuationSeparator" w:id="0">
    <w:p w:rsidR="006E7367" w:rsidRDefault="006E7367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367" w:rsidRDefault="006E7367">
    <w:pPr>
      <w:pStyle w:val="Footer"/>
    </w:pPr>
  </w:p>
  <w:p w:rsidR="006E7367" w:rsidRDefault="006E7367">
    <w:pPr>
      <w:pStyle w:val="Footer"/>
    </w:pPr>
    <w:r w:rsidRPr="003C7BA8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7" type="#_x0000_t75" alt="http://wordpress.meson.ru/User25/wp-content/uploads/2015/04/300.gif" style="width:727.5pt;height:444pt;visibility:visible">
          <v:imagedata r:id="rId1" o:title=""/>
        </v:shape>
      </w:pict>
    </w:r>
    <w:r w:rsidRPr="003C7BA8">
      <w:rPr>
        <w:noProof/>
        <w:vanish/>
        <w:lang w:eastAsia="ru-RU"/>
      </w:rPr>
      <w:pict>
        <v:shape id="Рисунок 4" o:spid="_x0000_i1028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367" w:rsidRDefault="006E7367" w:rsidP="004E658A">
      <w:r>
        <w:separator/>
      </w:r>
    </w:p>
  </w:footnote>
  <w:footnote w:type="continuationSeparator" w:id="0">
    <w:p w:rsidR="006E7367" w:rsidRDefault="006E7367" w:rsidP="004E6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0497C"/>
    <w:rsid w:val="002261C8"/>
    <w:rsid w:val="0023147E"/>
    <w:rsid w:val="00235BD1"/>
    <w:rsid w:val="0023716D"/>
    <w:rsid w:val="002A1E5D"/>
    <w:rsid w:val="002A7AE7"/>
    <w:rsid w:val="002D0938"/>
    <w:rsid w:val="002D4949"/>
    <w:rsid w:val="002E31DC"/>
    <w:rsid w:val="003017B5"/>
    <w:rsid w:val="00312F0E"/>
    <w:rsid w:val="00321A98"/>
    <w:rsid w:val="00344F68"/>
    <w:rsid w:val="00353523"/>
    <w:rsid w:val="00370093"/>
    <w:rsid w:val="003738BD"/>
    <w:rsid w:val="003875FD"/>
    <w:rsid w:val="003A203A"/>
    <w:rsid w:val="003B21E5"/>
    <w:rsid w:val="003B2742"/>
    <w:rsid w:val="003C7BA8"/>
    <w:rsid w:val="003E1442"/>
    <w:rsid w:val="003E76F8"/>
    <w:rsid w:val="00436B81"/>
    <w:rsid w:val="00462AD7"/>
    <w:rsid w:val="00462BE5"/>
    <w:rsid w:val="004833E2"/>
    <w:rsid w:val="004A0B1C"/>
    <w:rsid w:val="004B7C14"/>
    <w:rsid w:val="004E08E9"/>
    <w:rsid w:val="004E635F"/>
    <w:rsid w:val="004E658A"/>
    <w:rsid w:val="004F53D6"/>
    <w:rsid w:val="00510B5B"/>
    <w:rsid w:val="005116CF"/>
    <w:rsid w:val="00520D95"/>
    <w:rsid w:val="0053136B"/>
    <w:rsid w:val="00542694"/>
    <w:rsid w:val="0056705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6E7367"/>
    <w:rsid w:val="0071647B"/>
    <w:rsid w:val="007326BA"/>
    <w:rsid w:val="00742C75"/>
    <w:rsid w:val="00751BA2"/>
    <w:rsid w:val="007550E1"/>
    <w:rsid w:val="00757212"/>
    <w:rsid w:val="00757E15"/>
    <w:rsid w:val="0076163F"/>
    <w:rsid w:val="0076512B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53102"/>
    <w:rsid w:val="00880CB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1BC9"/>
    <w:rsid w:val="009C7EE8"/>
    <w:rsid w:val="009E1088"/>
    <w:rsid w:val="009E2949"/>
    <w:rsid w:val="00A06D2D"/>
    <w:rsid w:val="00A14D4E"/>
    <w:rsid w:val="00A275A1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B787B"/>
    <w:rsid w:val="00BE20BC"/>
    <w:rsid w:val="00BF1BB6"/>
    <w:rsid w:val="00C0231B"/>
    <w:rsid w:val="00C0563D"/>
    <w:rsid w:val="00C15B30"/>
    <w:rsid w:val="00C3520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7603"/>
    <w:rsid w:val="00E63EED"/>
    <w:rsid w:val="00E700F1"/>
    <w:rsid w:val="00E73F99"/>
    <w:rsid w:val="00E81F94"/>
    <w:rsid w:val="00E83292"/>
    <w:rsid w:val="00E87471"/>
    <w:rsid w:val="00EA7F74"/>
    <w:rsid w:val="00EB1915"/>
    <w:rsid w:val="00ED3A2F"/>
    <w:rsid w:val="00ED6B4E"/>
    <w:rsid w:val="00EE3987"/>
    <w:rsid w:val="00EE734A"/>
    <w:rsid w:val="00F0687E"/>
    <w:rsid w:val="00F10508"/>
    <w:rsid w:val="00F1168C"/>
    <w:rsid w:val="00F11A63"/>
    <w:rsid w:val="00F12E23"/>
    <w:rsid w:val="00F74C6B"/>
    <w:rsid w:val="00F86DCF"/>
    <w:rsid w:val="00F914B3"/>
    <w:rsid w:val="00FA048A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5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5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1B"/>
    <w:pPr>
      <w:ind w:left="720"/>
      <w:contextualSpacing/>
    </w:pPr>
  </w:style>
  <w:style w:type="paragraph" w:styleId="NormalWeb">
    <w:name w:val="Normal (Web)"/>
    <w:basedOn w:val="Normal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82974"/>
    <w:rPr>
      <w:rFonts w:cs="Times New Roman"/>
    </w:rPr>
  </w:style>
  <w:style w:type="character" w:styleId="Hyperlink">
    <w:name w:val="Hyperlink"/>
    <w:basedOn w:val="DefaultParagraphFont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DefaultParagraphFont"/>
    <w:uiPriority w:val="99"/>
    <w:rsid w:val="00B94D66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94D66"/>
    <w:rPr>
      <w:rFonts w:cs="Times New Roman"/>
    </w:rPr>
  </w:style>
  <w:style w:type="paragraph" w:customStyle="1" w:styleId="advice">
    <w:name w:val="advice"/>
    <w:basedOn w:val="Normal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DefaultParagraphFont"/>
    <w:uiPriority w:val="99"/>
    <w:rsid w:val="007E5442"/>
    <w:rPr>
      <w:rFonts w:cs="Times New Roman"/>
    </w:rPr>
  </w:style>
  <w:style w:type="character" w:customStyle="1" w:styleId="pricecurrency">
    <w:name w:val="price_currency"/>
    <w:basedOn w:val="DefaultParagraphFont"/>
    <w:uiPriority w:val="99"/>
    <w:rsid w:val="007E5442"/>
    <w:rPr>
      <w:rFonts w:cs="Times New Roman"/>
    </w:rPr>
  </w:style>
  <w:style w:type="character" w:customStyle="1" w:styleId="pricemeasure">
    <w:name w:val="price_measure"/>
    <w:basedOn w:val="DefaultParagraphFont"/>
    <w:uiPriority w:val="99"/>
    <w:rsid w:val="007E5442"/>
    <w:rPr>
      <w:rFonts w:cs="Times New Roman"/>
    </w:rPr>
  </w:style>
  <w:style w:type="table" w:styleId="TableGrid">
    <w:name w:val="Table Grid"/>
    <w:basedOn w:val="TableNormal"/>
    <w:uiPriority w:val="99"/>
    <w:rsid w:val="00137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6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7274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72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5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28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73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73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5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3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2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3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3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4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40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26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8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740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740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25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40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742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36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731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2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7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6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7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8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8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8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7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4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742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предоставления муниципальной услуги </dc:title>
  <dc:subject/>
  <dc:creator>Отдел по учету и распределению жилья</dc:creator>
  <cp:keywords/>
  <dc:description/>
  <cp:lastModifiedBy>Хохлова</cp:lastModifiedBy>
  <cp:revision>4</cp:revision>
  <cp:lastPrinted>2020-02-06T13:13:00Z</cp:lastPrinted>
  <dcterms:created xsi:type="dcterms:W3CDTF">2020-02-06T09:20:00Z</dcterms:created>
  <dcterms:modified xsi:type="dcterms:W3CDTF">2020-02-06T13:13:00Z</dcterms:modified>
</cp:coreProperties>
</file>